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A20732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10114"/>
        <w:gridCol w:w="4453"/>
      </w:tblGrid>
      <w:tr w:rsidR="00BC2F0E" w:rsidRPr="00BC044A" w:rsidTr="00417D9C">
        <w:trPr>
          <w:trHeight w:val="428"/>
        </w:trPr>
        <w:tc>
          <w:tcPr>
            <w:tcW w:w="10114" w:type="dxa"/>
          </w:tcPr>
          <w:p w:rsidR="00BC2F0E" w:rsidRPr="00963E33" w:rsidRDefault="00BC2F0E" w:rsidP="00F852D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BC2F0E" w:rsidRPr="00BC044A" w:rsidRDefault="00BC2F0E" w:rsidP="00202EA0">
            <w:pPr>
              <w:rPr>
                <w:rFonts w:ascii="Times New Roman" w:hAnsi="Times New Roman"/>
                <w:sz w:val="28"/>
                <w:szCs w:val="28"/>
              </w:rPr>
            </w:pPr>
            <w:r w:rsidRPr="00B63E06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BC2F0E" w:rsidRPr="00BC044A" w:rsidRDefault="00BC2F0E" w:rsidP="00202EA0">
            <w:pPr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965319" w:rsidRDefault="00F4106A" w:rsidP="00CC31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</w:t>
            </w:r>
            <w:r w:rsidR="00C32295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CC31A1" w:rsidRDefault="00D555DC" w:rsidP="00CC31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18.11.2019 № 355</w:t>
            </w:r>
            <w:bookmarkStart w:id="0" w:name="_GoBack"/>
            <w:bookmarkEnd w:id="0"/>
          </w:p>
          <w:p w:rsidR="00CC31A1" w:rsidRPr="00BC044A" w:rsidRDefault="00CC31A1" w:rsidP="00CC31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31A1" w:rsidRPr="00BC044A" w:rsidTr="00417D9C">
        <w:trPr>
          <w:trHeight w:val="428"/>
        </w:trPr>
        <w:tc>
          <w:tcPr>
            <w:tcW w:w="10114" w:type="dxa"/>
          </w:tcPr>
          <w:p w:rsidR="00CC31A1" w:rsidRPr="00963E33" w:rsidRDefault="00CC31A1" w:rsidP="00F852D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CC31A1" w:rsidRPr="00B63E06" w:rsidRDefault="00CC31A1" w:rsidP="00CC31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7679" w:rsidRDefault="00053E54" w:rsidP="00417D9C">
      <w:pPr>
        <w:autoSpaceDE w:val="0"/>
        <w:autoSpaceDN w:val="0"/>
        <w:adjustRightInd w:val="0"/>
        <w:spacing w:after="80" w:line="192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Изменения, вносимые в раздел 5 «Система программных мероприятий» </w:t>
      </w:r>
    </w:p>
    <w:p w:rsidR="008B429E" w:rsidRDefault="00053E54" w:rsidP="00417D9C">
      <w:pPr>
        <w:autoSpaceDE w:val="0"/>
        <w:autoSpaceDN w:val="0"/>
        <w:adjustRightInd w:val="0"/>
        <w:spacing w:after="80" w:line="192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подпрограммы 4 «Дорожное хозяйство»</w:t>
      </w:r>
    </w:p>
    <w:p w:rsidR="006A7679" w:rsidRPr="006A7679" w:rsidRDefault="006A7679" w:rsidP="00417D9C">
      <w:pPr>
        <w:autoSpaceDE w:val="0"/>
        <w:autoSpaceDN w:val="0"/>
        <w:adjustRightInd w:val="0"/>
        <w:spacing w:after="80"/>
        <w:jc w:val="center"/>
        <w:rPr>
          <w:rFonts w:ascii="Times New Roman" w:hAnsi="Times New Roman"/>
          <w:sz w:val="16"/>
          <w:szCs w:val="16"/>
        </w:rPr>
      </w:pPr>
    </w:p>
    <w:p w:rsidR="00053E54" w:rsidRPr="00DB6151" w:rsidRDefault="00053E54" w:rsidP="00DB6151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80" w:line="192" w:lineRule="auto"/>
        <w:ind w:left="851" w:hanging="284"/>
        <w:rPr>
          <w:rFonts w:ascii="Times New Roman" w:hAnsi="Times New Roman"/>
          <w:sz w:val="28"/>
          <w:szCs w:val="24"/>
        </w:rPr>
      </w:pPr>
      <w:r w:rsidRPr="00DB6151">
        <w:rPr>
          <w:rFonts w:ascii="Times New Roman" w:hAnsi="Times New Roman"/>
          <w:sz w:val="28"/>
          <w:szCs w:val="24"/>
        </w:rPr>
        <w:t>Таблицы  № 1, 2.1, 3.</w:t>
      </w:r>
      <w:r w:rsidR="00CF6AA8" w:rsidRPr="00DB6151">
        <w:rPr>
          <w:rFonts w:ascii="Times New Roman" w:hAnsi="Times New Roman"/>
          <w:sz w:val="28"/>
          <w:szCs w:val="24"/>
        </w:rPr>
        <w:t>2 изложить в следующей редакции:</w:t>
      </w:r>
    </w:p>
    <w:p w:rsidR="00BC2F0E" w:rsidRDefault="00C375F2" w:rsidP="00DA77C9">
      <w:pPr>
        <w:autoSpaceDE w:val="0"/>
        <w:autoSpaceDN w:val="0"/>
        <w:adjustRightInd w:val="0"/>
        <w:spacing w:after="80" w:line="192" w:lineRule="auto"/>
        <w:ind w:right="142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</w:t>
      </w:r>
      <w:r w:rsidR="00BC2F0E">
        <w:rPr>
          <w:rFonts w:ascii="Times New Roman" w:hAnsi="Times New Roman"/>
          <w:sz w:val="28"/>
          <w:szCs w:val="24"/>
        </w:rPr>
        <w:t>«</w:t>
      </w:r>
      <w:r w:rsidR="002B0C6F">
        <w:rPr>
          <w:rFonts w:ascii="Times New Roman" w:hAnsi="Times New Roman"/>
          <w:sz w:val="28"/>
          <w:szCs w:val="24"/>
        </w:rPr>
        <w:t xml:space="preserve">Таблица № </w:t>
      </w:r>
      <w:r w:rsidR="0001550D">
        <w:rPr>
          <w:rFonts w:ascii="Times New Roman" w:hAnsi="Times New Roman"/>
          <w:sz w:val="28"/>
          <w:szCs w:val="24"/>
        </w:rPr>
        <w:t>1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1134"/>
        <w:gridCol w:w="993"/>
        <w:gridCol w:w="1275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991D48" w:rsidRPr="00CC2AD7" w:rsidTr="00991D48">
        <w:trPr>
          <w:trHeight w:val="44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BC2F0E" w:rsidRPr="00CC2AD7" w:rsidRDefault="00BC2F0E" w:rsidP="00FA7B44"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C2AD7">
              <w:rPr>
                <w:rFonts w:ascii="Times New Roman" w:hAnsi="Times New Roman"/>
                <w:bCs/>
                <w:sz w:val="22"/>
                <w:szCs w:val="22"/>
              </w:rPr>
              <w:t xml:space="preserve">№ </w:t>
            </w:r>
            <w:proofErr w:type="gramStart"/>
            <w:r w:rsidRPr="00CC2AD7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proofErr w:type="gramEnd"/>
            <w:r w:rsidRPr="00CC2AD7">
              <w:rPr>
                <w:rFonts w:ascii="Times New Roman" w:hAnsi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CC2AD7" w:rsidRDefault="00BC2F0E" w:rsidP="00F852D6">
            <w:pPr>
              <w:ind w:left="-108" w:right="-5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Пр</w:t>
            </w:r>
            <w:r w:rsidR="008B429E" w:rsidRPr="00CC2AD7">
              <w:rPr>
                <w:rFonts w:ascii="Times New Roman" w:hAnsi="Times New Roman"/>
                <w:sz w:val="22"/>
                <w:szCs w:val="22"/>
              </w:rPr>
              <w:t>ограммные мероприятия, обеспечи</w:t>
            </w:r>
            <w:r w:rsidRPr="00CC2AD7">
              <w:rPr>
                <w:rFonts w:ascii="Times New Roman" w:hAnsi="Times New Roman"/>
                <w:sz w:val="22"/>
                <w:szCs w:val="22"/>
              </w:rPr>
              <w:t>вающие выполнение 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CC2AD7">
              <w:rPr>
                <w:rFonts w:ascii="Times New Roman" w:hAnsi="Times New Roman"/>
                <w:sz w:val="22"/>
                <w:szCs w:val="22"/>
              </w:rPr>
              <w:t>распоря-дители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C2AD7">
              <w:rPr>
                <w:rFonts w:ascii="Times New Roman" w:hAnsi="Times New Roman"/>
                <w:sz w:val="22"/>
                <w:szCs w:val="22"/>
              </w:rPr>
              <w:t>Испол-нители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CC2AD7" w:rsidRDefault="008B429E" w:rsidP="008B429E">
            <w:pPr>
              <w:ind w:left="3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Источ</w:t>
            </w:r>
            <w:r w:rsidR="00BC2F0E" w:rsidRPr="00CC2AD7">
              <w:rPr>
                <w:rFonts w:ascii="Times New Roman" w:hAnsi="Times New Roman"/>
                <w:sz w:val="22"/>
                <w:szCs w:val="22"/>
              </w:rPr>
              <w:t xml:space="preserve">ник </w:t>
            </w:r>
            <w:r w:rsidRPr="00CC2A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BC2F0E" w:rsidRPr="00CC2AD7">
              <w:rPr>
                <w:rFonts w:ascii="Times New Roman" w:hAnsi="Times New Roman"/>
                <w:sz w:val="22"/>
                <w:szCs w:val="22"/>
              </w:rPr>
              <w:t>финанси</w:t>
            </w:r>
            <w:r w:rsidRPr="00CC2AD7">
              <w:rPr>
                <w:rFonts w:ascii="Times New Roman" w:hAnsi="Times New Roman"/>
                <w:sz w:val="22"/>
                <w:szCs w:val="22"/>
              </w:rPr>
              <w:t>-</w:t>
            </w:r>
            <w:r w:rsidR="00BC2F0E" w:rsidRPr="00CC2AD7">
              <w:rPr>
                <w:rFonts w:ascii="Times New Roman" w:hAnsi="Times New Roman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7088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DA77C9" w:rsidRPr="00CC2AD7" w:rsidTr="00991D48">
        <w:trPr>
          <w:trHeight w:val="41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C2F0E" w:rsidRPr="009960AC" w:rsidRDefault="009960AC" w:rsidP="00417D9C">
            <w:pPr>
              <w:ind w:left="-63" w:right="-7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="00EE0639">
              <w:rPr>
                <w:rFonts w:ascii="Times New Roman" w:hAnsi="Times New Roman"/>
                <w:sz w:val="22"/>
                <w:szCs w:val="22"/>
              </w:rPr>
              <w:t>сего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6379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843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7D9C" w:rsidRPr="00CC2AD7" w:rsidTr="00991D48">
        <w:trPr>
          <w:trHeight w:val="315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C2F0E" w:rsidRPr="00CC2AD7" w:rsidRDefault="00BC2F0E" w:rsidP="00CC2AD7">
      <w:pPr>
        <w:spacing w:line="24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4743" w:type="dxa"/>
        <w:tblInd w:w="-3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1134"/>
        <w:gridCol w:w="993"/>
        <w:gridCol w:w="1275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991D48" w:rsidRPr="002B0876" w:rsidTr="00991D48">
        <w:trPr>
          <w:cantSplit/>
          <w:trHeight w:val="119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AD7" w:rsidRPr="002B0876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991D48" w:rsidRPr="002B0876" w:rsidTr="00991D48">
        <w:trPr>
          <w:cantSplit/>
          <w:trHeight w:val="150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2B0876" w:rsidRDefault="00DA77C9" w:rsidP="00F2417F">
            <w:pPr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</w:rPr>
              <w:t xml:space="preserve">Задача 1. Обеспечение сохранности  и </w:t>
            </w:r>
            <w:proofErr w:type="gramStart"/>
            <w:r w:rsidRPr="002B0876">
              <w:rPr>
                <w:rFonts w:ascii="Times New Roman" w:hAnsi="Times New Roman"/>
                <w:color w:val="000000"/>
              </w:rPr>
              <w:t>круглогодичного</w:t>
            </w:r>
            <w:proofErr w:type="gramEnd"/>
            <w:r w:rsidRPr="002B0876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:rsidR="00DA77C9" w:rsidRPr="002B0876" w:rsidRDefault="00DA77C9" w:rsidP="00F2417F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 xml:space="preserve">устойчивого функционирования </w:t>
            </w:r>
            <w:r w:rsidRPr="002B0876">
              <w:rPr>
                <w:rFonts w:ascii="Times New Roman" w:hAnsi="Times New Roman"/>
              </w:rPr>
              <w:t xml:space="preserve">сети автомобильных дорог общего пользования регионального или межмуниципального значения и искусственных сооружений на них, повышение            безопасности дорожного  движения, в том </w:t>
            </w:r>
          </w:p>
          <w:p w:rsidR="00DA77C9" w:rsidRPr="002B0876" w:rsidRDefault="00DA77C9" w:rsidP="00AE5545">
            <w:pPr>
              <w:ind w:right="-103"/>
              <w:rPr>
                <w:rFonts w:ascii="Times New Roman" w:hAnsi="Times New Roman"/>
              </w:rPr>
            </w:pPr>
            <w:proofErr w:type="gramStart"/>
            <w:r w:rsidRPr="002B0876">
              <w:rPr>
                <w:rFonts w:ascii="Times New Roman" w:hAnsi="Times New Roman"/>
              </w:rPr>
              <w:t>числе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в том числе:</w:t>
            </w: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AD5A54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18883382,06291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1912582,17744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2253150,44464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2873219,65049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AD5A54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2061793,56342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3309382,5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1398642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к концу 2016 года:</w:t>
            </w:r>
          </w:p>
          <w:p w:rsidR="00DA77C9" w:rsidRDefault="00DA77C9" w:rsidP="00DA77C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выполнение неотложных работ по содержанию автомобильных дорог общего пользования регионального или </w:t>
            </w:r>
            <w:proofErr w:type="spellStart"/>
            <w:r w:rsidRPr="002B0876">
              <w:rPr>
                <w:rFonts w:ascii="Times New Roman" w:hAnsi="Times New Roman"/>
              </w:rPr>
              <w:t>межмуниципаль</w:t>
            </w:r>
            <w:r>
              <w:rPr>
                <w:rFonts w:ascii="Times New Roman" w:hAnsi="Times New Roman"/>
              </w:rPr>
              <w:t>-</w:t>
            </w:r>
            <w:r w:rsidRPr="002B0876">
              <w:rPr>
                <w:rFonts w:ascii="Times New Roman" w:hAnsi="Times New Roman"/>
              </w:rPr>
              <w:t>ного</w:t>
            </w:r>
            <w:proofErr w:type="spellEnd"/>
            <w:r w:rsidRPr="002B0876">
              <w:rPr>
                <w:rFonts w:ascii="Times New Roman" w:hAnsi="Times New Roman"/>
              </w:rPr>
              <w:t xml:space="preserve"> значения в целях ликвидации дефектов дорожного покрытия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</w:p>
          <w:p w:rsidR="00DA77C9" w:rsidRPr="002B0876" w:rsidRDefault="00DA77C9" w:rsidP="00DA77C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280270 кв. </w:t>
            </w:r>
            <w:proofErr w:type="gramStart"/>
            <w:r w:rsidRPr="002B0876">
              <w:rPr>
                <w:rFonts w:ascii="Times New Roman" w:hAnsi="Times New Roman"/>
              </w:rPr>
              <w:t>метрах</w:t>
            </w:r>
            <w:proofErr w:type="gramEnd"/>
            <w:r w:rsidRPr="002B0876">
              <w:rPr>
                <w:rFonts w:ascii="Times New Roman" w:hAnsi="Times New Roman"/>
              </w:rPr>
              <w:t>;</w:t>
            </w:r>
          </w:p>
          <w:p w:rsidR="00DA77C9" w:rsidRPr="002B0876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к концу 2024 года:</w:t>
            </w:r>
          </w:p>
          <w:p w:rsidR="00DA77C9" w:rsidRPr="002B0876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обеспечение </w:t>
            </w:r>
            <w:proofErr w:type="gramStart"/>
            <w:r w:rsidRPr="002B0876">
              <w:rPr>
                <w:rFonts w:ascii="Times New Roman" w:hAnsi="Times New Roman"/>
              </w:rPr>
              <w:t>круглогодичного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  <w:p w:rsidR="00DA77C9" w:rsidRPr="002B0876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содержания сети</w:t>
            </w:r>
          </w:p>
          <w:p w:rsidR="00DA77C9" w:rsidRPr="002B0876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lastRenderedPageBreak/>
              <w:t>автомобильных дорог общего пользования</w:t>
            </w:r>
          </w:p>
          <w:p w:rsidR="00DA77C9" w:rsidRPr="002B0876" w:rsidRDefault="00DA77C9" w:rsidP="00F2417F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регионального или</w:t>
            </w:r>
          </w:p>
          <w:p w:rsidR="00DA77C9" w:rsidRPr="002B0876" w:rsidRDefault="00DA77C9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proofErr w:type="gramStart"/>
            <w:r w:rsidRPr="002B0876">
              <w:rPr>
                <w:rFonts w:ascii="Times New Roman" w:hAnsi="Times New Roman"/>
              </w:rPr>
              <w:t>межмуниципаль</w:t>
            </w:r>
            <w:r>
              <w:rPr>
                <w:rFonts w:ascii="Times New Roman" w:hAnsi="Times New Roman"/>
              </w:rPr>
              <w:t>-</w:t>
            </w:r>
            <w:r w:rsidRPr="002B0876">
              <w:rPr>
                <w:rFonts w:ascii="Times New Roman" w:hAnsi="Times New Roman"/>
              </w:rPr>
              <w:t>ного</w:t>
            </w:r>
            <w:proofErr w:type="spellEnd"/>
            <w:proofErr w:type="gramEnd"/>
            <w:r w:rsidRPr="002B0876">
              <w:rPr>
                <w:rFonts w:ascii="Times New Roman" w:hAnsi="Times New Roman"/>
              </w:rPr>
              <w:t xml:space="preserve"> значения и</w:t>
            </w:r>
          </w:p>
          <w:p w:rsidR="00DA77C9" w:rsidRPr="002B0876" w:rsidRDefault="00DA77C9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искусственных сооружений на них  в соответствии с нормативными требованиями </w:t>
            </w:r>
            <w:proofErr w:type="gramStart"/>
            <w:r w:rsidRPr="002B0876">
              <w:rPr>
                <w:rFonts w:ascii="Times New Roman" w:hAnsi="Times New Roman"/>
              </w:rPr>
              <w:t>к</w:t>
            </w:r>
            <w:proofErr w:type="gramEnd"/>
          </w:p>
          <w:p w:rsidR="00DA77C9" w:rsidRPr="002B0876" w:rsidRDefault="00DA77C9" w:rsidP="005601C4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транспортно-</w:t>
            </w:r>
            <w:proofErr w:type="spellStart"/>
            <w:r w:rsidRPr="002B0876">
              <w:rPr>
                <w:rFonts w:ascii="Times New Roman" w:hAnsi="Times New Roman"/>
              </w:rPr>
              <w:t>эксплуатацион</w:t>
            </w:r>
            <w:proofErr w:type="spellEnd"/>
            <w:r>
              <w:rPr>
                <w:rFonts w:ascii="Times New Roman" w:hAnsi="Times New Roman"/>
              </w:rPr>
              <w:t>-</w:t>
            </w:r>
            <w:r w:rsidRPr="002B0876">
              <w:rPr>
                <w:rFonts w:ascii="Times New Roman" w:hAnsi="Times New Roman"/>
              </w:rPr>
              <w:t>ному состоянию и</w:t>
            </w:r>
          </w:p>
          <w:p w:rsidR="00DA77C9" w:rsidRPr="002B0876" w:rsidRDefault="00DA77C9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условиями                  безопасности движения;</w:t>
            </w:r>
          </w:p>
          <w:p w:rsidR="00DA77C9" w:rsidRPr="002B0876" w:rsidRDefault="00DA77C9" w:rsidP="005601C4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обеспечение       2945,7 км общей протяженности</w:t>
            </w:r>
          </w:p>
          <w:p w:rsidR="00DA77C9" w:rsidRPr="002B0876" w:rsidRDefault="00DA77C9" w:rsidP="005601C4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автомобильных дорог общего пользования регионального или </w:t>
            </w:r>
            <w:proofErr w:type="spellStart"/>
            <w:r w:rsidRPr="002B0876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2B0876">
              <w:rPr>
                <w:rFonts w:ascii="Times New Roman" w:hAnsi="Times New Roman"/>
              </w:rPr>
              <w:t xml:space="preserve"> значения, соответствующих </w:t>
            </w:r>
            <w:proofErr w:type="gramStart"/>
            <w:r w:rsidRPr="002B0876">
              <w:rPr>
                <w:rFonts w:ascii="Times New Roman" w:hAnsi="Times New Roman"/>
              </w:rPr>
              <w:t>нормативным</w:t>
            </w:r>
            <w:proofErr w:type="gramEnd"/>
          </w:p>
          <w:p w:rsidR="00DA77C9" w:rsidRPr="002B0876" w:rsidRDefault="00DA77C9" w:rsidP="005601C4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требованиям </w:t>
            </w:r>
            <w:proofErr w:type="gramStart"/>
            <w:r w:rsidRPr="002B0876">
              <w:rPr>
                <w:rFonts w:ascii="Times New Roman" w:hAnsi="Times New Roman"/>
              </w:rPr>
              <w:t>к</w:t>
            </w:r>
            <w:proofErr w:type="gramEnd"/>
            <w:r w:rsidRPr="002B0876">
              <w:rPr>
                <w:rFonts w:ascii="Times New Roman" w:hAnsi="Times New Roman"/>
              </w:rPr>
              <w:t xml:space="preserve"> транспортно-</w:t>
            </w:r>
          </w:p>
          <w:p w:rsidR="00DA77C9" w:rsidRPr="002B0876" w:rsidRDefault="00DA77C9" w:rsidP="00DA77C9">
            <w:pPr>
              <w:spacing w:line="235" w:lineRule="auto"/>
              <w:ind w:left="-6"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эксплуатационным показателям</w:t>
            </w:r>
          </w:p>
          <w:p w:rsidR="00DA77C9" w:rsidRPr="002B0876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на 31 декабря отчетного года</w:t>
            </w:r>
          </w:p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01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федеральный бюджет </w:t>
            </w: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980245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335400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208210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436635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0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областной бюджет,                        из них:</w:t>
            </w: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AD5A54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17903137,06291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2044940,44464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2061793,56342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3309382,5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1398642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0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17903137,06291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2044940,44464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2061793,56342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3309382,5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1398642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0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lastRenderedPageBreak/>
              <w:t>1.1.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2B0876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Содержание автомобильных дорог общего пользования регионального или </w:t>
            </w:r>
            <w:r w:rsidRPr="002B0876">
              <w:rPr>
                <w:rFonts w:ascii="Times New Roman" w:hAnsi="Times New Roman"/>
                <w:spacing w:val="-2"/>
              </w:rPr>
              <w:t>межмуниципального</w:t>
            </w:r>
            <w:r w:rsidRPr="002B0876">
              <w:rPr>
                <w:rFonts w:ascii="Times New Roman" w:hAnsi="Times New Roman"/>
              </w:rPr>
              <w:t xml:space="preserve"> значения и </w:t>
            </w:r>
          </w:p>
          <w:p w:rsidR="00DA77C9" w:rsidRPr="002B0876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искусственных сооружений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  <w:p w:rsidR="00DA77C9" w:rsidRPr="002B0876" w:rsidRDefault="00DA77C9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vertAlign w:val="superscript"/>
              </w:rPr>
            </w:pPr>
            <w:r w:rsidRPr="002B0876">
              <w:rPr>
                <w:rFonts w:ascii="Times New Roman" w:hAnsi="Times New Roman"/>
              </w:rPr>
              <w:t>них</w:t>
            </w:r>
            <w:proofErr w:type="gramStart"/>
            <w:r w:rsidRPr="002B0876">
              <w:rPr>
                <w:rFonts w:ascii="Times New Roman" w:hAnsi="Times New Roman"/>
                <w:bCs/>
                <w:vertAlign w:val="superscript"/>
              </w:rPr>
              <w:t>2</w:t>
            </w:r>
            <w:proofErr w:type="gramEnd"/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Минтранс Рязанской области</w:t>
            </w: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DA77C9" w:rsidRPr="002B0876" w:rsidRDefault="00DA77C9" w:rsidP="00DF7234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   в том числе:</w:t>
            </w: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7041075,08726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F2417F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1912582,17744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F2417F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2253150,44464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F2417F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2873219,65049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127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федеральный бюджет                       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980245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335400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208210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436635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06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областной бюджет,                         из них:</w:t>
            </w: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6060830,08726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2044940,44464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06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6060830,08726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2044940,44464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283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DA77C9" w:rsidRDefault="00DA77C9" w:rsidP="00D87800">
            <w:pPr>
              <w:ind w:right="-108"/>
              <w:rPr>
                <w:rFonts w:ascii="Times New Roman" w:hAnsi="Times New Roman"/>
                <w:bCs/>
              </w:rPr>
            </w:pPr>
            <w:r w:rsidRPr="002B0876">
              <w:rPr>
                <w:rFonts w:ascii="Times New Roman" w:hAnsi="Times New Roman"/>
                <w:bCs/>
              </w:rPr>
              <w:t>из них: выполненные и не оплаченные работы в 2015 году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DA77C9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37009,46126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37009,46126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DA77C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  <w:p w:rsidR="00DA77C9" w:rsidRPr="002B0876" w:rsidRDefault="00DA77C9" w:rsidP="00DA77C9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</w:p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</w:p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</w:p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</w:p>
          <w:p w:rsidR="00DA77C9" w:rsidRPr="002B0876" w:rsidRDefault="00DA77C9" w:rsidP="00DA77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0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областной бюджет,                         из них:</w:t>
            </w: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AD5A54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11842306,97565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              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              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             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AD5A54">
            <w:pPr>
              <w:ind w:left="113" w:right="-141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2275204,91223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2061793,56342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     3309382,5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       1398642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      1398642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      1398642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60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A77C9" w:rsidRPr="002B0876" w:rsidRDefault="00DA77C9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DA77C9" w:rsidRPr="002B0876" w:rsidRDefault="00DA77C9" w:rsidP="00F2417F">
            <w:pPr>
              <w:rPr>
                <w:rFonts w:ascii="Times New Roman" w:hAnsi="Times New Roman"/>
              </w:rPr>
            </w:pPr>
          </w:p>
          <w:p w:rsidR="00DA77C9" w:rsidRPr="002B0876" w:rsidRDefault="00DA77C9" w:rsidP="00F2417F">
            <w:pPr>
              <w:rPr>
                <w:rFonts w:ascii="Times New Roman" w:hAnsi="Times New Roman"/>
              </w:rPr>
            </w:pPr>
          </w:p>
          <w:p w:rsidR="00DA77C9" w:rsidRPr="002B0876" w:rsidRDefault="00DA77C9" w:rsidP="00F2417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11842306,97565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              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              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             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2275204,91223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2061793,56342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     3309382,5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       1398642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      1398642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2B0876" w:rsidRDefault="00DA77C9" w:rsidP="007E3AEC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      1398642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2B0876" w:rsidRDefault="00DA77C9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21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2.</w:t>
            </w: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5601C4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DF7234">
            <w:pPr>
              <w:rPr>
                <w:rFonts w:ascii="Times New Roman" w:hAnsi="Times New Roman"/>
                <w:color w:val="000000"/>
              </w:rPr>
            </w:pPr>
            <w:r w:rsidRPr="002B0876">
              <w:rPr>
                <w:rFonts w:ascii="Times New Roman" w:hAnsi="Times New Roman"/>
              </w:rPr>
              <w:t xml:space="preserve">Задача 2. Увеличение </w:t>
            </w:r>
            <w:r w:rsidRPr="002B0876">
              <w:rPr>
                <w:rFonts w:ascii="Times New Roman" w:hAnsi="Times New Roman"/>
                <w:color w:val="000000"/>
              </w:rPr>
              <w:t xml:space="preserve">протяженности автомобильных дорог общего пользования регионального или </w:t>
            </w:r>
            <w:r w:rsidRPr="002B0876">
              <w:rPr>
                <w:rFonts w:ascii="Times New Roman" w:hAnsi="Times New Roman"/>
                <w:color w:val="000000"/>
                <w:spacing w:val="-4"/>
              </w:rPr>
              <w:t xml:space="preserve">межмуниципального  </w:t>
            </w:r>
            <w:r w:rsidRPr="002B0876">
              <w:rPr>
                <w:rFonts w:ascii="Times New Roman" w:hAnsi="Times New Roman"/>
                <w:color w:val="000000"/>
              </w:rPr>
              <w:t>значения и искусственных сооружений на них, соответствующих нормативным требованиям,</w:t>
            </w:r>
          </w:p>
          <w:p w:rsidR="00F2417F" w:rsidRPr="002B0876" w:rsidRDefault="00F2417F" w:rsidP="00F2417F">
            <w:pPr>
              <w:spacing w:line="226" w:lineRule="auto"/>
              <w:ind w:right="-103"/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color w:val="000000"/>
              </w:rPr>
              <w:t xml:space="preserve">увеличение </w:t>
            </w:r>
            <w:r w:rsidRPr="002B0876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gramStart"/>
            <w:r w:rsidRPr="002B0876">
              <w:rPr>
                <w:rFonts w:ascii="Times New Roman" w:hAnsi="Times New Roman"/>
                <w:bCs/>
                <w:color w:val="000000"/>
              </w:rPr>
              <w:t>пропускной</w:t>
            </w:r>
            <w:proofErr w:type="gramEnd"/>
          </w:p>
          <w:p w:rsidR="00F2417F" w:rsidRPr="002B0876" w:rsidRDefault="00F2417F" w:rsidP="00F2417F">
            <w:pPr>
              <w:spacing w:line="226" w:lineRule="auto"/>
              <w:ind w:right="-103"/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 xml:space="preserve">способности, </w:t>
            </w: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профилактика</w:t>
            </w:r>
          </w:p>
          <w:p w:rsidR="005601C4" w:rsidRDefault="00F2417F" w:rsidP="00F2417F">
            <w:pPr>
              <w:spacing w:line="226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возникновения опасных участков на сети автомобильных дорог общего </w:t>
            </w:r>
          </w:p>
          <w:p w:rsidR="00F2417F" w:rsidRPr="002B0876" w:rsidRDefault="00F2417F" w:rsidP="00DF7234">
            <w:pPr>
              <w:spacing w:line="226" w:lineRule="auto"/>
              <w:ind w:right="-103"/>
              <w:rPr>
                <w:rFonts w:ascii="Times New Roman" w:hAnsi="Times New Roman"/>
                <w:color w:val="000000"/>
              </w:rPr>
            </w:pPr>
            <w:r w:rsidRPr="002B0876">
              <w:rPr>
                <w:rFonts w:ascii="Times New Roman" w:hAnsi="Times New Roman"/>
              </w:rPr>
              <w:t>пользования</w:t>
            </w:r>
            <w:r w:rsidRPr="002B0876">
              <w:rPr>
                <w:rFonts w:ascii="Times New Roman" w:hAnsi="Times New Roman"/>
                <w:color w:val="000000"/>
              </w:rPr>
              <w:t xml:space="preserve">         регионального или межмуниципального</w:t>
            </w:r>
            <w:r w:rsidR="00417D9C">
              <w:rPr>
                <w:rFonts w:ascii="Times New Roman" w:hAnsi="Times New Roman"/>
                <w:color w:val="000000"/>
              </w:rPr>
              <w:t xml:space="preserve"> </w:t>
            </w:r>
            <w:r w:rsidRPr="002B0876">
              <w:rPr>
                <w:rFonts w:ascii="Times New Roman" w:hAnsi="Times New Roman"/>
                <w:color w:val="000000"/>
              </w:rPr>
              <w:t xml:space="preserve">значения, повышение  их технических </w:t>
            </w:r>
          </w:p>
          <w:p w:rsidR="00F2417F" w:rsidRPr="002B0876" w:rsidRDefault="00F2417F" w:rsidP="00F2417F">
            <w:pPr>
              <w:spacing w:line="226" w:lineRule="auto"/>
              <w:rPr>
                <w:rFonts w:ascii="Times New Roman" w:hAnsi="Times New Roman"/>
                <w:color w:val="000000"/>
              </w:rPr>
            </w:pPr>
            <w:r w:rsidRPr="002B0876">
              <w:rPr>
                <w:rFonts w:ascii="Times New Roman" w:hAnsi="Times New Roman"/>
                <w:color w:val="000000"/>
              </w:rPr>
              <w:t xml:space="preserve">характеристик, </w:t>
            </w:r>
          </w:p>
          <w:p w:rsidR="00F2417F" w:rsidRPr="002B0876" w:rsidRDefault="00F2417F" w:rsidP="00C35E95">
            <w:pPr>
              <w:rPr>
                <w:rFonts w:ascii="Times New Roman" w:hAnsi="Times New Roman"/>
                <w:color w:val="000000"/>
              </w:rPr>
            </w:pPr>
            <w:r w:rsidRPr="002B0876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7E3AEC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       в том числе:</w:t>
            </w: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464920" w:rsidRPr="002B0876" w:rsidRDefault="00464920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3E3F82" w:rsidP="00F2417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18735568,01477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F2417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1468392,0816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F2417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1636686,56523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F2417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846724,21853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593E29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A61CB8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5601C4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1789453</w:t>
            </w:r>
            <w:r w:rsidR="00F2417F" w:rsidRPr="002B0876">
              <w:rPr>
                <w:rFonts w:ascii="Times New Roman" w:hAnsi="Times New Roman"/>
              </w:rPr>
              <w:t>,10342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4801667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5186267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2316367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к концу 2017 года:</w:t>
            </w:r>
          </w:p>
          <w:p w:rsidR="00F2417F" w:rsidRPr="002B0876" w:rsidRDefault="00F2417F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выполнение капитального ремонта и ремонта </w:t>
            </w:r>
            <w:proofErr w:type="gramStart"/>
            <w:r w:rsidRPr="002B0876">
              <w:rPr>
                <w:rFonts w:ascii="Times New Roman" w:hAnsi="Times New Roman"/>
              </w:rPr>
              <w:t>уникальных</w:t>
            </w:r>
            <w:proofErr w:type="gramEnd"/>
            <w:r w:rsidRPr="002B0876">
              <w:rPr>
                <w:rFonts w:ascii="Times New Roman" w:hAnsi="Times New Roman"/>
              </w:rPr>
              <w:t xml:space="preserve"> искусственных</w:t>
            </w:r>
          </w:p>
          <w:p w:rsidR="00F2417F" w:rsidRPr="002B0876" w:rsidRDefault="00F2417F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сооружений</w:t>
            </w:r>
          </w:p>
          <w:p w:rsidR="00F2417F" w:rsidRPr="002B0876" w:rsidRDefault="00F2417F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 шт./762,16 погонных метров;</w:t>
            </w:r>
          </w:p>
          <w:p w:rsidR="00F2417F" w:rsidRPr="002B0876" w:rsidRDefault="00F2417F" w:rsidP="00DF723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достижение доли </w:t>
            </w:r>
            <w:proofErr w:type="gramStart"/>
            <w:r w:rsidRPr="002B0876">
              <w:rPr>
                <w:rFonts w:ascii="Times New Roman" w:hAnsi="Times New Roman"/>
              </w:rPr>
              <w:t>уникальных</w:t>
            </w:r>
            <w:proofErr w:type="gramEnd"/>
          </w:p>
          <w:p w:rsidR="00F2417F" w:rsidRPr="002B0876" w:rsidRDefault="00F2417F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искусственных дорожных сооружений,</w:t>
            </w:r>
          </w:p>
          <w:p w:rsidR="00F2417F" w:rsidRPr="002B0876" w:rsidRDefault="00F2417F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находящихся в </w:t>
            </w:r>
          </w:p>
          <w:p w:rsidR="00F2417F" w:rsidRPr="002B0876" w:rsidRDefault="00F2417F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предаварийном или аварийном </w:t>
            </w:r>
            <w:proofErr w:type="gramStart"/>
            <w:r w:rsidRPr="002B0876">
              <w:rPr>
                <w:rFonts w:ascii="Times New Roman" w:hAnsi="Times New Roman"/>
              </w:rPr>
              <w:t>состоянии</w:t>
            </w:r>
            <w:proofErr w:type="gramEnd"/>
            <w:r w:rsidRPr="002B0876">
              <w:rPr>
                <w:rFonts w:ascii="Times New Roman" w:hAnsi="Times New Roman"/>
              </w:rPr>
              <w:t>, 0%;</w:t>
            </w:r>
          </w:p>
          <w:p w:rsidR="00F2417F" w:rsidRPr="002B0876" w:rsidRDefault="00F2417F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к концу 2024 года</w:t>
            </w:r>
          </w:p>
          <w:p w:rsidR="00F2417F" w:rsidRPr="002B0876" w:rsidRDefault="00F2417F" w:rsidP="00DF7234">
            <w:pPr>
              <w:ind w:left="-6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выполнение:</w:t>
            </w:r>
          </w:p>
          <w:p w:rsidR="005601C4" w:rsidRPr="002B0876" w:rsidRDefault="00F2417F" w:rsidP="00DF7234">
            <w:pPr>
              <w:ind w:left="-6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- капитального </w:t>
            </w:r>
          </w:p>
          <w:p w:rsidR="00F2417F" w:rsidRPr="002B0876" w:rsidRDefault="00F2417F" w:rsidP="00DF7234">
            <w:pPr>
              <w:ind w:left="-6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ремонта      </w:t>
            </w:r>
            <w:r w:rsidR="005F4747">
              <w:rPr>
                <w:rFonts w:ascii="Times New Roman" w:hAnsi="Times New Roman"/>
              </w:rPr>
              <w:t>517,88058</w:t>
            </w:r>
            <w:r w:rsidRPr="002B0876">
              <w:rPr>
                <w:rFonts w:ascii="Times New Roman" w:hAnsi="Times New Roman"/>
              </w:rPr>
              <w:t xml:space="preserve"> км </w:t>
            </w:r>
          </w:p>
          <w:p w:rsidR="00F2417F" w:rsidRDefault="00F2417F" w:rsidP="00DF7234">
            <w:pPr>
              <w:ind w:left="-6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автомобильных дорог общего</w:t>
            </w:r>
          </w:p>
          <w:p w:rsidR="00F2417F" w:rsidRPr="002B0876" w:rsidRDefault="00F2417F" w:rsidP="00F2417F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пользования регионального или </w:t>
            </w:r>
            <w:proofErr w:type="spellStart"/>
            <w:proofErr w:type="gramStart"/>
            <w:r w:rsidRPr="002B0876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2B0876">
              <w:rPr>
                <w:rFonts w:ascii="Times New Roman" w:hAnsi="Times New Roman"/>
              </w:rPr>
              <w:t xml:space="preserve"> значения и </w:t>
            </w:r>
          </w:p>
          <w:p w:rsidR="00F2417F" w:rsidRPr="002B0876" w:rsidRDefault="00F2417F" w:rsidP="00DA77C9">
            <w:pPr>
              <w:spacing w:line="226" w:lineRule="auto"/>
              <w:ind w:left="-6" w:right="-108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470,96</w:t>
            </w:r>
            <w:r w:rsidRPr="002B0876">
              <w:rPr>
                <w:rFonts w:ascii="Times New Roman" w:hAnsi="Times New Roman"/>
              </w:rPr>
              <w:t xml:space="preserve"> погонных метров искусственных</w:t>
            </w:r>
          </w:p>
          <w:p w:rsidR="00F2417F" w:rsidRPr="002B0876" w:rsidRDefault="00F2417F" w:rsidP="00F2417F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сооружений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</w:p>
          <w:p w:rsidR="00F2417F" w:rsidRPr="002B0876" w:rsidRDefault="00F2417F" w:rsidP="00F2417F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них; </w:t>
            </w:r>
          </w:p>
          <w:p w:rsidR="005601C4" w:rsidRPr="002B0876" w:rsidRDefault="005601C4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  <w:spacing w:val="-2"/>
              </w:rPr>
              <w:t xml:space="preserve">- ремонта </w:t>
            </w:r>
            <w:r w:rsidRPr="002B0876">
              <w:rPr>
                <w:rFonts w:ascii="Times New Roman" w:hAnsi="Times New Roman"/>
                <w:spacing w:val="-2"/>
              </w:rPr>
              <w:br/>
            </w:r>
            <w:r w:rsidR="00A31915">
              <w:rPr>
                <w:rFonts w:ascii="Times New Roman" w:hAnsi="Times New Roman"/>
                <w:spacing w:val="-2"/>
              </w:rPr>
              <w:t>1110,056</w:t>
            </w:r>
            <w:r w:rsidRPr="002B0876">
              <w:rPr>
                <w:rFonts w:ascii="Times New Roman" w:hAnsi="Times New Roman"/>
                <w:spacing w:val="-2"/>
              </w:rPr>
              <w:t xml:space="preserve"> км</w:t>
            </w:r>
            <w:r w:rsidRPr="002B0876">
              <w:rPr>
                <w:rFonts w:ascii="Times New Roman" w:hAnsi="Times New Roman"/>
              </w:rPr>
              <w:t xml:space="preserve"> автомобильных</w:t>
            </w:r>
          </w:p>
          <w:p w:rsidR="005601C4" w:rsidRPr="002B0876" w:rsidRDefault="005601C4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дорог общего пользования регионального или</w:t>
            </w:r>
          </w:p>
          <w:p w:rsidR="005601C4" w:rsidRPr="002B0876" w:rsidRDefault="005601C4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proofErr w:type="gramStart"/>
            <w:r w:rsidRPr="002B0876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2B0876">
              <w:rPr>
                <w:rFonts w:ascii="Times New Roman" w:hAnsi="Times New Roman"/>
              </w:rPr>
              <w:t xml:space="preserve"> значения и</w:t>
            </w:r>
          </w:p>
          <w:p w:rsidR="005601C4" w:rsidRPr="002B0876" w:rsidRDefault="00E77421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3961,99</w:t>
            </w:r>
            <w:r w:rsidR="005601C4" w:rsidRPr="002B0876">
              <w:rPr>
                <w:rFonts w:ascii="Times New Roman" w:hAnsi="Times New Roman"/>
              </w:rPr>
              <w:t xml:space="preserve"> погонных</w:t>
            </w:r>
          </w:p>
          <w:p w:rsidR="005601C4" w:rsidRPr="002B0876" w:rsidRDefault="005601C4" w:rsidP="005601C4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метров искусственных сооружений на них</w:t>
            </w:r>
          </w:p>
        </w:tc>
      </w:tr>
      <w:tr w:rsidR="00991D48" w:rsidRPr="002B0876" w:rsidTr="00991D48">
        <w:trPr>
          <w:cantSplit/>
          <w:trHeight w:val="132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464920" w:rsidRDefault="00464920" w:rsidP="00C35E95">
            <w:pPr>
              <w:rPr>
                <w:rFonts w:ascii="Times New Roman" w:hAnsi="Times New Roman"/>
              </w:rPr>
            </w:pPr>
          </w:p>
          <w:p w:rsidR="00417D9C" w:rsidRDefault="00417D9C" w:rsidP="00C35E95">
            <w:pPr>
              <w:rPr>
                <w:rFonts w:ascii="Times New Roman" w:hAnsi="Times New Roman"/>
              </w:rPr>
            </w:pPr>
          </w:p>
          <w:p w:rsidR="00417D9C" w:rsidRDefault="00417D9C" w:rsidP="00C35E95">
            <w:pPr>
              <w:rPr>
                <w:rFonts w:ascii="Times New Roman" w:hAnsi="Times New Roman"/>
              </w:rPr>
            </w:pPr>
          </w:p>
          <w:p w:rsidR="00417D9C" w:rsidRPr="002B0876" w:rsidRDefault="00417D9C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8547474,15</w:t>
            </w:r>
            <w:r w:rsidR="00A61CB8" w:rsidRPr="002B087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311900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547009,151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293365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3165300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85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F2417F" w:rsidRPr="002B0876" w:rsidRDefault="00F2417F" w:rsidP="00F2417F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417D9C">
            <w:pPr>
              <w:spacing w:line="226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Default="00F2417F" w:rsidP="00C35E95">
            <w:pPr>
              <w:rPr>
                <w:rFonts w:ascii="Times New Roman" w:hAnsi="Times New Roman"/>
              </w:rPr>
            </w:pPr>
          </w:p>
          <w:p w:rsidR="00417D9C" w:rsidRPr="002B0876" w:rsidRDefault="00417D9C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3E3F82" w:rsidP="00A61CB8">
            <w:pPr>
              <w:spacing w:line="226" w:lineRule="auto"/>
              <w:ind w:left="113" w:right="113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10188093,86377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5601C4">
            <w:pPr>
              <w:spacing w:line="226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5601C4">
            <w:pPr>
              <w:spacing w:line="226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1089677,41423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5601C4">
            <w:pPr>
              <w:spacing w:line="226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3E3F82" w:rsidP="00AD5A54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A61CB8" w:rsidP="00A61CB8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5601C4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</w:t>
            </w:r>
            <w:r w:rsidR="005601C4" w:rsidRPr="002B0876">
              <w:rPr>
                <w:rFonts w:ascii="Times New Roman" w:hAnsi="Times New Roman"/>
              </w:rPr>
              <w:t>789453</w:t>
            </w:r>
            <w:r w:rsidRPr="002B0876">
              <w:rPr>
                <w:rFonts w:ascii="Times New Roman" w:hAnsi="Times New Roman"/>
              </w:rPr>
              <w:t>,10342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5601C4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5601C4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5601C4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854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3E3F82" w:rsidP="005601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10188093,86377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5601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5601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1089677,41423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5601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3E3F82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A61CB8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1789453,10342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2B0876" w:rsidRDefault="005601C4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85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2.1.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Капитальный ремонт  и ремонт </w:t>
            </w: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F2417F" w:rsidRPr="002B0876" w:rsidRDefault="00F2417F" w:rsidP="00F2417F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регионального или межмуниципального значения и </w:t>
            </w:r>
            <w:proofErr w:type="gramStart"/>
            <w:r w:rsidRPr="002B0876">
              <w:rPr>
                <w:rFonts w:ascii="Times New Roman" w:hAnsi="Times New Roman"/>
              </w:rPr>
              <w:t>искусственных</w:t>
            </w:r>
            <w:proofErr w:type="gramEnd"/>
          </w:p>
          <w:p w:rsidR="00F2417F" w:rsidRPr="002B0876" w:rsidRDefault="00F2417F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сооружений на них,  в том числе уникальных искусственных сооружений</w:t>
            </w:r>
            <w:r w:rsidR="005601C4" w:rsidRPr="002B0876">
              <w:rPr>
                <w:rFonts w:ascii="Times New Roman" w:hAnsi="Times New Roman"/>
                <w:vertAlign w:val="superscript"/>
              </w:rPr>
              <w:t>3</w:t>
            </w:r>
            <w:r w:rsidRPr="002B0876">
              <w:rPr>
                <w:rFonts w:ascii="Times New Roman" w:hAnsi="Times New Roman"/>
              </w:rPr>
              <w:t xml:space="preserve">        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2417F" w:rsidRPr="002B0876" w:rsidRDefault="00F2417F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F2417F" w:rsidRPr="002B0876" w:rsidRDefault="00F2417F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7E3AEC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       в том числе:</w:t>
            </w:r>
          </w:p>
          <w:p w:rsidR="00F2417F" w:rsidRPr="002B0876" w:rsidRDefault="00F2417F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3951802,86536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1468392,0816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1636686,56523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846724,21853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190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7E3AE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5601C4" w:rsidRDefault="005601C4" w:rsidP="007E3AEC">
            <w:pPr>
              <w:rPr>
                <w:rFonts w:ascii="Times New Roman" w:hAnsi="Times New Roman"/>
              </w:rPr>
            </w:pP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1152274,151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311900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547009,151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293365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854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2799528,71436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1089677,41423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31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F2417F" w:rsidRPr="002B0876" w:rsidRDefault="00F2417F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DA77C9" w:rsidRPr="002B0876" w:rsidRDefault="00DA77C9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2799528,71436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1089677,41423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85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Default="00F2417F" w:rsidP="00417D9C">
            <w:pPr>
              <w:ind w:right="-108"/>
              <w:rPr>
                <w:rFonts w:ascii="Times New Roman" w:hAnsi="Times New Roman"/>
                <w:bCs/>
              </w:rPr>
            </w:pPr>
            <w:r w:rsidRPr="002B0876">
              <w:rPr>
                <w:rFonts w:ascii="Times New Roman" w:hAnsi="Times New Roman"/>
                <w:bCs/>
              </w:rPr>
              <w:t>из них: выполненные и не оплаченные работы в 2015 году</w:t>
            </w:r>
          </w:p>
          <w:p w:rsidR="00417D9C" w:rsidRPr="00417D9C" w:rsidRDefault="00417D9C" w:rsidP="00C35E9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F2417F" w:rsidRDefault="00F2417F" w:rsidP="00C35E95">
            <w:pPr>
              <w:rPr>
                <w:rFonts w:ascii="Times New Roman" w:hAnsi="Times New Roman"/>
              </w:rPr>
            </w:pPr>
          </w:p>
          <w:p w:rsidR="00DA77C9" w:rsidRPr="002B0876" w:rsidRDefault="00DA77C9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60251,65135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60251,65135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85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F2417F" w:rsidRPr="002B0876" w:rsidRDefault="00F2417F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       в том числе:</w:t>
            </w:r>
          </w:p>
          <w:p w:rsidR="00F2417F" w:rsidRPr="002B0876" w:rsidRDefault="00F2417F" w:rsidP="00F2417F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2377DA" w:rsidP="0028334B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14783765,14941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2377DA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A61CB8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5601C4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1789453</w:t>
            </w:r>
            <w:r w:rsidR="00F2417F" w:rsidRPr="002B0876">
              <w:rPr>
                <w:rFonts w:ascii="Times New Roman" w:hAnsi="Times New Roman"/>
              </w:rPr>
              <w:t>,10342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4801667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5186267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2316367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180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7395200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3165300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3549900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680000 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693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F2417F" w:rsidRPr="002B0876" w:rsidRDefault="00F2417F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F2417F" w:rsidRPr="002B0876" w:rsidRDefault="00F2417F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F2417F" w:rsidRPr="002B0876" w:rsidRDefault="00F2417F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F2417F" w:rsidRPr="002B0876" w:rsidRDefault="00F2417F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2377DA" w:rsidP="00AD5A5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7388565,14941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2B0876" w:rsidRDefault="002377DA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A61CB8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</w:t>
            </w:r>
            <w:r w:rsidR="005601C4" w:rsidRPr="002B0876">
              <w:rPr>
                <w:rFonts w:ascii="Times New Roman" w:hAnsi="Times New Roman"/>
              </w:rPr>
              <w:t>789453</w:t>
            </w:r>
            <w:r w:rsidRPr="002B0876">
              <w:rPr>
                <w:rFonts w:ascii="Times New Roman" w:hAnsi="Times New Roman"/>
              </w:rPr>
              <w:t>,10342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2B0876" w:rsidRDefault="00F2417F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2417F" w:rsidRPr="002B0876" w:rsidRDefault="00F2417F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8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  <w:p w:rsidR="005601C4" w:rsidRPr="002B0876" w:rsidRDefault="005601C4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2377DA" w:rsidP="00D11B91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7388565,14941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11B91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11B91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11B91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2377DA" w:rsidP="00D11B91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A61CB8" w:rsidP="00D11B91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62250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11B91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1789453,10342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11B91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11B91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11B91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1636367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2B0876" w:rsidRDefault="005601C4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8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3.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5601C4">
            <w:pPr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</w:rPr>
              <w:t>Задача 3. П</w:t>
            </w:r>
            <w:r w:rsidRPr="002B0876">
              <w:rPr>
                <w:rFonts w:ascii="Times New Roman" w:hAnsi="Times New Roman"/>
                <w:bCs/>
                <w:color w:val="000000"/>
              </w:rPr>
              <w:t>рирост протяженности автомобильных дорог общего пользования регионального или</w:t>
            </w:r>
          </w:p>
          <w:p w:rsidR="005601C4" w:rsidRPr="002B0876" w:rsidRDefault="00417D9C" w:rsidP="00DA77C9">
            <w:pPr>
              <w:ind w:right="-108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</w:t>
            </w:r>
            <w:r w:rsidR="005601C4" w:rsidRPr="002B0876">
              <w:rPr>
                <w:rFonts w:ascii="Times New Roman" w:hAnsi="Times New Roman"/>
                <w:bCs/>
                <w:color w:val="000000"/>
              </w:rPr>
              <w:t xml:space="preserve">ежмуниципального значения за счет строительства </w:t>
            </w:r>
          </w:p>
          <w:p w:rsidR="005601C4" w:rsidRPr="002B0876" w:rsidRDefault="005601C4" w:rsidP="005601C4">
            <w:pPr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>новых</w:t>
            </w:r>
          </w:p>
          <w:p w:rsidR="005601C4" w:rsidRPr="002B0876" w:rsidRDefault="005601C4" w:rsidP="005601C4">
            <w:pPr>
              <w:ind w:right="-36"/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 xml:space="preserve">и реконструкции </w:t>
            </w:r>
          </w:p>
          <w:p w:rsidR="005601C4" w:rsidRPr="002B0876" w:rsidRDefault="005601C4" w:rsidP="00C35E95">
            <w:pPr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>существующих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5601C4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  <w:p w:rsidR="005601C4" w:rsidRPr="002B0876" w:rsidRDefault="005601C4" w:rsidP="00F2417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AD5A54" w:rsidP="00D11B91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5302782,39496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11B91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346003,2972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11B91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325810,58083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11B91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380875,73387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AD5A54" w:rsidP="00D11B91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320386,27206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11B91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11B91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800000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1585706,511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604000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2B0876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обеспечение протяженности сети автомобильных дорог общего пользования регионального или </w:t>
            </w:r>
            <w:proofErr w:type="spellStart"/>
            <w:r w:rsidRPr="002B0876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2B0876">
              <w:rPr>
                <w:rFonts w:ascii="Times New Roman" w:hAnsi="Times New Roman"/>
              </w:rPr>
              <w:t xml:space="preserve"> значения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</w:p>
          <w:p w:rsidR="005601C4" w:rsidRPr="002B0876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территории Рязанской области                     </w:t>
            </w:r>
          </w:p>
          <w:p w:rsidR="005601C4" w:rsidRPr="002B0876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6626,8 км;</w:t>
            </w:r>
          </w:p>
          <w:p w:rsidR="005601C4" w:rsidRPr="002B0876" w:rsidRDefault="00417D9C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введение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</w:tc>
      </w:tr>
      <w:tr w:rsidR="00991D48" w:rsidRPr="002B0876" w:rsidTr="00991D48">
        <w:trPr>
          <w:cantSplit/>
          <w:trHeight w:val="156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</w:tcPr>
          <w:p w:rsidR="005601C4" w:rsidRPr="002B0876" w:rsidRDefault="005601C4" w:rsidP="00D12AC1">
            <w:pPr>
              <w:rPr>
                <w:rFonts w:ascii="Times New Roman" w:hAnsi="Times New Roman"/>
                <w:bCs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>автомобильных</w:t>
            </w:r>
          </w:p>
          <w:p w:rsidR="005601C4" w:rsidRPr="002B0876" w:rsidRDefault="005601C4" w:rsidP="00D12AC1">
            <w:pPr>
              <w:ind w:right="-36"/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 xml:space="preserve">дорог общего пользования </w:t>
            </w:r>
          </w:p>
          <w:p w:rsidR="005601C4" w:rsidRPr="002B0876" w:rsidRDefault="005601C4" w:rsidP="00D12AC1">
            <w:pPr>
              <w:ind w:right="-36"/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 xml:space="preserve">регионального или межмуниципального значения и искусственных сооружений на них, </w:t>
            </w:r>
          </w:p>
          <w:p w:rsidR="005601C4" w:rsidRPr="002B0876" w:rsidRDefault="005601C4" w:rsidP="00D12AC1">
            <w:pPr>
              <w:rPr>
                <w:rFonts w:ascii="Times New Roman" w:hAnsi="Times New Roman"/>
                <w:bCs/>
              </w:rPr>
            </w:pPr>
            <w:r w:rsidRPr="002B0876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  <w:p w:rsidR="005601C4" w:rsidRPr="002B0876" w:rsidRDefault="005601C4" w:rsidP="00F579F0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  <w:p w:rsidR="005601C4" w:rsidRPr="002B0876" w:rsidRDefault="005601C4" w:rsidP="000E71B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5601C4" w:rsidRPr="002B0876" w:rsidRDefault="005601C4" w:rsidP="00893778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5601C4" w:rsidRPr="002B0876" w:rsidRDefault="005601C4" w:rsidP="0089377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5601C4" w:rsidRPr="002B0876" w:rsidRDefault="005601C4" w:rsidP="00893778">
            <w:pPr>
              <w:rPr>
                <w:rFonts w:ascii="Times New Roman" w:hAnsi="Times New Roman"/>
              </w:rPr>
            </w:pPr>
          </w:p>
          <w:p w:rsidR="005601C4" w:rsidRPr="002B0876" w:rsidRDefault="005601C4" w:rsidP="00893778">
            <w:pPr>
              <w:rPr>
                <w:rFonts w:ascii="Times New Roman" w:hAnsi="Times New Roman"/>
              </w:rPr>
            </w:pPr>
          </w:p>
          <w:p w:rsidR="005601C4" w:rsidRPr="002B0876" w:rsidRDefault="005601C4" w:rsidP="0089377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2377D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1516637,96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119366,5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92962,949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131602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2377D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601C4" w:rsidRPr="002B0876" w:rsidRDefault="005601C4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601C4" w:rsidRPr="002B0876" w:rsidRDefault="005601C4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601C4" w:rsidRPr="002B0876" w:rsidRDefault="005601C4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1020706,511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601C4" w:rsidRPr="002B0876" w:rsidRDefault="005601C4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601C4" w:rsidRPr="002B0876" w:rsidRDefault="005601C4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2B0876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эксплуатацию</w:t>
            </w:r>
          </w:p>
          <w:p w:rsidR="005601C4" w:rsidRPr="002B0876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после</w:t>
            </w:r>
          </w:p>
          <w:p w:rsidR="005601C4" w:rsidRPr="002B0876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строительства и </w:t>
            </w:r>
          </w:p>
          <w:p w:rsidR="005601C4" w:rsidRPr="002B0876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реконструкции автомобильных дорог общего пользования регионального или </w:t>
            </w:r>
            <w:proofErr w:type="spellStart"/>
            <w:proofErr w:type="gramStart"/>
            <w:r w:rsidRPr="002B0876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2B0876">
              <w:rPr>
                <w:rFonts w:ascii="Times New Roman" w:hAnsi="Times New Roman"/>
              </w:rPr>
              <w:t xml:space="preserve"> значения  172,751 км и 3</w:t>
            </w:r>
            <w:r w:rsidR="00716F3E" w:rsidRPr="002B0876">
              <w:rPr>
                <w:rFonts w:ascii="Times New Roman" w:hAnsi="Times New Roman"/>
              </w:rPr>
              <w:t>33</w:t>
            </w:r>
            <w:r w:rsidRPr="002B0876">
              <w:rPr>
                <w:rFonts w:ascii="Times New Roman" w:hAnsi="Times New Roman"/>
              </w:rPr>
              <w:t xml:space="preserve">,73  погонных метров искусственных </w:t>
            </w:r>
          </w:p>
          <w:p w:rsidR="005601C4" w:rsidRPr="002B0876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сооружений на них;</w:t>
            </w:r>
          </w:p>
          <w:p w:rsidR="005601C4" w:rsidRPr="002B0876" w:rsidRDefault="005601C4" w:rsidP="00DA77C9">
            <w:pPr>
              <w:autoSpaceDE w:val="0"/>
              <w:autoSpaceDN w:val="0"/>
              <w:adjustRightInd w:val="0"/>
              <w:spacing w:line="228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введение в эксплуатацию после</w:t>
            </w:r>
          </w:p>
          <w:p w:rsidR="005601C4" w:rsidRPr="002B0876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строительства и </w:t>
            </w:r>
            <w:proofErr w:type="gramStart"/>
            <w:r w:rsidRPr="002B0876">
              <w:rPr>
                <w:rFonts w:ascii="Times New Roman" w:hAnsi="Times New Roman"/>
              </w:rPr>
              <w:t>реконструкции</w:t>
            </w:r>
            <w:proofErr w:type="gramEnd"/>
            <w:r w:rsidRPr="002B0876">
              <w:rPr>
                <w:rFonts w:ascii="Times New Roman" w:hAnsi="Times New Roman"/>
              </w:rPr>
              <w:t xml:space="preserve"> автомобильных дорог общего пользования регионального или </w:t>
            </w:r>
            <w:proofErr w:type="spellStart"/>
            <w:r w:rsidRPr="002B0876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2B0876">
              <w:rPr>
                <w:rFonts w:ascii="Times New Roman" w:hAnsi="Times New Roman"/>
              </w:rPr>
              <w:t xml:space="preserve"> значения,  исходя из расчетной протяженности введенных  искусственных сооружений</w:t>
            </w:r>
          </w:p>
          <w:p w:rsidR="005601C4" w:rsidRPr="002B0876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(мостов, мостовых переходов, путепроводов, транспортных развязок), 0,32 км;</w:t>
            </w:r>
          </w:p>
          <w:p w:rsidR="005601C4" w:rsidRPr="002B0876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обеспечение прироста протяженности</w:t>
            </w:r>
          </w:p>
          <w:p w:rsidR="005601C4" w:rsidRPr="002B0876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сети автомобильных дорог общего</w:t>
            </w:r>
          </w:p>
          <w:p w:rsidR="005601C4" w:rsidRPr="002B0876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пользования регионального или </w:t>
            </w:r>
            <w:proofErr w:type="spellStart"/>
            <w:proofErr w:type="gramStart"/>
            <w:r w:rsidRPr="002B0876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2B0876">
              <w:rPr>
                <w:rFonts w:ascii="Times New Roman" w:hAnsi="Times New Roman"/>
              </w:rPr>
              <w:t xml:space="preserve"> значения на территории Рязанской области</w:t>
            </w:r>
          </w:p>
          <w:p w:rsidR="005601C4" w:rsidRPr="002B0876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в результате строительства </w:t>
            </w:r>
          </w:p>
          <w:p w:rsidR="005601C4" w:rsidRPr="002B0876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новых </w:t>
            </w:r>
            <w:proofErr w:type="spellStart"/>
            <w:proofErr w:type="gramStart"/>
            <w:r w:rsidRPr="002B0876">
              <w:rPr>
                <w:rFonts w:ascii="Times New Roman" w:hAnsi="Times New Roman"/>
              </w:rPr>
              <w:t>автомо-бильных</w:t>
            </w:r>
            <w:proofErr w:type="spellEnd"/>
            <w:proofErr w:type="gramEnd"/>
            <w:r w:rsidRPr="002B0876">
              <w:rPr>
                <w:rFonts w:ascii="Times New Roman" w:hAnsi="Times New Roman"/>
              </w:rPr>
              <w:t xml:space="preserve"> дорог на 75,549 км  и  23</w:t>
            </w:r>
            <w:r w:rsidR="00716F3E" w:rsidRPr="002B0876">
              <w:rPr>
                <w:rFonts w:ascii="Times New Roman" w:hAnsi="Times New Roman"/>
              </w:rPr>
              <w:t>9</w:t>
            </w:r>
            <w:r w:rsidRPr="002B0876">
              <w:rPr>
                <w:rFonts w:ascii="Times New Roman" w:hAnsi="Times New Roman"/>
              </w:rPr>
              <w:t>,55 погонных метров искусственных</w:t>
            </w:r>
          </w:p>
          <w:p w:rsidR="005601C4" w:rsidRPr="002B0876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сооружений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</w:p>
          <w:p w:rsidR="005601C4" w:rsidRPr="002B0876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них; </w:t>
            </w:r>
          </w:p>
          <w:p w:rsidR="005601C4" w:rsidRPr="002B0876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обеспечение</w:t>
            </w:r>
          </w:p>
          <w:p w:rsidR="005601C4" w:rsidRPr="002B0876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прироста протяженности автомобильных дорог общего пользования регионального или </w:t>
            </w:r>
            <w:proofErr w:type="spellStart"/>
            <w:r w:rsidRPr="002B0876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2B0876">
              <w:rPr>
                <w:rFonts w:ascii="Times New Roman" w:hAnsi="Times New Roman"/>
              </w:rPr>
              <w:t xml:space="preserve"> значения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</w:p>
          <w:p w:rsidR="005601C4" w:rsidRPr="002B0876" w:rsidRDefault="005601C4" w:rsidP="00DA77C9">
            <w:pPr>
              <w:tabs>
                <w:tab w:val="left" w:pos="709"/>
              </w:tabs>
              <w:spacing w:line="228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территории Рязанской</w:t>
            </w:r>
            <w:r w:rsidR="00DA77C9">
              <w:rPr>
                <w:rFonts w:ascii="Times New Roman" w:hAnsi="Times New Roman"/>
              </w:rPr>
              <w:t xml:space="preserve"> области, </w:t>
            </w:r>
          </w:p>
          <w:p w:rsidR="005601C4" w:rsidRPr="002B0876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соответствующих</w:t>
            </w:r>
          </w:p>
          <w:p w:rsidR="005601C4" w:rsidRPr="002B0876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нормативным требованиям </w:t>
            </w:r>
            <w:proofErr w:type="gramStart"/>
            <w:r w:rsidRPr="002B0876">
              <w:rPr>
                <w:rFonts w:ascii="Times New Roman" w:hAnsi="Times New Roman"/>
              </w:rPr>
              <w:t>к</w:t>
            </w:r>
            <w:proofErr w:type="gramEnd"/>
            <w:r w:rsidRPr="002B0876">
              <w:rPr>
                <w:rFonts w:ascii="Times New Roman" w:hAnsi="Times New Roman"/>
              </w:rPr>
              <w:t xml:space="preserve"> транспортно-</w:t>
            </w:r>
          </w:p>
          <w:p w:rsidR="005601C4" w:rsidRPr="002B0876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  <w:spacing w:val="-2"/>
              </w:rPr>
            </w:pPr>
            <w:r w:rsidRPr="002B0876">
              <w:rPr>
                <w:rFonts w:ascii="Times New Roman" w:hAnsi="Times New Roman"/>
                <w:spacing w:val="-2"/>
              </w:rPr>
              <w:t>эксплуатационным</w:t>
            </w:r>
          </w:p>
          <w:p w:rsidR="005601C4" w:rsidRPr="002B0876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показателям в результате реконструкции </w:t>
            </w:r>
          </w:p>
          <w:p w:rsidR="005601C4" w:rsidRPr="002B0876" w:rsidRDefault="005601C4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автомобильных дорог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  <w:p w:rsidR="005601C4" w:rsidRPr="002B0876" w:rsidRDefault="005601C4" w:rsidP="00417D9C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95,929  км и </w:t>
            </w:r>
          </w:p>
          <w:p w:rsidR="005601C4" w:rsidRPr="002B0876" w:rsidRDefault="005601C4" w:rsidP="00417D9C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94,18 погонных метров искусственных сооружений</w:t>
            </w:r>
          </w:p>
          <w:p w:rsidR="005601C4" w:rsidRPr="002B0876" w:rsidRDefault="005601C4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на них</w:t>
            </w: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856AA" w:rsidRPr="002B0876" w:rsidRDefault="002856AA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856AA" w:rsidRPr="002B0876" w:rsidRDefault="002856AA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856AA" w:rsidRPr="002B0876" w:rsidRDefault="002856AA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2856AA" w:rsidRPr="002B0876" w:rsidRDefault="002856AA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6AA" w:rsidRPr="002B0876" w:rsidRDefault="002856AA" w:rsidP="0089377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2856AA" w:rsidRPr="002B0876" w:rsidRDefault="002856AA" w:rsidP="0089377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2856AA" w:rsidRPr="002B0876" w:rsidRDefault="002856AA" w:rsidP="00893778">
            <w:pPr>
              <w:rPr>
                <w:rFonts w:ascii="Times New Roman" w:hAnsi="Times New Roman"/>
              </w:rPr>
            </w:pPr>
          </w:p>
          <w:p w:rsidR="002856AA" w:rsidRPr="002B0876" w:rsidRDefault="002856AA" w:rsidP="00893778">
            <w:pPr>
              <w:rPr>
                <w:rFonts w:ascii="Times New Roman" w:hAnsi="Times New Roman"/>
              </w:rPr>
            </w:pPr>
          </w:p>
          <w:p w:rsidR="002856AA" w:rsidRPr="002B0876" w:rsidRDefault="002856AA" w:rsidP="00893778">
            <w:pPr>
              <w:rPr>
                <w:rFonts w:ascii="Times New Roman" w:hAnsi="Times New Roman"/>
              </w:rPr>
            </w:pPr>
          </w:p>
          <w:p w:rsidR="002856AA" w:rsidRPr="002B0876" w:rsidRDefault="002856AA" w:rsidP="0089377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377D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3786144,43496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232847,63183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377D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2856AA" w:rsidP="0089377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2856AA" w:rsidP="00893778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800000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2856AA" w:rsidP="00893778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565000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604000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6AA" w:rsidRPr="002B0876" w:rsidRDefault="002856AA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856AA" w:rsidRPr="002B0876" w:rsidRDefault="002856AA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856AA" w:rsidRPr="002B0876" w:rsidRDefault="002856AA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856AA" w:rsidRPr="002B0876" w:rsidRDefault="002856AA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2856AA" w:rsidRPr="002B0876" w:rsidRDefault="002856AA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6AA" w:rsidRPr="002B0876" w:rsidRDefault="002856AA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2856AA" w:rsidRPr="002B0876" w:rsidRDefault="002856AA" w:rsidP="00893778">
            <w:pPr>
              <w:rPr>
                <w:rFonts w:ascii="Times New Roman" w:hAnsi="Times New Roman"/>
              </w:rPr>
            </w:pPr>
          </w:p>
          <w:p w:rsidR="002856AA" w:rsidRPr="002B0876" w:rsidRDefault="002856AA" w:rsidP="00893778">
            <w:pPr>
              <w:rPr>
                <w:rFonts w:ascii="Times New Roman" w:hAnsi="Times New Roman"/>
              </w:rPr>
            </w:pPr>
          </w:p>
          <w:p w:rsidR="002856AA" w:rsidRPr="002B0876" w:rsidRDefault="002856AA" w:rsidP="0089377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377D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3786144,43496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232847,63183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856AA" w:rsidRPr="002B0876" w:rsidRDefault="002377D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2856AA" w:rsidP="0089377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2856AA" w:rsidP="00893778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800000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2856AA" w:rsidP="00893778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565000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856AA" w:rsidRPr="002B0876" w:rsidRDefault="002856AA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604000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6AA" w:rsidRPr="002B0876" w:rsidRDefault="002856AA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08"/>
        </w:trPr>
        <w:tc>
          <w:tcPr>
            <w:tcW w:w="4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3.1.</w:t>
            </w: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2417F">
            <w:pPr>
              <w:ind w:left="-113" w:right="-11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</w:rPr>
              <w:t xml:space="preserve">Строительство и реконструкция автомобильных дорог общего пользования  </w:t>
            </w:r>
            <w:r w:rsidRPr="002B0876">
              <w:rPr>
                <w:rFonts w:ascii="Times New Roman" w:hAnsi="Times New Roman"/>
                <w:bCs/>
                <w:color w:val="000000"/>
              </w:rPr>
              <w:t>регионального или</w:t>
            </w:r>
          </w:p>
          <w:p w:rsidR="005601C4" w:rsidRPr="002B0876" w:rsidRDefault="00417D9C" w:rsidP="00F2417F">
            <w:pPr>
              <w:ind w:right="-1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м</w:t>
            </w:r>
            <w:r w:rsidR="005601C4" w:rsidRPr="002B0876">
              <w:rPr>
                <w:rFonts w:ascii="Times New Roman" w:hAnsi="Times New Roman"/>
                <w:bCs/>
                <w:color w:val="000000"/>
              </w:rPr>
              <w:t xml:space="preserve">ежмуниципального </w:t>
            </w:r>
            <w:r w:rsidR="005601C4" w:rsidRPr="002B0876">
              <w:rPr>
                <w:rFonts w:ascii="Times New Roman" w:hAnsi="Times New Roman"/>
              </w:rPr>
              <w:t xml:space="preserve">значения и искусственных сооружений </w:t>
            </w:r>
            <w:proofErr w:type="gramStart"/>
            <w:r w:rsidR="005601C4" w:rsidRPr="002B0876">
              <w:rPr>
                <w:rFonts w:ascii="Times New Roman" w:hAnsi="Times New Roman"/>
              </w:rPr>
              <w:t>на</w:t>
            </w:r>
            <w:proofErr w:type="gramEnd"/>
            <w:r w:rsidR="005601C4" w:rsidRPr="002B0876">
              <w:rPr>
                <w:rFonts w:ascii="Times New Roman" w:hAnsi="Times New Roman"/>
              </w:rPr>
              <w:t xml:space="preserve"> </w:t>
            </w:r>
          </w:p>
          <w:p w:rsidR="005601C4" w:rsidRPr="005F4747" w:rsidRDefault="005601C4" w:rsidP="00417D9C">
            <w:pPr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</w:rPr>
              <w:t>них</w:t>
            </w:r>
            <w:proofErr w:type="gramStart"/>
            <w:r w:rsidRPr="002B0876">
              <w:rPr>
                <w:rFonts w:ascii="Times New Roman" w:hAnsi="Times New Roman"/>
                <w:vertAlign w:val="superscript"/>
              </w:rPr>
              <w:t>4</w:t>
            </w:r>
            <w:proofErr w:type="gramEnd"/>
            <w:r w:rsidR="005F4747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601C4" w:rsidRPr="002B0876" w:rsidRDefault="005601C4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5601C4" w:rsidRPr="002B0876" w:rsidRDefault="005601C4" w:rsidP="00DA77C9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7E3AEC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  <w:p w:rsidR="005601C4" w:rsidRPr="002B0876" w:rsidRDefault="005601C4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1056256,20224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346003,2972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325810,58083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380875,73387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7E3AE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343931,449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119366,5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92962,949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131602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A77C9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712324,75324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A77C9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A77C9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232847,63183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A77C9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DA77C9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A77C9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A77C9">
            <w:pPr>
              <w:ind w:left="113" w:right="113" w:hanging="109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A77C9">
            <w:pPr>
              <w:ind w:left="113" w:right="113" w:hanging="109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A77C9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DA77C9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601C4" w:rsidRPr="002B0876" w:rsidRDefault="005601C4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2B0876" w:rsidRDefault="005601C4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712324,75324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232847,63183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2B0876" w:rsidRDefault="005601C4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2B0876" w:rsidRDefault="005601C4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D87800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из них: </w:t>
            </w:r>
            <w:r w:rsidRPr="002B0876">
              <w:rPr>
                <w:rFonts w:ascii="Times New Roman" w:hAnsi="Times New Roman"/>
                <w:bCs/>
              </w:rPr>
              <w:t>выполненные и не оплаченные работы в 2015 году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E7ECB" w:rsidRPr="002B0876" w:rsidRDefault="00DE7ECB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11582,73542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11582,73542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E7ECB" w:rsidRPr="002B0876" w:rsidRDefault="00DE7ECB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DE7ECB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  <w:p w:rsidR="00DE7ECB" w:rsidRPr="002B0876" w:rsidRDefault="00DE7ECB" w:rsidP="007E3AEC">
            <w:pPr>
              <w:ind w:right="-108"/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ind w:right="-108"/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ind w:right="-108"/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ind w:right="-108"/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AD5A54" w:rsidP="0042530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4246526,19272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42530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42530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42530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AD5A54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</w:t>
            </w:r>
            <w:r w:rsidR="00AD5A54" w:rsidRPr="002B0876">
              <w:rPr>
                <w:rFonts w:ascii="Times New Roman" w:hAnsi="Times New Roman"/>
              </w:rPr>
              <w:t>16819,68172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42530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42530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800000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42530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1585706,511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42530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42530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604000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E7ECB" w:rsidRPr="002B0876" w:rsidRDefault="00DE7ECB" w:rsidP="00DE7EC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7E3AE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2377DA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1172706,511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315A48" w:rsidRDefault="002377DA" w:rsidP="007E3AEC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152000</w:t>
            </w:r>
            <w:r w:rsidR="00315A4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1020706,511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  <w:p w:rsidR="005601C4" w:rsidRPr="002B0876" w:rsidRDefault="005601C4" w:rsidP="007E3AEC">
            <w:pPr>
              <w:rPr>
                <w:rFonts w:ascii="Times New Roman" w:hAnsi="Times New Roman"/>
              </w:rPr>
            </w:pP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2377DA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3073819,68172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2377DA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800000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565000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604000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DE7ECB" w:rsidRPr="002B0876" w:rsidRDefault="00DE7ECB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E7ECB" w:rsidRPr="002B0876" w:rsidRDefault="00DE7ECB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ECB" w:rsidRPr="002B0876" w:rsidRDefault="00DE7ECB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DE7ECB" w:rsidRPr="002B0876" w:rsidRDefault="00DE7ECB" w:rsidP="007E3AEC">
            <w:pPr>
              <w:rPr>
                <w:rFonts w:ascii="Times New Roman" w:hAnsi="Times New Roman"/>
              </w:rPr>
            </w:pPr>
          </w:p>
          <w:p w:rsidR="005601C4" w:rsidRDefault="005601C4" w:rsidP="007E3AEC">
            <w:pPr>
              <w:rPr>
                <w:rFonts w:ascii="Times New Roman" w:hAnsi="Times New Roman"/>
              </w:rPr>
            </w:pP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AD5A54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3225819,68172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DE7ECB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E7ECB" w:rsidRPr="002B0876" w:rsidRDefault="00AD5A54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316819,68172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5601C4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800000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5601C4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565000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E7ECB" w:rsidRPr="002B0876" w:rsidRDefault="00DE7ECB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604000</w:t>
            </w: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DE7ECB" w:rsidRPr="002B0876" w:rsidRDefault="00DE7ECB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F4747" w:rsidRPr="002B0876" w:rsidRDefault="005F4747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  <w:spacing w:val="-20"/>
              </w:rPr>
              <w:t>3.1.1.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F4747" w:rsidRPr="002B0876" w:rsidRDefault="005F4747" w:rsidP="005F4747">
            <w:pPr>
              <w:ind w:right="-1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межбюджетные трансферты, предоставляемые на достижение целевых показателей региональных программ в сфере дорожного хозяйства, предусматривающих осуществление крупных особо важных для социально-экономического развития Российской Федерации проектов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F4747" w:rsidRPr="002B0876" w:rsidRDefault="005F4747" w:rsidP="00DA77C9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5F4747" w:rsidRPr="002B0876" w:rsidRDefault="005F4747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2A565F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  <w:p w:rsidR="005F4747" w:rsidRPr="002B0876" w:rsidRDefault="005F4747" w:rsidP="002A565F">
            <w:pPr>
              <w:ind w:right="-108"/>
              <w:rPr>
                <w:rFonts w:ascii="Times New Roman" w:hAnsi="Times New Roman"/>
              </w:rPr>
            </w:pPr>
          </w:p>
          <w:p w:rsidR="005F4747" w:rsidRDefault="005F4747" w:rsidP="002A565F">
            <w:pPr>
              <w:ind w:right="-108"/>
              <w:rPr>
                <w:rFonts w:ascii="Times New Roman" w:hAnsi="Times New Roman"/>
              </w:rPr>
            </w:pPr>
          </w:p>
          <w:p w:rsidR="005F4747" w:rsidRDefault="005F4747" w:rsidP="002A565F">
            <w:pPr>
              <w:ind w:right="-108"/>
              <w:rPr>
                <w:rFonts w:ascii="Times New Roman" w:hAnsi="Times New Roman"/>
              </w:rPr>
            </w:pPr>
          </w:p>
          <w:p w:rsidR="005F4747" w:rsidRDefault="005F4747" w:rsidP="002A565F">
            <w:pPr>
              <w:ind w:right="-108"/>
              <w:rPr>
                <w:rFonts w:ascii="Times New Roman" w:hAnsi="Times New Roman"/>
              </w:rPr>
            </w:pPr>
          </w:p>
          <w:p w:rsidR="005F4747" w:rsidRDefault="005F4747" w:rsidP="002A565F">
            <w:pPr>
              <w:ind w:right="-108"/>
              <w:rPr>
                <w:rFonts w:ascii="Times New Roman" w:hAnsi="Times New Roman"/>
              </w:rPr>
            </w:pPr>
          </w:p>
          <w:p w:rsidR="005F4747" w:rsidRPr="002B0876" w:rsidRDefault="005F4747" w:rsidP="002A565F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E24EE7" w:rsidRDefault="005F4747" w:rsidP="00417D9C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152000</w:t>
            </w:r>
            <w:r w:rsidR="00E24EE7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E24EE7" w:rsidRDefault="005F4747" w:rsidP="00417D9C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152000</w:t>
            </w:r>
            <w:r w:rsidR="00E24EE7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F4747" w:rsidRPr="002B0876" w:rsidRDefault="005F4747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2A565F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5F4747" w:rsidRPr="002B0876" w:rsidRDefault="005F4747" w:rsidP="002A565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5F4747" w:rsidRPr="002B0876" w:rsidRDefault="005F4747" w:rsidP="002A565F">
            <w:pPr>
              <w:rPr>
                <w:rFonts w:ascii="Times New Roman" w:hAnsi="Times New Roman"/>
              </w:rPr>
            </w:pPr>
          </w:p>
          <w:p w:rsidR="005F4747" w:rsidRPr="002B0876" w:rsidRDefault="005F4747" w:rsidP="002A565F">
            <w:pPr>
              <w:rPr>
                <w:rFonts w:ascii="Times New Roman" w:hAnsi="Times New Roman"/>
              </w:rPr>
            </w:pPr>
          </w:p>
          <w:p w:rsidR="005F4747" w:rsidRPr="002B0876" w:rsidRDefault="005F4747" w:rsidP="002A565F">
            <w:pPr>
              <w:rPr>
                <w:rFonts w:ascii="Times New Roman" w:hAnsi="Times New Roman"/>
              </w:rPr>
            </w:pPr>
          </w:p>
          <w:p w:rsidR="005F4747" w:rsidRPr="002B0876" w:rsidRDefault="005F4747" w:rsidP="002A565F">
            <w:pPr>
              <w:rPr>
                <w:rFonts w:ascii="Times New Roman" w:hAnsi="Times New Roman"/>
              </w:rPr>
            </w:pPr>
          </w:p>
          <w:p w:rsidR="005F4747" w:rsidRPr="002B0876" w:rsidRDefault="005F4747" w:rsidP="002A565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E24EE7" w:rsidRDefault="005F4747" w:rsidP="00DA77C9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152000</w:t>
            </w:r>
            <w:r w:rsidR="00E24EE7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E24EE7" w:rsidRDefault="005F4747" w:rsidP="00DA77C9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152000</w:t>
            </w:r>
            <w:r w:rsidR="00E24EE7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5F4747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24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Default="00417D9C" w:rsidP="00F852D6">
            <w:pPr>
              <w:ind w:left="-113" w:right="-113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Задача 4. Увеличение протяженности автомобильных дорог местного значения,  соответствующих </w:t>
            </w:r>
            <w:proofErr w:type="gramStart"/>
            <w:r w:rsidRPr="002B0876">
              <w:rPr>
                <w:rFonts w:ascii="Times New Roman" w:hAnsi="Times New Roman"/>
              </w:rPr>
              <w:t>нормативным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  <w:p w:rsidR="00417D9C" w:rsidRPr="002B0876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требованиям,</w:t>
            </w:r>
          </w:p>
          <w:p w:rsidR="00417D9C" w:rsidRPr="002B0876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 том числе:</w:t>
            </w:r>
          </w:p>
          <w:p w:rsidR="00417D9C" w:rsidRPr="002B0876" w:rsidRDefault="00417D9C" w:rsidP="005F474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9C" w:rsidRPr="002B0876" w:rsidRDefault="00417D9C" w:rsidP="008B36B8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</w:t>
            </w:r>
            <w:r>
              <w:rPr>
                <w:rFonts w:ascii="Times New Roman" w:hAnsi="Times New Roman"/>
              </w:rPr>
              <w:t>и</w:t>
            </w:r>
          </w:p>
          <w:p w:rsidR="00417D9C" w:rsidRPr="002B0876" w:rsidRDefault="00417D9C" w:rsidP="008B36B8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6341459,89857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1198043,222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1064596,6803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511932,89974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510161,89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997577,06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447177,5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обеспечение протяженности сети автомобильных дорог общего пользования</w:t>
            </w:r>
          </w:p>
          <w:p w:rsidR="00417D9C" w:rsidRPr="002B0876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местного значения </w:t>
            </w:r>
          </w:p>
          <w:p w:rsidR="00417D9C" w:rsidRPr="002B0876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8863,9 км;</w:t>
            </w:r>
          </w:p>
          <w:p w:rsidR="00417D9C" w:rsidRPr="002B0876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введение </w:t>
            </w:r>
            <w:proofErr w:type="gramStart"/>
            <w:r w:rsidRPr="002B0876">
              <w:rPr>
                <w:rFonts w:ascii="Times New Roman" w:hAnsi="Times New Roman"/>
              </w:rPr>
              <w:t>в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  <w:p w:rsidR="00417D9C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эксплуатацию после строительства и реконструкции</w:t>
            </w:r>
          </w:p>
          <w:p w:rsidR="00417D9C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автомобильных</w:t>
            </w:r>
          </w:p>
          <w:p w:rsidR="00417D9C" w:rsidRPr="002B0876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дорог</w:t>
            </w:r>
            <w:r w:rsidRPr="002B08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0876">
              <w:rPr>
                <w:rFonts w:ascii="Times New Roman" w:hAnsi="Times New Roman"/>
              </w:rPr>
              <w:t>общего</w:t>
            </w:r>
          </w:p>
          <w:p w:rsidR="00417D9C" w:rsidRPr="002B0876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пользования</w:t>
            </w:r>
          </w:p>
        </w:tc>
      </w:tr>
      <w:tr w:rsidR="00991D48" w:rsidRPr="002B0876" w:rsidTr="00991D48">
        <w:trPr>
          <w:cantSplit/>
          <w:trHeight w:val="142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417D9C" w:rsidRPr="002B0876" w:rsidRDefault="00417D9C" w:rsidP="00D11B91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D11B91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417D9C" w:rsidRPr="002B0876" w:rsidRDefault="00417D9C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973595,29717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86925,58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193333,41717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168519,8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110164,5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114652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местного значения</w:t>
            </w:r>
          </w:p>
          <w:p w:rsidR="00417D9C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48,54301 км;</w:t>
            </w:r>
          </w:p>
          <w:p w:rsidR="00417D9C" w:rsidRPr="002B0876" w:rsidRDefault="00417D9C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обеспечение прироста</w:t>
            </w:r>
          </w:p>
          <w:p w:rsidR="00417D9C" w:rsidRPr="002B0876" w:rsidRDefault="00417D9C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протяженности сети </w:t>
            </w:r>
            <w:proofErr w:type="gramStart"/>
            <w:r w:rsidRPr="002B0876">
              <w:rPr>
                <w:rFonts w:ascii="Times New Roman" w:hAnsi="Times New Roman"/>
              </w:rPr>
              <w:t>автомобильных</w:t>
            </w:r>
            <w:proofErr w:type="gramEnd"/>
          </w:p>
          <w:p w:rsidR="00417D9C" w:rsidRPr="002B0876" w:rsidRDefault="00417D9C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дорог общего пользования</w:t>
            </w:r>
          </w:p>
          <w:p w:rsidR="00417D9C" w:rsidRPr="002B0876" w:rsidRDefault="00417D9C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местного</w:t>
            </w:r>
          </w:p>
          <w:p w:rsidR="00417D9C" w:rsidRPr="002B0876" w:rsidRDefault="00417D9C" w:rsidP="005601C4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значения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</w:p>
          <w:p w:rsidR="00417D9C" w:rsidRPr="002B0876" w:rsidRDefault="00417D9C" w:rsidP="005601C4">
            <w:pPr>
              <w:jc w:val="both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территории</w:t>
            </w:r>
          </w:p>
          <w:p w:rsidR="00417D9C" w:rsidRPr="002B0876" w:rsidRDefault="00417D9C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Рязанской области   в результате</w:t>
            </w:r>
          </w:p>
          <w:p w:rsidR="00417D9C" w:rsidRPr="002B0876" w:rsidRDefault="00417D9C" w:rsidP="005F4747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строительства </w:t>
            </w:r>
            <w:proofErr w:type="gramStart"/>
            <w:r w:rsidRPr="002B0876">
              <w:rPr>
                <w:rFonts w:ascii="Times New Roman" w:hAnsi="Times New Roman"/>
              </w:rPr>
              <w:t>новых</w:t>
            </w:r>
            <w:proofErr w:type="gramEnd"/>
            <w:r w:rsidRPr="002B0876">
              <w:rPr>
                <w:rFonts w:ascii="Times New Roman" w:hAnsi="Times New Roman"/>
              </w:rPr>
              <w:t xml:space="preserve"> автомобильных</w:t>
            </w:r>
          </w:p>
          <w:p w:rsidR="00417D9C" w:rsidRPr="002B0876" w:rsidRDefault="00417D9C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дорог на                   41,21831 км;</w:t>
            </w:r>
          </w:p>
          <w:p w:rsidR="00417D9C" w:rsidRPr="002B0876" w:rsidRDefault="00417D9C" w:rsidP="00417D9C">
            <w:pPr>
              <w:ind w:right="-108"/>
              <w:rPr>
                <w:rFonts w:ascii="Times New Roman" w:hAnsi="Times New Roman"/>
                <w:color w:val="FF0000"/>
              </w:rPr>
            </w:pPr>
            <w:r w:rsidRPr="002B0876">
              <w:rPr>
                <w:rFonts w:ascii="Times New Roman" w:hAnsi="Times New Roman"/>
              </w:rPr>
              <w:t>обеспечение          3210,7 км</w:t>
            </w:r>
            <w:r w:rsidRPr="002B0876">
              <w:rPr>
                <w:rFonts w:ascii="Times New Roman" w:hAnsi="Times New Roman"/>
                <w:color w:val="FF0000"/>
              </w:rPr>
              <w:t xml:space="preserve"> </w:t>
            </w:r>
          </w:p>
          <w:p w:rsidR="00417D9C" w:rsidRPr="002B0876" w:rsidRDefault="00417D9C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общей протяженности автомобильных дорог общего пользования </w:t>
            </w:r>
          </w:p>
          <w:p w:rsidR="00417D9C" w:rsidRDefault="00417D9C" w:rsidP="00560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местного значения,</w:t>
            </w:r>
          </w:p>
          <w:p w:rsidR="00417D9C" w:rsidRPr="002B0876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2B0876">
              <w:rPr>
                <w:rFonts w:ascii="Times New Roman" w:hAnsi="Times New Roman"/>
              </w:rPr>
              <w:t>соответствующих</w:t>
            </w:r>
            <w:proofErr w:type="gramEnd"/>
            <w:r w:rsidRPr="002B0876">
              <w:rPr>
                <w:rFonts w:ascii="Times New Roman" w:hAnsi="Times New Roman"/>
              </w:rPr>
              <w:t xml:space="preserve"> нормативным требованиям к транспортно-</w:t>
            </w:r>
          </w:p>
          <w:p w:rsidR="00417D9C" w:rsidRPr="002B0876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  <w:spacing w:val="-2"/>
              </w:rPr>
              <w:t>эксплуатационны</w:t>
            </w:r>
            <w:r w:rsidRPr="002B0876">
              <w:rPr>
                <w:rFonts w:ascii="Times New Roman" w:hAnsi="Times New Roman"/>
              </w:rPr>
              <w:t>м показателям на         31 декабря отчетного года;</w:t>
            </w:r>
          </w:p>
          <w:p w:rsidR="00417D9C" w:rsidRPr="002B0876" w:rsidRDefault="00417D9C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ввод в эксплуатацию 36,72555 км после строительства  </w:t>
            </w: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7D9C" w:rsidRPr="002B0876" w:rsidRDefault="00417D9C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417D9C" w:rsidRPr="002B0876" w:rsidRDefault="00417D9C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5367864,6014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1111117,642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871263,26313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343413,09974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399997,39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882925,06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447177,5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206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5367864,6014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1111117,642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871263,26313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343413,09974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399997,39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882925,06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447177,5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F7234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Субсидии муниципальным образованиям на проектирование и строительство (реконструкцию) </w:t>
            </w:r>
            <w:proofErr w:type="gramStart"/>
            <w:r w:rsidRPr="002B0876">
              <w:rPr>
                <w:rFonts w:ascii="Times New Roman" w:hAnsi="Times New Roman"/>
              </w:rPr>
              <w:t>автомобильных</w:t>
            </w:r>
            <w:proofErr w:type="gramEnd"/>
          </w:p>
          <w:p w:rsidR="00417D9C" w:rsidRPr="002B0876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дорог общего пользования местного значения </w:t>
            </w:r>
            <w:proofErr w:type="gramStart"/>
            <w:r w:rsidRPr="002B0876">
              <w:rPr>
                <w:rFonts w:ascii="Times New Roman" w:hAnsi="Times New Roman"/>
              </w:rPr>
              <w:t>с</w:t>
            </w:r>
            <w:proofErr w:type="gramEnd"/>
          </w:p>
          <w:p w:rsidR="00417D9C" w:rsidRPr="002B0876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твердым покрытием</w:t>
            </w:r>
          </w:p>
          <w:p w:rsidR="00417D9C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 сельских</w:t>
            </w:r>
          </w:p>
          <w:p w:rsidR="00417D9C" w:rsidRDefault="00417D9C" w:rsidP="00417D9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населенных пунктов, не имеющих</w:t>
            </w:r>
          </w:p>
          <w:p w:rsidR="00417D9C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круглогодичной</w:t>
            </w:r>
          </w:p>
          <w:p w:rsidR="00417D9C" w:rsidRPr="002B0876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связи с сетью</w:t>
            </w:r>
          </w:p>
          <w:p w:rsidR="00417D9C" w:rsidRPr="002B0876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автомобильных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17D9C" w:rsidRPr="002B0876" w:rsidRDefault="00417D9C" w:rsidP="008B36B8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8B36B8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209164,549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15676,549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192360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5F4747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17D9C" w:rsidRPr="002B0876" w:rsidRDefault="00417D9C" w:rsidP="00D11B91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209164,549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1128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15676,549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192360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Default="00417D9C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(реконструкции) автомобильных дорог общего</w:t>
            </w:r>
          </w:p>
          <w:p w:rsidR="00417D9C" w:rsidRDefault="00417D9C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пользования</w:t>
            </w:r>
          </w:p>
          <w:p w:rsidR="00417D9C" w:rsidRPr="002B0876" w:rsidRDefault="00417D9C" w:rsidP="005C590A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местного значения с твердым покрытием,</w:t>
            </w:r>
          </w:p>
          <w:p w:rsidR="00417D9C" w:rsidRPr="002B0876" w:rsidRDefault="00417D9C" w:rsidP="005C590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ведущих от сети автомобильных </w:t>
            </w:r>
          </w:p>
          <w:p w:rsidR="00417D9C" w:rsidRPr="002B0876" w:rsidRDefault="00417D9C" w:rsidP="005C590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дорог общего пользования      </w:t>
            </w:r>
          </w:p>
          <w:p w:rsidR="00417D9C" w:rsidRPr="002B0876" w:rsidRDefault="00417D9C" w:rsidP="005C590A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к ближайшим общественно</w:t>
            </w:r>
          </w:p>
          <w:p w:rsidR="00417D9C" w:rsidRPr="002B0876" w:rsidRDefault="00417D9C" w:rsidP="005C590A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значимым</w:t>
            </w:r>
          </w:p>
          <w:p w:rsidR="00417D9C" w:rsidRDefault="00417D9C" w:rsidP="00035213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объектам</w:t>
            </w:r>
          </w:p>
          <w:p w:rsidR="00417D9C" w:rsidRPr="002B0876" w:rsidRDefault="00417D9C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сельских    населенных пунктов, а также к объектам производства и</w:t>
            </w:r>
          </w:p>
          <w:p w:rsidR="00417D9C" w:rsidRPr="002B0876" w:rsidRDefault="00417D9C" w:rsidP="00DF7234">
            <w:pPr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переработки </w:t>
            </w:r>
            <w:proofErr w:type="spellStart"/>
            <w:proofErr w:type="gramStart"/>
            <w:r w:rsidRPr="002B0876">
              <w:rPr>
                <w:rFonts w:ascii="Times New Roman" w:hAnsi="Times New Roman"/>
              </w:rPr>
              <w:t>сельскохозяйст</w:t>
            </w:r>
            <w:proofErr w:type="spellEnd"/>
            <w:r w:rsidR="00DF7234">
              <w:rPr>
                <w:rFonts w:ascii="Times New Roman" w:hAnsi="Times New Roman"/>
              </w:rPr>
              <w:t>-</w:t>
            </w:r>
            <w:r w:rsidRPr="002B0876">
              <w:rPr>
                <w:rFonts w:ascii="Times New Roman" w:hAnsi="Times New Roman"/>
              </w:rPr>
              <w:t>венной</w:t>
            </w:r>
            <w:proofErr w:type="gramEnd"/>
            <w:r w:rsidRPr="002B0876">
              <w:rPr>
                <w:rFonts w:ascii="Times New Roman" w:hAnsi="Times New Roman"/>
              </w:rPr>
              <w:t xml:space="preserve"> продукции;</w:t>
            </w:r>
          </w:p>
          <w:p w:rsidR="00417D9C" w:rsidRPr="002B0876" w:rsidRDefault="00417D9C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к концу 2016 года:</w:t>
            </w:r>
          </w:p>
          <w:p w:rsidR="00417D9C" w:rsidRDefault="00417D9C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выполн</w:t>
            </w:r>
            <w:r>
              <w:rPr>
                <w:rFonts w:ascii="Times New Roman" w:hAnsi="Times New Roman"/>
              </w:rPr>
              <w:t>ение неотложных работ</w:t>
            </w:r>
          </w:p>
          <w:p w:rsidR="00417D9C" w:rsidRPr="002B0876" w:rsidRDefault="00417D9C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по ремонту и</w:t>
            </w:r>
          </w:p>
          <w:p w:rsidR="00417D9C" w:rsidRPr="002B0876" w:rsidRDefault="00417D9C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содержанию</w:t>
            </w:r>
          </w:p>
          <w:p w:rsidR="00417D9C" w:rsidRPr="002B0876" w:rsidRDefault="00417D9C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автомобильных </w:t>
            </w:r>
          </w:p>
          <w:p w:rsidR="00417D9C" w:rsidRPr="002B0876" w:rsidRDefault="00417D9C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дорог местного значения г. Рязани</w:t>
            </w:r>
          </w:p>
          <w:p w:rsidR="00417D9C" w:rsidRPr="002B0876" w:rsidRDefault="00417D9C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 целях ликвидации</w:t>
            </w:r>
          </w:p>
          <w:p w:rsidR="00417D9C" w:rsidRPr="002B0876" w:rsidRDefault="00417D9C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дефектов</w:t>
            </w:r>
            <w:r w:rsidR="00DF7234">
              <w:rPr>
                <w:rFonts w:ascii="Times New Roman" w:hAnsi="Times New Roman"/>
              </w:rPr>
              <w:t xml:space="preserve"> </w:t>
            </w:r>
          </w:p>
          <w:p w:rsidR="00417D9C" w:rsidRDefault="00417D9C" w:rsidP="00635A1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дорожного покрытия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  <w:r w:rsidRPr="002B0876">
              <w:rPr>
                <w:rFonts w:ascii="Times New Roman" w:hAnsi="Times New Roman"/>
              </w:rPr>
              <w:t xml:space="preserve">   </w:t>
            </w:r>
          </w:p>
          <w:p w:rsidR="00417D9C" w:rsidRPr="002B0876" w:rsidRDefault="00417D9C" w:rsidP="00635A10">
            <w:pPr>
              <w:rPr>
                <w:rFonts w:ascii="Times New Roman" w:hAnsi="Times New Roman"/>
                <w:spacing w:val="-4"/>
              </w:rPr>
            </w:pPr>
            <w:r w:rsidRPr="002B0876">
              <w:rPr>
                <w:rFonts w:ascii="Times New Roman" w:hAnsi="Times New Roman"/>
                <w:spacing w:val="-4"/>
              </w:rPr>
              <w:t xml:space="preserve">317 869  кв. </w:t>
            </w:r>
            <w:proofErr w:type="gramStart"/>
            <w:r w:rsidRPr="002B0876">
              <w:rPr>
                <w:rFonts w:ascii="Times New Roman" w:hAnsi="Times New Roman"/>
                <w:spacing w:val="-4"/>
              </w:rPr>
              <w:t>метрах</w:t>
            </w:r>
            <w:proofErr w:type="gramEnd"/>
            <w:r w:rsidRPr="002B0876">
              <w:rPr>
                <w:rFonts w:ascii="Times New Roman" w:hAnsi="Times New Roman"/>
                <w:spacing w:val="-4"/>
              </w:rPr>
              <w:t>;</w:t>
            </w:r>
          </w:p>
          <w:p w:rsidR="00417D9C" w:rsidRPr="002B0876" w:rsidRDefault="00417D9C" w:rsidP="00DA77C9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ввод в эксплуатацию после строительства и реконструкции        5 км автомобильных дорог общего пользования местного значения </w:t>
            </w:r>
            <w:r>
              <w:rPr>
                <w:rFonts w:ascii="Times New Roman" w:hAnsi="Times New Roman"/>
              </w:rPr>
              <w:t xml:space="preserve">   </w:t>
            </w:r>
            <w:r w:rsidRPr="002B0876">
              <w:rPr>
                <w:rFonts w:ascii="Times New Roman" w:hAnsi="Times New Roman"/>
              </w:rPr>
              <w:t xml:space="preserve">с твердым покрытием, ведущих от сети автомобильных </w:t>
            </w: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дорог общего </w:t>
            </w:r>
            <w:r w:rsidRPr="002B0876">
              <w:rPr>
                <w:rFonts w:ascii="Times New Roman" w:hAnsi="Times New Roman"/>
              </w:rPr>
              <w:br/>
              <w:t xml:space="preserve">пользования </w:t>
            </w:r>
            <w:proofErr w:type="gramStart"/>
            <w:r w:rsidRPr="002B0876">
              <w:rPr>
                <w:rFonts w:ascii="Times New Roman" w:hAnsi="Times New Roman"/>
              </w:rPr>
              <w:t>к</w:t>
            </w:r>
            <w:proofErr w:type="gramEnd"/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  <w:p w:rsidR="00417D9C" w:rsidRDefault="00417D9C" w:rsidP="00635A10">
            <w:pPr>
              <w:rPr>
                <w:rFonts w:ascii="Times New Roman" w:hAnsi="Times New Roman"/>
              </w:rPr>
            </w:pPr>
          </w:p>
          <w:p w:rsidR="00417D9C" w:rsidRDefault="00417D9C" w:rsidP="00635A10">
            <w:pPr>
              <w:rPr>
                <w:rFonts w:ascii="Times New Roman" w:hAnsi="Times New Roman"/>
              </w:rPr>
            </w:pPr>
          </w:p>
          <w:p w:rsidR="00417D9C" w:rsidRDefault="00417D9C" w:rsidP="00635A10">
            <w:pPr>
              <w:rPr>
                <w:rFonts w:ascii="Times New Roman" w:hAnsi="Times New Roman"/>
              </w:rPr>
            </w:pPr>
          </w:p>
          <w:p w:rsidR="00417D9C" w:rsidRDefault="00417D9C" w:rsidP="00635A10">
            <w:pPr>
              <w:rPr>
                <w:rFonts w:ascii="Times New Roman" w:hAnsi="Times New Roman"/>
              </w:rPr>
            </w:pPr>
          </w:p>
          <w:p w:rsidR="00417D9C" w:rsidRDefault="00417D9C" w:rsidP="00635A10">
            <w:pPr>
              <w:rPr>
                <w:rFonts w:ascii="Times New Roman" w:hAnsi="Times New Roman"/>
              </w:rPr>
            </w:pPr>
          </w:p>
          <w:p w:rsidR="00417D9C" w:rsidRDefault="00417D9C" w:rsidP="00635A10">
            <w:pPr>
              <w:rPr>
                <w:rFonts w:ascii="Times New Roman" w:hAnsi="Times New Roman"/>
              </w:rPr>
            </w:pPr>
          </w:p>
          <w:p w:rsidR="00417D9C" w:rsidRDefault="00417D9C" w:rsidP="00635A10">
            <w:pPr>
              <w:rPr>
                <w:rFonts w:ascii="Times New Roman" w:hAnsi="Times New Roman"/>
              </w:rPr>
            </w:pPr>
          </w:p>
          <w:p w:rsidR="00417D9C" w:rsidRDefault="00417D9C" w:rsidP="00635A10">
            <w:pPr>
              <w:rPr>
                <w:rFonts w:ascii="Times New Roman" w:hAnsi="Times New Roman"/>
              </w:rPr>
            </w:pPr>
          </w:p>
          <w:p w:rsidR="00417D9C" w:rsidRDefault="00417D9C" w:rsidP="00635A10">
            <w:pPr>
              <w:rPr>
                <w:rFonts w:ascii="Times New Roman" w:hAnsi="Times New Roman"/>
              </w:rPr>
            </w:pPr>
          </w:p>
          <w:p w:rsidR="00417D9C" w:rsidRDefault="00417D9C" w:rsidP="00635A10">
            <w:pPr>
              <w:rPr>
                <w:rFonts w:ascii="Times New Roman" w:hAnsi="Times New Roman"/>
              </w:rPr>
            </w:pPr>
          </w:p>
          <w:p w:rsidR="00417D9C" w:rsidRDefault="00417D9C" w:rsidP="00635A10">
            <w:pPr>
              <w:rPr>
                <w:rFonts w:ascii="Times New Roman" w:hAnsi="Times New Roman"/>
              </w:rPr>
            </w:pPr>
          </w:p>
          <w:p w:rsidR="00417D9C" w:rsidRDefault="00417D9C" w:rsidP="00635A10">
            <w:pPr>
              <w:rPr>
                <w:rFonts w:ascii="Times New Roman" w:hAnsi="Times New Roman"/>
              </w:rPr>
            </w:pPr>
          </w:p>
          <w:p w:rsidR="00417D9C" w:rsidRDefault="00417D9C" w:rsidP="00635A10">
            <w:pPr>
              <w:rPr>
                <w:rFonts w:ascii="Times New Roman" w:hAnsi="Times New Roman"/>
              </w:rPr>
            </w:pPr>
          </w:p>
          <w:p w:rsidR="00417D9C" w:rsidRDefault="00417D9C" w:rsidP="00635A10">
            <w:pPr>
              <w:rPr>
                <w:rFonts w:ascii="Times New Roman" w:hAnsi="Times New Roman"/>
              </w:rPr>
            </w:pPr>
          </w:p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29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4.2.</w:t>
            </w: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417D9C" w:rsidRPr="002B0876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5601C4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Субсидии муниципальным образованиям на строительство (реконструкцию),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</w:t>
            </w:r>
          </w:p>
          <w:p w:rsidR="00417D9C" w:rsidRPr="002B0876" w:rsidRDefault="00417D9C" w:rsidP="005601C4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поручений Президента </w:t>
            </w:r>
          </w:p>
          <w:p w:rsidR="00417D9C" w:rsidRPr="002B0876" w:rsidRDefault="00417D9C" w:rsidP="005601C4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Российской</w:t>
            </w:r>
          </w:p>
          <w:p w:rsidR="00417D9C" w:rsidRPr="002B0876" w:rsidRDefault="00417D9C" w:rsidP="005601C4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Федерации,</w:t>
            </w:r>
          </w:p>
          <w:p w:rsidR="00417D9C" w:rsidRPr="002B0876" w:rsidRDefault="00417D9C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Правительства Российской Федерации, Губернатора Рязанской области и Правительства Рязанской области, </w:t>
            </w:r>
            <w:proofErr w:type="gramStart"/>
            <w:r w:rsidRPr="002B0876">
              <w:rPr>
                <w:rFonts w:ascii="Times New Roman" w:hAnsi="Times New Roman"/>
              </w:rPr>
              <w:t>содержащих</w:t>
            </w:r>
            <w:proofErr w:type="gramEnd"/>
            <w:r w:rsidRPr="002B0876">
              <w:rPr>
                <w:rFonts w:ascii="Times New Roman" w:hAnsi="Times New Roman"/>
              </w:rPr>
              <w:t xml:space="preserve"> указание на их</w:t>
            </w:r>
          </w:p>
          <w:p w:rsidR="00417D9C" w:rsidRPr="002B0876" w:rsidRDefault="00417D9C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реализацию</w:t>
            </w:r>
          </w:p>
          <w:p w:rsidR="00417D9C" w:rsidRPr="002B0876" w:rsidRDefault="00417D9C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17D9C" w:rsidRPr="002B0876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Default="00417D9C" w:rsidP="007E3AEC">
            <w:pPr>
              <w:rPr>
                <w:rFonts w:ascii="Times New Roman" w:hAnsi="Times New Roman"/>
              </w:rPr>
            </w:pPr>
          </w:p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417D9C" w:rsidRPr="002B0876" w:rsidRDefault="00417D9C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2943645,82875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821207,64653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1046737,773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779949,59772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50898,3115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81617,5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81617,5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81617,5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258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417D9C" w:rsidRPr="002B0876" w:rsidRDefault="00417D9C" w:rsidP="005601C4">
            <w:pPr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417D9C" w:rsidRPr="002B0876" w:rsidRDefault="00417D9C" w:rsidP="00D11B91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2943645,82875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821207,64653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1046737,773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779949,59772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50898,3115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81617,5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81617,5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81617,5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8780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 вып</w:t>
            </w:r>
            <w:r w:rsidR="00D87800">
              <w:rPr>
                <w:rFonts w:ascii="Times New Roman" w:hAnsi="Times New Roman"/>
              </w:rPr>
              <w:t xml:space="preserve">олненные и не оплаченные работы </w:t>
            </w:r>
            <w:r w:rsidRPr="002B0876">
              <w:rPr>
                <w:rFonts w:ascii="Times New Roman" w:hAnsi="Times New Roman"/>
              </w:rPr>
              <w:t>в 2015 году</w:t>
            </w:r>
          </w:p>
          <w:p w:rsidR="00417D9C" w:rsidRPr="002B0876" w:rsidRDefault="00417D9C" w:rsidP="0014780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17D9C" w:rsidRPr="002B0876" w:rsidRDefault="00417D9C" w:rsidP="00C35E95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417D9C" w:rsidRPr="002B0876" w:rsidRDefault="00417D9C" w:rsidP="00C35E95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157274,34653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157274,34653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4.3.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F7234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Субсидии муниципальным образованиям на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</w:t>
            </w: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населенных пунктов, а также </w:t>
            </w:r>
            <w:proofErr w:type="gramStart"/>
            <w:r w:rsidRPr="002B0876">
              <w:rPr>
                <w:rFonts w:ascii="Times New Roman" w:hAnsi="Times New Roman"/>
              </w:rPr>
              <w:t>к</w:t>
            </w:r>
            <w:proofErr w:type="gramEnd"/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объектам </w:t>
            </w: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производства и переработки </w:t>
            </w:r>
            <w:proofErr w:type="spellStart"/>
            <w:proofErr w:type="gramStart"/>
            <w:r w:rsidRPr="002B0876">
              <w:rPr>
                <w:rFonts w:ascii="Times New Roman" w:hAnsi="Times New Roman"/>
              </w:rPr>
              <w:t>сельскохозяйствен</w:t>
            </w:r>
            <w:proofErr w:type="spellEnd"/>
            <w:r w:rsidRPr="002B0876">
              <w:rPr>
                <w:rFonts w:ascii="Times New Roman" w:hAnsi="Times New Roman"/>
              </w:rPr>
              <w:t>-ной</w:t>
            </w:r>
            <w:proofErr w:type="gramEnd"/>
            <w:r w:rsidRPr="002B0876">
              <w:rPr>
                <w:rFonts w:ascii="Times New Roman" w:hAnsi="Times New Roman"/>
              </w:rPr>
              <w:t xml:space="preserve"> продукции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6713DB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417D9C" w:rsidRPr="002B0876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6713D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727262,00258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135628,9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284647,08258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306986,02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17D9C" w:rsidRPr="002B0876" w:rsidRDefault="00417D9C" w:rsidP="006713DB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17D9C" w:rsidRPr="002B0876" w:rsidRDefault="00417D9C" w:rsidP="006713DB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417D9C" w:rsidRPr="002B0876" w:rsidRDefault="00417D9C" w:rsidP="006713DB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448778,79717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86925,58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193333,41717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168519,8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17D9C" w:rsidRPr="002B0876" w:rsidRDefault="00417D9C" w:rsidP="006713DB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17D9C" w:rsidRPr="002B0876" w:rsidRDefault="00417D9C" w:rsidP="006713DB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278483,20541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48703,32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91313,66541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138466,22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713DB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17D9C" w:rsidRPr="002B0876" w:rsidRDefault="00417D9C" w:rsidP="006713DB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417D9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278483,20541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48703,32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91313,66541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138466,22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4.4.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6D16F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Иные межбюджетные трансферты из федерального бюджета бюджету муниципального</w:t>
            </w:r>
          </w:p>
          <w:p w:rsidR="00417D9C" w:rsidRPr="002B0876" w:rsidRDefault="00417D9C" w:rsidP="006D16F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образования –</w:t>
            </w:r>
          </w:p>
          <w:p w:rsidR="00417D9C" w:rsidRPr="002B0876" w:rsidRDefault="00417D9C" w:rsidP="006D16F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городской округ</w:t>
            </w:r>
          </w:p>
          <w:p w:rsidR="00417D9C" w:rsidRPr="002B0876" w:rsidRDefault="00417D9C" w:rsidP="00DF7234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город Рязань на реализацию мероприятий по решению неотложных задач по приведению </w:t>
            </w:r>
          </w:p>
          <w:p w:rsidR="00417D9C" w:rsidRPr="002B0876" w:rsidRDefault="00417D9C" w:rsidP="006D16F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D69DD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DD69DD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17D9C" w:rsidRPr="002B0876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DD69D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D69DD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417D9C" w:rsidRPr="002B0876" w:rsidRDefault="00417D9C" w:rsidP="00DD69DD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4.5.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DF7234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Субсидии муниципальным образованиям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DD69DD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DD69DD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417D9C" w:rsidRPr="002B0876" w:rsidRDefault="00417D9C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DD69D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D69DD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417D9C" w:rsidRPr="002B0876" w:rsidRDefault="00417D9C" w:rsidP="00DD69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417D9C" w:rsidRPr="002B0876" w:rsidRDefault="00417D9C" w:rsidP="00DD69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17D9C" w:rsidRPr="002B0876" w:rsidRDefault="00417D9C" w:rsidP="00DD69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17D9C" w:rsidRPr="002B0876" w:rsidRDefault="00417D9C" w:rsidP="00DD69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17D9C" w:rsidRPr="002B0876" w:rsidRDefault="00417D9C" w:rsidP="00DD69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1751571,01824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154048,56824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269997,39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837925,06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163200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163200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163200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DD69DD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17D9C" w:rsidRPr="002B0876" w:rsidRDefault="00417D9C" w:rsidP="00DD69DD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417D9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1751571,01824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154048,56824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269997,39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837925,06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163200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163200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163200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Default="00417D9C" w:rsidP="00417D9C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Субсидии муниципальным образованиям на строительство и</w:t>
            </w:r>
          </w:p>
          <w:p w:rsidR="00417D9C" w:rsidRPr="002B0876" w:rsidRDefault="00417D9C" w:rsidP="00417D9C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реконструкцию автомобильных дорог общего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17D9C" w:rsidRPr="002B0876" w:rsidRDefault="00417D9C" w:rsidP="008B36B8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417D9C" w:rsidRPr="002B0876" w:rsidRDefault="00417D9C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8B36B8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409816,5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240164,5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159652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7D9C" w:rsidRDefault="00417D9C" w:rsidP="00DA0BDC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пользования</w:t>
            </w:r>
          </w:p>
          <w:p w:rsidR="00417D9C" w:rsidRPr="002B0876" w:rsidRDefault="00417D9C" w:rsidP="00DA0BDC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местного значения с твердым покрытием, ведущих от сети автомобильных дорог общего</w:t>
            </w:r>
          </w:p>
          <w:p w:rsidR="00417D9C" w:rsidRPr="002B0876" w:rsidRDefault="00417D9C" w:rsidP="00DF7234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0702F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417D9C" w:rsidRPr="002B0876" w:rsidRDefault="00417D9C" w:rsidP="000702F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7D9C" w:rsidRPr="002B0876" w:rsidRDefault="00417D9C" w:rsidP="000702F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417D9C" w:rsidRPr="002B0876" w:rsidRDefault="00417D9C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224816,5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110164,5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114652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2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7D9C" w:rsidRPr="002B0876" w:rsidRDefault="00417D9C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17D9C" w:rsidRPr="002B0876" w:rsidRDefault="00417D9C" w:rsidP="000702F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17D9C" w:rsidRPr="002B0876" w:rsidRDefault="00417D9C" w:rsidP="000702F5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0702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222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417D9C" w:rsidRPr="002B0876" w:rsidRDefault="00417D9C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7D9C" w:rsidRPr="002B0876" w:rsidRDefault="00417D9C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417D9C" w:rsidRPr="002B0876" w:rsidRDefault="00417D9C" w:rsidP="000702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45000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086D66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17D9C" w:rsidRPr="002B0876" w:rsidRDefault="00417D9C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D9C" w:rsidRDefault="00417D9C" w:rsidP="00417D9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417D9C" w:rsidRPr="002B0876" w:rsidRDefault="00417D9C" w:rsidP="000702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45000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17D9C" w:rsidRPr="002B0876" w:rsidRDefault="00417D9C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Pr="002B0876" w:rsidRDefault="00417D9C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6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086D6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086D66">
            <w:pPr>
              <w:ind w:right="-6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Задача 5. Исполнение функций Минтранса Рязанской области при осуществлении дорожной деятельности,</w:t>
            </w:r>
          </w:p>
          <w:p w:rsidR="005F4747" w:rsidRPr="002B0876" w:rsidRDefault="005F4747" w:rsidP="00086D66">
            <w:pPr>
              <w:ind w:right="-60"/>
              <w:rPr>
                <w:rFonts w:ascii="Times New Roman" w:hAnsi="Times New Roman"/>
                <w:bCs/>
              </w:rPr>
            </w:pPr>
            <w:r w:rsidRPr="002B0876">
              <w:rPr>
                <w:rFonts w:ascii="Times New Roman" w:hAnsi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1403026,20565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154572,95942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160448,2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146941,03078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148252,61545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160448,2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157305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635A1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обеспечение не менее 95% исполнения функций Минтранса Рязанской области в части</w:t>
            </w:r>
          </w:p>
          <w:p w:rsidR="005F4747" w:rsidRPr="002B0876" w:rsidRDefault="005F4747" w:rsidP="00635A1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реализации мероприятий в области дорожного хозяйства, в  том числе уплаты налогов и сборов</w:t>
            </w:r>
          </w:p>
        </w:tc>
      </w:tr>
      <w:tr w:rsidR="00991D48" w:rsidRPr="002B0876" w:rsidTr="00991D48">
        <w:trPr>
          <w:cantSplit/>
          <w:trHeight w:val="1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5.1.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rPr>
                <w:rFonts w:ascii="Times New Roman" w:hAnsi="Times New Roman"/>
                <w:bCs/>
                <w:sz w:val="19"/>
                <w:szCs w:val="19"/>
              </w:rPr>
            </w:pPr>
            <w:r w:rsidRPr="002B0876">
              <w:rPr>
                <w:rFonts w:ascii="Times New Roman" w:hAnsi="Times New Roman"/>
              </w:rPr>
              <w:t>Обеспечение реализации мероприятий в области дорожного хозяйства в Рязанской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F4747" w:rsidRPr="002B0876" w:rsidRDefault="005F4747" w:rsidP="00417D9C">
            <w:pPr>
              <w:spacing w:line="228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 </w:t>
            </w: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493662,60598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154572,95942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160448,2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146941,03078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31700,41578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2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F4747" w:rsidRPr="002B0876" w:rsidRDefault="005F4747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 </w:t>
            </w: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909363,59967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116552,19967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160448,2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157305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635A10">
            <w:pPr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DF7234">
            <w:pPr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Задача 6. Повышение качества транспортного обслуживания населения общественным транспортом, в том числе: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64542" w:rsidRPr="002B0876" w:rsidRDefault="00E64542" w:rsidP="00417D9C">
            <w:pPr>
              <w:spacing w:line="228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51C2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 </w:t>
            </w:r>
          </w:p>
          <w:p w:rsidR="00E64542" w:rsidRPr="002B0876" w:rsidRDefault="00E64542" w:rsidP="00551C2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1750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DF7234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проведение исследования качества работы транспорта в рамках актуализации одной</w:t>
            </w:r>
          </w:p>
          <w:p w:rsidR="00E64542" w:rsidRPr="002B0876" w:rsidRDefault="00E64542" w:rsidP="00706A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комплексной схемы</w:t>
            </w:r>
          </w:p>
          <w:p w:rsidR="00E64542" w:rsidRPr="002B0876" w:rsidRDefault="00E64542" w:rsidP="00706A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организации </w:t>
            </w:r>
            <w:proofErr w:type="gramStart"/>
            <w:r w:rsidRPr="002B0876">
              <w:rPr>
                <w:rFonts w:ascii="Times New Roman" w:hAnsi="Times New Roman"/>
              </w:rPr>
              <w:t>транспортного</w:t>
            </w:r>
            <w:proofErr w:type="gramEnd"/>
          </w:p>
          <w:p w:rsidR="00E64542" w:rsidRPr="002B0876" w:rsidRDefault="00E64542" w:rsidP="00706A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обслуживания населения </w:t>
            </w:r>
            <w:proofErr w:type="gramStart"/>
            <w:r w:rsidRPr="002B0876">
              <w:rPr>
                <w:rFonts w:ascii="Times New Roman" w:hAnsi="Times New Roman"/>
              </w:rPr>
              <w:t>общественным</w:t>
            </w:r>
            <w:proofErr w:type="gramEnd"/>
          </w:p>
          <w:p w:rsidR="00E64542" w:rsidRPr="002B0876" w:rsidRDefault="00E64542" w:rsidP="00706A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транспортом Рязанской агломерации</w:t>
            </w:r>
          </w:p>
          <w:p w:rsidR="00E64542" w:rsidRPr="002B0876" w:rsidRDefault="00E64542" w:rsidP="00A97C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6.1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DF7234">
            <w:pPr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Актуализация комплексной схемы организации транспортного обслуживания</w:t>
            </w:r>
          </w:p>
          <w:p w:rsidR="00E64542" w:rsidRPr="002B0876" w:rsidRDefault="00E64542" w:rsidP="00551C2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населения</w:t>
            </w:r>
          </w:p>
          <w:p w:rsidR="00E64542" w:rsidRPr="002B0876" w:rsidRDefault="00E64542" w:rsidP="00551C2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общественным транспортом Рязанской агломерации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64542" w:rsidRPr="002B0876" w:rsidRDefault="00E64542" w:rsidP="00417D9C">
            <w:pPr>
              <w:spacing w:line="228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51C2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 </w:t>
            </w:r>
          </w:p>
          <w:p w:rsidR="00E64542" w:rsidRPr="002B0876" w:rsidRDefault="00E64542" w:rsidP="00551C2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1750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A97C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4542" w:rsidRPr="002B0876" w:rsidRDefault="00E64542" w:rsidP="00086D66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Задача 7.</w:t>
            </w:r>
          </w:p>
          <w:p w:rsidR="00E64542" w:rsidRPr="002B0876" w:rsidRDefault="00E64542" w:rsidP="00DF7234">
            <w:pPr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Реализация регионального проекта «Дорожная сеть (Рязанская область)», направленного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</w:p>
          <w:p w:rsidR="00E64542" w:rsidRPr="002B0876" w:rsidRDefault="00E64542" w:rsidP="00086D66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достижение результатов реализации </w:t>
            </w:r>
            <w:proofErr w:type="gramStart"/>
            <w:r w:rsidRPr="002B0876">
              <w:rPr>
                <w:rFonts w:ascii="Times New Roman" w:hAnsi="Times New Roman"/>
              </w:rPr>
              <w:t>федерального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  <w:p w:rsidR="00E64542" w:rsidRDefault="00E64542" w:rsidP="002B0876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проекта «Дорожная сеть» </w:t>
            </w:r>
            <w:r w:rsidR="005F4747">
              <w:rPr>
                <w:rFonts w:ascii="Times New Roman" w:hAnsi="Times New Roman"/>
              </w:rPr>
              <w:t>в рамках</w:t>
            </w:r>
          </w:p>
          <w:p w:rsidR="00417D9C" w:rsidRDefault="005F4747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национального </w:t>
            </w:r>
          </w:p>
          <w:p w:rsidR="005F4747" w:rsidRPr="002B0876" w:rsidRDefault="005F4747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проекта «Безопасные и качественные автомобильные дороги», в том числе:</w:t>
            </w:r>
          </w:p>
          <w:p w:rsidR="005F4747" w:rsidRPr="002B0876" w:rsidRDefault="005F4747" w:rsidP="002B087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4542" w:rsidRPr="002B0876" w:rsidRDefault="00E64542" w:rsidP="000702F5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64542" w:rsidRPr="002B0876" w:rsidRDefault="00E64542" w:rsidP="000702F5">
            <w:pPr>
              <w:spacing w:line="228" w:lineRule="auto"/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64542" w:rsidRPr="002B0876" w:rsidRDefault="00E64542" w:rsidP="000702F5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в том числе: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Default="00E64542" w:rsidP="000702F5">
            <w:pPr>
              <w:rPr>
                <w:rFonts w:ascii="Times New Roman" w:hAnsi="Times New Roman"/>
              </w:rPr>
            </w:pP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1F0E91" w:rsidP="000702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7447440,9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1F0E9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2671690,9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1F0E9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3315750,0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1460000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к концу 2024 года:</w:t>
            </w:r>
          </w:p>
          <w:p w:rsidR="00E64542" w:rsidRPr="002B0876" w:rsidRDefault="00E64542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обеспечение доли автомобильных дорог регионального значения, соответствующих нормативным требованиям, </w:t>
            </w:r>
            <w:r w:rsidR="00417D9C">
              <w:rPr>
                <w:rFonts w:ascii="Times New Roman" w:hAnsi="Times New Roman"/>
              </w:rPr>
              <w:t xml:space="preserve">              </w:t>
            </w:r>
            <w:r w:rsidRPr="002B0876">
              <w:rPr>
                <w:rFonts w:ascii="Times New Roman" w:hAnsi="Times New Roman"/>
              </w:rPr>
              <w:t xml:space="preserve">до 42,76%;  </w:t>
            </w:r>
          </w:p>
          <w:p w:rsidR="00E64542" w:rsidRPr="002B0876" w:rsidRDefault="00E64542" w:rsidP="0020295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доли дорожной сети городских агломераций,</w:t>
            </w:r>
          </w:p>
          <w:p w:rsidR="00E64542" w:rsidRDefault="00E64542" w:rsidP="0020295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находящейся в</w:t>
            </w:r>
          </w:p>
          <w:p w:rsidR="005F4747" w:rsidRPr="002B0876" w:rsidRDefault="005F4747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нормативном</w:t>
            </w:r>
          </w:p>
          <w:p w:rsidR="005F4747" w:rsidRPr="002B0876" w:rsidRDefault="005F4747" w:rsidP="00417D9C">
            <w:pPr>
              <w:pStyle w:val="ae"/>
              <w:ind w:right="-108"/>
              <w:rPr>
                <w:rFonts w:ascii="Times New Roman" w:hAnsi="Times New Roman"/>
              </w:rPr>
            </w:pPr>
            <w:proofErr w:type="gramStart"/>
            <w:r w:rsidRPr="002B0876">
              <w:rPr>
                <w:rFonts w:ascii="Times New Roman" w:hAnsi="Times New Roman"/>
              </w:rPr>
              <w:t>состоянии</w:t>
            </w:r>
            <w:proofErr w:type="gramEnd"/>
            <w:r w:rsidRPr="002B0876">
              <w:rPr>
                <w:rFonts w:ascii="Times New Roman" w:hAnsi="Times New Roman"/>
              </w:rPr>
              <w:t xml:space="preserve">, </w:t>
            </w:r>
            <w:r w:rsidR="00417D9C">
              <w:rPr>
                <w:rFonts w:ascii="Times New Roman" w:hAnsi="Times New Roman"/>
              </w:rPr>
              <w:t xml:space="preserve">               </w:t>
            </w:r>
            <w:r w:rsidRPr="002B0876">
              <w:rPr>
                <w:rFonts w:ascii="Times New Roman" w:hAnsi="Times New Roman"/>
              </w:rPr>
              <w:t>до 92,7%;</w:t>
            </w:r>
          </w:p>
          <w:p w:rsidR="005F4747" w:rsidRPr="002B0876" w:rsidRDefault="005F4747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доли автомобильных дорог </w:t>
            </w:r>
            <w:proofErr w:type="gramStart"/>
            <w:r w:rsidRPr="002B0876">
              <w:rPr>
                <w:rFonts w:ascii="Times New Roman" w:hAnsi="Times New Roman"/>
              </w:rPr>
              <w:t>федерального</w:t>
            </w:r>
            <w:proofErr w:type="gramEnd"/>
            <w:r w:rsidRPr="002B0876">
              <w:rPr>
                <w:rFonts w:ascii="Times New Roman" w:hAnsi="Times New Roman"/>
              </w:rPr>
              <w:t xml:space="preserve"> и </w:t>
            </w: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64542" w:rsidRPr="002B0876" w:rsidRDefault="00E64542" w:rsidP="0020295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0702F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Default="00E64542" w:rsidP="000702F5">
            <w:pPr>
              <w:rPr>
                <w:rFonts w:ascii="Times New Roman" w:hAnsi="Times New Roman"/>
              </w:rPr>
            </w:pP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655D9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3401690,9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1941690,9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730000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20295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20295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64542" w:rsidRPr="002B0876" w:rsidRDefault="00E64542" w:rsidP="000702F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64542" w:rsidRDefault="00E64542" w:rsidP="00655D90">
            <w:pPr>
              <w:rPr>
                <w:rFonts w:ascii="Times New Roman" w:hAnsi="Times New Roman"/>
              </w:rPr>
            </w:pPr>
          </w:p>
          <w:p w:rsidR="005F4747" w:rsidRDefault="005F4747" w:rsidP="00655D90">
            <w:pPr>
              <w:rPr>
                <w:rFonts w:ascii="Times New Roman" w:hAnsi="Times New Roman"/>
              </w:rPr>
            </w:pPr>
          </w:p>
          <w:p w:rsidR="005F4747" w:rsidRPr="002B0876" w:rsidRDefault="005F4747" w:rsidP="00655D9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1F0E91" w:rsidP="00655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4045750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1F0E9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1F0E9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2585750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730000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20295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E64542" w:rsidRPr="002B0876" w:rsidRDefault="00E64542" w:rsidP="005F474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E64542" w:rsidRDefault="00E64542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1F0E91" w:rsidP="000702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4045750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1F0E9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1F0E9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2585750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730000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17D9C" w:rsidRDefault="00417D9C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регионального</w:t>
            </w:r>
          </w:p>
          <w:p w:rsidR="00E64542" w:rsidRPr="002B0876" w:rsidRDefault="00E64542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значения,</w:t>
            </w:r>
          </w:p>
          <w:p w:rsidR="00E64542" w:rsidRPr="002B0876" w:rsidRDefault="00E64542" w:rsidP="00086D66">
            <w:pPr>
              <w:pStyle w:val="ae"/>
              <w:rPr>
                <w:rFonts w:ascii="Times New Roman" w:hAnsi="Times New Roman"/>
              </w:rPr>
            </w:pPr>
            <w:proofErr w:type="gramStart"/>
            <w:r w:rsidRPr="002B0876">
              <w:rPr>
                <w:rFonts w:ascii="Times New Roman" w:hAnsi="Times New Roman"/>
              </w:rPr>
              <w:t>работающих</w:t>
            </w:r>
            <w:proofErr w:type="gramEnd"/>
            <w:r w:rsidRPr="002B0876">
              <w:rPr>
                <w:rFonts w:ascii="Times New Roman" w:hAnsi="Times New Roman"/>
              </w:rPr>
              <w:t xml:space="preserve"> в режиме перегрузки, до 3%; </w:t>
            </w:r>
          </w:p>
          <w:p w:rsidR="00E64542" w:rsidRPr="002B0876" w:rsidRDefault="00E64542" w:rsidP="00086D66">
            <w:pPr>
              <w:pStyle w:val="ae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сокращение количества мест концентрации дорожно-транспортных происшествий (аварийно-опасных участков) на дорожной сети до 50%;</w:t>
            </w:r>
          </w:p>
          <w:p w:rsidR="00E64542" w:rsidRPr="002B0876" w:rsidRDefault="00E64542" w:rsidP="00086D66">
            <w:pPr>
              <w:pStyle w:val="ae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сокращение количества мест </w:t>
            </w:r>
          </w:p>
          <w:p w:rsidR="00E64542" w:rsidRPr="002B0876" w:rsidRDefault="00E64542" w:rsidP="00086D66">
            <w:pPr>
              <w:pStyle w:val="ae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концентрации</w:t>
            </w:r>
          </w:p>
          <w:p w:rsidR="00E64542" w:rsidRPr="002B0876" w:rsidRDefault="00E64542" w:rsidP="00086D66">
            <w:pPr>
              <w:pStyle w:val="ae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дорожно-транспортных происшествий</w:t>
            </w:r>
          </w:p>
          <w:p w:rsidR="00E64542" w:rsidRPr="002B0876" w:rsidRDefault="00E64542" w:rsidP="00086D66">
            <w:pPr>
              <w:pStyle w:val="ae"/>
              <w:rPr>
                <w:rFonts w:ascii="Times New Roman" w:hAnsi="Times New Roman"/>
              </w:rPr>
            </w:pPr>
            <w:proofErr w:type="gramStart"/>
            <w:r w:rsidRPr="002B0876">
              <w:rPr>
                <w:rFonts w:ascii="Times New Roman" w:hAnsi="Times New Roman"/>
              </w:rPr>
              <w:t>(аварийно-</w:t>
            </w:r>
            <w:proofErr w:type="gramEnd"/>
          </w:p>
          <w:p w:rsidR="00E64542" w:rsidRPr="002B0876" w:rsidRDefault="00E64542" w:rsidP="00086D66">
            <w:pPr>
              <w:pStyle w:val="ae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опасных участков) на дорожной сети</w:t>
            </w:r>
          </w:p>
          <w:p w:rsidR="00DA77C9" w:rsidRDefault="00E64542" w:rsidP="00086D66">
            <w:pPr>
              <w:pStyle w:val="ae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Рязанской городской агломерации</w:t>
            </w:r>
          </w:p>
          <w:p w:rsidR="00E64542" w:rsidRPr="002B0876" w:rsidRDefault="00E64542" w:rsidP="00086D66">
            <w:pPr>
              <w:pStyle w:val="ae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 50%</w:t>
            </w:r>
          </w:p>
          <w:p w:rsidR="00E64542" w:rsidRPr="002B0876" w:rsidRDefault="00E64542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7.1.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4542" w:rsidRPr="002B0876" w:rsidRDefault="00E64542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Содержание автомобильных дорог общего пользования регионального или </w:t>
            </w:r>
            <w:r w:rsidRPr="002B0876">
              <w:rPr>
                <w:rFonts w:ascii="Times New Roman" w:hAnsi="Times New Roman"/>
                <w:spacing w:val="-2"/>
              </w:rPr>
              <w:t>межмуниципального</w:t>
            </w:r>
            <w:r w:rsidRPr="002B0876">
              <w:rPr>
                <w:rFonts w:ascii="Times New Roman" w:hAnsi="Times New Roman"/>
              </w:rPr>
              <w:t xml:space="preserve"> значения и </w:t>
            </w:r>
          </w:p>
          <w:p w:rsidR="00E64542" w:rsidRPr="002B0876" w:rsidRDefault="00E64542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искусственных сооружений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  <w:p w:rsidR="00E64542" w:rsidRPr="002B0876" w:rsidRDefault="00E64542" w:rsidP="00086D66">
            <w:pPr>
              <w:rPr>
                <w:rFonts w:ascii="Times New Roman" w:hAnsi="Times New Roman"/>
                <w:bCs/>
                <w:vertAlign w:val="superscript"/>
              </w:rPr>
            </w:pPr>
            <w:r w:rsidRPr="002B0876">
              <w:rPr>
                <w:rFonts w:ascii="Times New Roman" w:hAnsi="Times New Roman"/>
              </w:rPr>
              <w:t>них</w:t>
            </w:r>
            <w:proofErr w:type="gramStart"/>
            <w:r w:rsidRPr="002B0876">
              <w:rPr>
                <w:rFonts w:ascii="Times New Roman" w:hAnsi="Times New Roman"/>
                <w:bCs/>
                <w:vertAlign w:val="superscript"/>
              </w:rPr>
              <w:t>2</w:t>
            </w:r>
            <w:proofErr w:type="gramEnd"/>
          </w:p>
          <w:p w:rsidR="00E64542" w:rsidRPr="002B0876" w:rsidRDefault="00E64542" w:rsidP="00086D66">
            <w:pPr>
              <w:rPr>
                <w:rFonts w:ascii="Times New Roman" w:hAnsi="Times New Roman"/>
                <w:bCs/>
                <w:vertAlign w:val="superscript"/>
              </w:rPr>
            </w:pPr>
          </w:p>
          <w:p w:rsidR="00E64542" w:rsidRPr="002B0876" w:rsidRDefault="00E64542" w:rsidP="0020295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4542" w:rsidRPr="002B0876" w:rsidRDefault="00E64542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64542" w:rsidRPr="002B0876" w:rsidRDefault="00E64542" w:rsidP="000702F5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64542" w:rsidRPr="002B0876" w:rsidRDefault="00E64542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в том числе: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10778,49234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10778,49234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20295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64542" w:rsidRPr="002B0876" w:rsidRDefault="00E64542" w:rsidP="00551C2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0702F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6090,662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6090,662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A97C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511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64542" w:rsidRPr="002B0876" w:rsidRDefault="00E64542" w:rsidP="00551C2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64542" w:rsidRPr="002B0876" w:rsidRDefault="00E64542" w:rsidP="000702F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A97C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51C2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64542" w:rsidRPr="002B0876" w:rsidRDefault="00E64542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  <w:p w:rsidR="00E64542" w:rsidRPr="002B0876" w:rsidRDefault="00E64542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202955">
            <w:pPr>
              <w:pStyle w:val="ae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Капитальный ремонт  и ремонт </w:t>
            </w:r>
          </w:p>
          <w:p w:rsidR="005F4747" w:rsidRPr="002B0876" w:rsidRDefault="005F4747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5F4747" w:rsidRPr="002B0876" w:rsidRDefault="005F4747" w:rsidP="005F4747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регионального или межмуниципального значения 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2A565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5F4747" w:rsidRPr="002B0876" w:rsidRDefault="005F4747" w:rsidP="002A565F">
            <w:pPr>
              <w:rPr>
                <w:rFonts w:ascii="Times New Roman" w:hAnsi="Times New Roman"/>
              </w:rPr>
            </w:pPr>
          </w:p>
          <w:p w:rsidR="005F4747" w:rsidRPr="002B0876" w:rsidRDefault="005F4747" w:rsidP="002A565F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F4747" w:rsidRPr="002B0876" w:rsidRDefault="005F4747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5F4747" w:rsidRPr="002B0876" w:rsidRDefault="005F4747" w:rsidP="002A565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2B0876" w:rsidRDefault="005F4747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в том числе:</w:t>
            </w: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5F4747" w:rsidRDefault="005F4747" w:rsidP="000702F5">
            <w:pPr>
              <w:rPr>
                <w:rFonts w:ascii="Times New Roman" w:hAnsi="Times New Roman"/>
              </w:rPr>
            </w:pPr>
          </w:p>
          <w:p w:rsidR="005F4747" w:rsidRPr="002B0876" w:rsidRDefault="005F4747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2A56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5616962,40766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1971212,40766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5F4747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2765750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5F4747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880000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5F4747" w:rsidP="002A565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5F4747" w:rsidP="002A565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2B0876" w:rsidRDefault="005F4747" w:rsidP="002A565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202955">
            <w:pPr>
              <w:pStyle w:val="ae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1850"/>
        </w:trPr>
        <w:tc>
          <w:tcPr>
            <w:tcW w:w="4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F4747" w:rsidRPr="002B0876" w:rsidRDefault="005F4747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5F4747" w:rsidRPr="002B0876" w:rsidRDefault="005F4747" w:rsidP="005601C4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искусственных</w:t>
            </w:r>
          </w:p>
          <w:p w:rsidR="005F4747" w:rsidRPr="002B0876" w:rsidRDefault="00602AC7" w:rsidP="00DA77C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сооружений на них,</w:t>
            </w:r>
            <w:r w:rsidR="005F4747" w:rsidRPr="002B0876">
              <w:rPr>
                <w:rFonts w:ascii="Times New Roman" w:hAnsi="Times New Roman"/>
              </w:rPr>
              <w:t xml:space="preserve">  в том числе уникальных искусственных сооружений</w:t>
            </w:r>
            <w:r w:rsidR="005F4747" w:rsidRPr="002B0876">
              <w:rPr>
                <w:rFonts w:ascii="Times New Roman" w:hAnsi="Times New Roman"/>
                <w:vertAlign w:val="superscript"/>
              </w:rPr>
              <w:t>3</w:t>
            </w:r>
            <w:r w:rsidR="005F4747" w:rsidRPr="002B0876">
              <w:rPr>
                <w:rFonts w:ascii="Times New Roman" w:hAnsi="Times New Roman"/>
              </w:rPr>
              <w:t xml:space="preserve">                       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F4747" w:rsidRPr="002B0876" w:rsidRDefault="005F4747" w:rsidP="00D11B91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F4747" w:rsidRPr="002B0876" w:rsidRDefault="005F4747" w:rsidP="00D11B9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5F4747" w:rsidRPr="002B0876" w:rsidRDefault="005F4747" w:rsidP="00D11B91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5F4747" w:rsidRPr="002B0876" w:rsidRDefault="005F4747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бюджет,      из них:</w:t>
            </w:r>
          </w:p>
          <w:p w:rsidR="005F4747" w:rsidRPr="002B0876" w:rsidRDefault="005F4747" w:rsidP="00D11B91">
            <w:pPr>
              <w:rPr>
                <w:rFonts w:ascii="Times New Roman" w:hAnsi="Times New Roman"/>
              </w:rPr>
            </w:pPr>
          </w:p>
          <w:p w:rsidR="005F4747" w:rsidRPr="002B0876" w:rsidRDefault="005F4747" w:rsidP="00D11B91">
            <w:pPr>
              <w:rPr>
                <w:rFonts w:ascii="Times New Roman" w:hAnsi="Times New Roman"/>
              </w:rPr>
            </w:pPr>
          </w:p>
          <w:p w:rsidR="005F4747" w:rsidRPr="002B0876" w:rsidRDefault="005F4747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C35E95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3395600,238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2B0876" w:rsidRDefault="005F4747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1935600,238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F4747" w:rsidRPr="002B0876" w:rsidRDefault="005F4747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F4747" w:rsidRPr="002B0876" w:rsidRDefault="005F4747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730000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F4747" w:rsidRPr="002B0876" w:rsidRDefault="005F4747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F4747" w:rsidRPr="002B0876" w:rsidRDefault="005F4747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F4747" w:rsidRPr="002B0876" w:rsidRDefault="005F4747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2B0876" w:rsidRDefault="005F4747" w:rsidP="00AC59F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D11B91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выполнение работ на принципах контракта жизненного цикла</w:t>
            </w:r>
          </w:p>
          <w:p w:rsidR="00E64542" w:rsidRDefault="00E64542" w:rsidP="00D11B91">
            <w:pPr>
              <w:ind w:right="-108"/>
              <w:rPr>
                <w:rFonts w:ascii="Times New Roman" w:hAnsi="Times New Roman"/>
              </w:rPr>
            </w:pPr>
          </w:p>
          <w:p w:rsidR="005F4747" w:rsidRPr="002B0876" w:rsidRDefault="005F4747" w:rsidP="00D11B91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C35E95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500902,91003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62902,91003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240DE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240DE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64542" w:rsidRPr="002B0876" w:rsidRDefault="00E64542" w:rsidP="00D11B9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64542" w:rsidRPr="002B0876" w:rsidRDefault="00E64542" w:rsidP="00D11B91">
            <w:pPr>
              <w:rPr>
                <w:rFonts w:ascii="Times New Roman" w:hAnsi="Times New Roman"/>
              </w:rPr>
            </w:pPr>
          </w:p>
          <w:p w:rsidR="00E64542" w:rsidRPr="002B0876" w:rsidRDefault="00E64542" w:rsidP="00D11B91">
            <w:pPr>
              <w:rPr>
                <w:rFonts w:ascii="Times New Roman" w:hAnsi="Times New Roman"/>
              </w:rPr>
            </w:pPr>
          </w:p>
          <w:p w:rsidR="00E64542" w:rsidRPr="002B0876" w:rsidRDefault="00E64542" w:rsidP="00D11B91">
            <w:pPr>
              <w:rPr>
                <w:rFonts w:ascii="Times New Roman" w:hAnsi="Times New Roman"/>
              </w:rPr>
            </w:pPr>
          </w:p>
          <w:p w:rsidR="00E64542" w:rsidRPr="002B0876" w:rsidRDefault="00E64542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D57EAE" w:rsidP="00C35E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2221362,16966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35612,16966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D57EAE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2035750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фонда, в том числе:</w:t>
            </w:r>
          </w:p>
          <w:p w:rsidR="00E64542" w:rsidRPr="002B0876" w:rsidRDefault="00E64542" w:rsidP="00D11B91">
            <w:pPr>
              <w:rPr>
                <w:rFonts w:ascii="Times New Roman" w:hAnsi="Times New Roman"/>
              </w:rPr>
            </w:pPr>
          </w:p>
          <w:p w:rsidR="00E64542" w:rsidRPr="002B0876" w:rsidRDefault="00E64542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D57EAE" w:rsidP="00C35E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2221362,16966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35612,16966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D57EAE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2035750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Default="00E64542" w:rsidP="00655D90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выполнение работ на принципах контракта жизненного цикла</w:t>
            </w:r>
          </w:p>
          <w:p w:rsidR="005F4747" w:rsidRPr="002B0876" w:rsidRDefault="005F4747" w:rsidP="00655D90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920670" w:rsidP="00655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241488,151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39067C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241488,151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2275"/>
        </w:trPr>
        <w:tc>
          <w:tcPr>
            <w:tcW w:w="4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7.3.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64542" w:rsidRPr="002B0876" w:rsidRDefault="00E64542" w:rsidP="00A97CB9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Субсидии муниципальным образованиям на реконструкцию, капитальный ремонт,</w:t>
            </w:r>
          </w:p>
          <w:p w:rsidR="00E64542" w:rsidRPr="002B0876" w:rsidRDefault="00E64542" w:rsidP="00A97CB9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ремонт и содержание социально </w:t>
            </w:r>
            <w:proofErr w:type="gramStart"/>
            <w:r w:rsidRPr="002B0876">
              <w:rPr>
                <w:rFonts w:ascii="Times New Roman" w:hAnsi="Times New Roman"/>
              </w:rPr>
              <w:t>значимых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  <w:p w:rsidR="00E64542" w:rsidRPr="002B0876" w:rsidRDefault="00E64542" w:rsidP="00A97CB9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</w:t>
            </w:r>
          </w:p>
          <w:p w:rsidR="00E64542" w:rsidRPr="002B0876" w:rsidRDefault="00E64542" w:rsidP="00A97C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Правительства Российской Федерации, Губернатора Рязанской области и Правительства Рязанской области, </w:t>
            </w:r>
            <w:proofErr w:type="gramStart"/>
            <w:r w:rsidRPr="002B0876">
              <w:rPr>
                <w:rFonts w:ascii="Times New Roman" w:hAnsi="Times New Roman"/>
              </w:rPr>
              <w:t>содержащих</w:t>
            </w:r>
            <w:proofErr w:type="gramEnd"/>
            <w:r w:rsidRPr="002B0876">
              <w:rPr>
                <w:rFonts w:ascii="Times New Roman" w:hAnsi="Times New Roman"/>
              </w:rPr>
              <w:t xml:space="preserve"> указание на их</w:t>
            </w:r>
          </w:p>
          <w:p w:rsidR="00E64542" w:rsidRPr="002B0876" w:rsidRDefault="00E64542" w:rsidP="00A97CB9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реализацию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64542" w:rsidRPr="002B0876" w:rsidRDefault="00E64542" w:rsidP="006A68CE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64542" w:rsidRPr="002B0876" w:rsidRDefault="00E64542" w:rsidP="006A68C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</w:tcPr>
          <w:p w:rsidR="00E64542" w:rsidRPr="002B0876" w:rsidRDefault="00E64542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64542" w:rsidRPr="002B0876" w:rsidRDefault="00E64542" w:rsidP="006A68CE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6A68CE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64542" w:rsidRPr="002B0876" w:rsidRDefault="00E64542" w:rsidP="006A68C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64542" w:rsidRPr="002B0876" w:rsidRDefault="00E64542" w:rsidP="006A68C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64542" w:rsidRPr="002B0876" w:rsidRDefault="00E64542" w:rsidP="006A68C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64542" w:rsidRPr="002B0876" w:rsidRDefault="00E64542" w:rsidP="006A68C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D57EA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1819700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A68CE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A68CE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6A68CE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D57EAE" w:rsidP="006A68C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580000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A97CB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64542" w:rsidRPr="002B0876" w:rsidRDefault="00E64542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2B0876" w:rsidRDefault="00E64542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E64542" w:rsidRPr="002B0876" w:rsidRDefault="00E64542" w:rsidP="00D11B91">
            <w:pPr>
              <w:rPr>
                <w:rFonts w:ascii="Times New Roman" w:hAnsi="Times New Roman"/>
              </w:rPr>
            </w:pPr>
          </w:p>
          <w:p w:rsidR="00E64542" w:rsidRPr="002B0876" w:rsidRDefault="00E64542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D57EAE" w:rsidP="00D11B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1819700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2B0876" w:rsidRDefault="00D57EAE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580000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2B0876" w:rsidRDefault="00E64542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2B0876" w:rsidRDefault="00E64542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Задача 8.</w:t>
            </w:r>
          </w:p>
          <w:p w:rsidR="00BE2105" w:rsidRDefault="00BE2105" w:rsidP="00DA77C9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Реализация регионального проекта «Общесистемные меры развития дорожного хозяйства (Рязанская область)»,</w:t>
            </w:r>
          </w:p>
          <w:p w:rsidR="00DA77C9" w:rsidRDefault="00DA77C9" w:rsidP="00DA77C9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направленного на</w:t>
            </w:r>
          </w:p>
          <w:p w:rsidR="00DA77C9" w:rsidRPr="002B0876" w:rsidRDefault="00DA77C9" w:rsidP="00DA77C9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в том числе:</w:t>
            </w: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к концу 2024 года: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обеспечение 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доли контрактов на осуществление дорожной деятельности в рамках национального проекта,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предусматриваю-</w:t>
            </w:r>
            <w:proofErr w:type="spellStart"/>
            <w:r w:rsidRPr="002B0876">
              <w:rPr>
                <w:rFonts w:ascii="Times New Roman" w:hAnsi="Times New Roman"/>
              </w:rPr>
              <w:t>щих</w:t>
            </w:r>
            <w:proofErr w:type="spellEnd"/>
            <w:proofErr w:type="gramEnd"/>
            <w:r w:rsidRPr="002B0876">
              <w:rPr>
                <w:rFonts w:ascii="Times New Roman" w:hAnsi="Times New Roman"/>
              </w:rPr>
              <w:t xml:space="preserve"> использован</w:t>
            </w:r>
            <w:r>
              <w:rPr>
                <w:rFonts w:ascii="Times New Roman" w:hAnsi="Times New Roman"/>
              </w:rPr>
              <w:t>ие</w:t>
            </w: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BE2105" w:rsidRPr="002B0876" w:rsidRDefault="00BE2105" w:rsidP="008B36B8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результатов реализации федерального проекта</w:t>
            </w:r>
          </w:p>
          <w:p w:rsidR="00BE2105" w:rsidRPr="002B0876" w:rsidRDefault="00BE2105" w:rsidP="008B36B8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«Общесистемные меры развития дорожного</w:t>
            </w:r>
          </w:p>
          <w:p w:rsidR="00BE2105" w:rsidRPr="002B0876" w:rsidRDefault="00BE2105" w:rsidP="008B36B8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хозяйства»</w:t>
            </w:r>
          </w:p>
          <w:p w:rsidR="00BE2105" w:rsidRPr="002B0876" w:rsidRDefault="00BE2105" w:rsidP="008B36B8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 рамках национального проекта «Безопасные и качественные автомобильные дороги», в том числе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BE2105" w:rsidRPr="002B0876" w:rsidRDefault="00BE2105" w:rsidP="008B36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BE2105" w:rsidRDefault="00BE2105" w:rsidP="008B36B8">
            <w:pPr>
              <w:rPr>
                <w:rFonts w:ascii="Times New Roman" w:hAnsi="Times New Roman"/>
              </w:rPr>
            </w:pPr>
          </w:p>
          <w:p w:rsidR="00BE2105" w:rsidRDefault="00BE2105" w:rsidP="008B36B8">
            <w:pPr>
              <w:rPr>
                <w:rFonts w:ascii="Times New Roman" w:hAnsi="Times New Roman"/>
              </w:rPr>
            </w:pPr>
          </w:p>
          <w:p w:rsidR="00BE2105" w:rsidRDefault="00BE2105" w:rsidP="008B36B8">
            <w:pPr>
              <w:rPr>
                <w:rFonts w:ascii="Times New Roman" w:hAnsi="Times New Roman"/>
              </w:rPr>
            </w:pPr>
          </w:p>
          <w:p w:rsidR="00BE2105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E2105" w:rsidRDefault="00BE2105" w:rsidP="00BE2105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новых технологий     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 материалов,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включенных</w:t>
            </w:r>
            <w:proofErr w:type="gramEnd"/>
            <w:r>
              <w:rPr>
                <w:rFonts w:ascii="Times New Roman" w:hAnsi="Times New Roman"/>
              </w:rPr>
              <w:t xml:space="preserve"> в р</w:t>
            </w:r>
            <w:r w:rsidRPr="002B0876">
              <w:rPr>
                <w:rFonts w:ascii="Times New Roman" w:hAnsi="Times New Roman"/>
              </w:rPr>
              <w:t>еестр новых и наилучших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технологий</w:t>
            </w:r>
            <w:r w:rsidR="00663D7E">
              <w:rPr>
                <w:rFonts w:ascii="Times New Roman" w:hAnsi="Times New Roman"/>
              </w:rPr>
              <w:t>,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материалов и</w:t>
            </w:r>
          </w:p>
          <w:p w:rsidR="00BE2105" w:rsidRDefault="00BE2105" w:rsidP="00BE2105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технологических решений повторного применения, 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 80% </w:t>
            </w:r>
            <w:r w:rsidRPr="002B0876">
              <w:rPr>
                <w:rFonts w:ascii="Times New Roman" w:hAnsi="Times New Roman"/>
              </w:rPr>
              <w:t>в общем</w:t>
            </w:r>
            <w:r w:rsidRPr="002B08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0876">
              <w:rPr>
                <w:rFonts w:ascii="Times New Roman" w:hAnsi="Times New Roman"/>
              </w:rPr>
              <w:t>объеме</w:t>
            </w:r>
            <w:r w:rsidRPr="002B08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0876">
              <w:rPr>
                <w:rFonts w:ascii="Times New Roman" w:hAnsi="Times New Roman"/>
              </w:rPr>
              <w:t>новых</w:t>
            </w:r>
            <w:r w:rsidRPr="002B08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0876">
              <w:rPr>
                <w:rFonts w:ascii="Times New Roman" w:hAnsi="Times New Roman"/>
              </w:rPr>
              <w:t>государственных контрактов на выполнение работ по капитальному ремонту, ремонту и</w:t>
            </w:r>
            <w:r>
              <w:rPr>
                <w:rFonts w:ascii="Times New Roman" w:hAnsi="Times New Roman"/>
              </w:rPr>
              <w:t xml:space="preserve"> содержанию автомобильных дорог;   </w:t>
            </w:r>
            <w:r w:rsidRPr="002B0876">
              <w:rPr>
                <w:rFonts w:ascii="Times New Roman" w:hAnsi="Times New Roman"/>
              </w:rPr>
              <w:t xml:space="preserve">         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доли контрактов на осуществление дорожной деятельности в рамках национального проекта,</w:t>
            </w:r>
          </w:p>
          <w:p w:rsidR="00BE2105" w:rsidRPr="002B0876" w:rsidRDefault="00BE2105" w:rsidP="00DF7234">
            <w:pPr>
              <w:autoSpaceDE w:val="0"/>
              <w:autoSpaceDN w:val="0"/>
              <w:adjustRightInd w:val="0"/>
              <w:spacing w:line="216" w:lineRule="auto"/>
              <w:ind w:right="-40"/>
              <w:rPr>
                <w:rFonts w:ascii="Times New Roman" w:hAnsi="Times New Roman"/>
              </w:rPr>
            </w:pPr>
            <w:proofErr w:type="gramStart"/>
            <w:r w:rsidRPr="002B0876">
              <w:rPr>
                <w:rFonts w:ascii="Times New Roman" w:hAnsi="Times New Roman"/>
              </w:rPr>
              <w:t>предусматриваю-</w:t>
            </w:r>
            <w:proofErr w:type="spellStart"/>
            <w:r w:rsidRPr="002B0876">
              <w:rPr>
                <w:rFonts w:ascii="Times New Roman" w:hAnsi="Times New Roman"/>
              </w:rPr>
              <w:t>щих</w:t>
            </w:r>
            <w:proofErr w:type="spellEnd"/>
            <w:proofErr w:type="gramEnd"/>
            <w:r w:rsidRPr="002B0876">
              <w:rPr>
                <w:rFonts w:ascii="Times New Roman" w:hAnsi="Times New Roman"/>
              </w:rPr>
              <w:t xml:space="preserve"> выполнение работ на принципах контракта жизненного цикла, предусматриваю-</w:t>
            </w:r>
          </w:p>
          <w:p w:rsidR="00BE2105" w:rsidRDefault="00BE2105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proofErr w:type="spellStart"/>
            <w:r w:rsidRPr="002B0876">
              <w:rPr>
                <w:rFonts w:ascii="Times New Roman" w:hAnsi="Times New Roman"/>
              </w:rPr>
              <w:t>щих</w:t>
            </w:r>
            <w:proofErr w:type="spellEnd"/>
            <w:r w:rsidRPr="002B0876">
              <w:rPr>
                <w:rFonts w:ascii="Times New Roman" w:hAnsi="Times New Roman"/>
              </w:rPr>
              <w:t xml:space="preserve"> объединение</w:t>
            </w:r>
          </w:p>
          <w:p w:rsidR="00BE2105" w:rsidRPr="002B0876" w:rsidRDefault="00DA77C9" w:rsidP="00DA77C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</w:t>
            </w:r>
            <w:r w:rsidR="00BE2105" w:rsidRPr="002B0876">
              <w:rPr>
                <w:rFonts w:ascii="Times New Roman" w:hAnsi="Times New Roman"/>
              </w:rPr>
              <w:t xml:space="preserve">один контракт различных видов дорожных работ, </w:t>
            </w:r>
            <w:r w:rsidR="00BE2105">
              <w:rPr>
                <w:rFonts w:ascii="Times New Roman" w:hAnsi="Times New Roman"/>
              </w:rPr>
              <w:t xml:space="preserve">        до 70</w:t>
            </w:r>
            <w:r w:rsidR="00BE2105" w:rsidRPr="002B0876">
              <w:rPr>
                <w:rFonts w:ascii="Times New Roman" w:hAnsi="Times New Roman"/>
              </w:rPr>
              <w:t>% в общем</w:t>
            </w:r>
            <w:r w:rsidR="00BE2105" w:rsidRPr="002B08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2105" w:rsidRPr="002B0876">
              <w:rPr>
                <w:rFonts w:ascii="Times New Roman" w:hAnsi="Times New Roman"/>
              </w:rPr>
              <w:t>объеме</w:t>
            </w:r>
            <w:r w:rsidR="00BE2105" w:rsidRPr="002B08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2105" w:rsidRPr="002B0876">
              <w:rPr>
                <w:rFonts w:ascii="Times New Roman" w:hAnsi="Times New Roman"/>
              </w:rPr>
              <w:t>новых</w:t>
            </w:r>
            <w:r w:rsidR="00BE2105" w:rsidRPr="002B08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2105" w:rsidRPr="002B0876">
              <w:rPr>
                <w:rFonts w:ascii="Times New Roman" w:hAnsi="Times New Roman"/>
              </w:rPr>
              <w:t xml:space="preserve">государственных контрактов на выполнение работ </w:t>
            </w: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BE210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Default="00BE2105" w:rsidP="008B36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E2105" w:rsidRPr="002B0876" w:rsidRDefault="00BE2105" w:rsidP="00BE210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Субсидии муниципальным образованиям на капитальный ремонт, ремонт и содержание социально значимых объектов - автомобильных дорог общего</w:t>
            </w:r>
            <w:r>
              <w:rPr>
                <w:rFonts w:ascii="Times New Roman" w:hAnsi="Times New Roman"/>
              </w:rPr>
              <w:t xml:space="preserve"> </w:t>
            </w:r>
            <w:r w:rsidRPr="002B0876">
              <w:rPr>
                <w:rFonts w:ascii="Times New Roman" w:hAnsi="Times New Roman"/>
              </w:rPr>
              <w:t>пользования местного значения и искусственных сооружений на них во исполнение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правовых актов и поручений </w:t>
            </w:r>
            <w:r>
              <w:rPr>
                <w:rFonts w:ascii="Times New Roman" w:hAnsi="Times New Roman"/>
              </w:rPr>
              <w:t>П</w:t>
            </w:r>
            <w:r w:rsidRPr="002B0876">
              <w:rPr>
                <w:rFonts w:ascii="Times New Roman" w:hAnsi="Times New Roman"/>
              </w:rPr>
              <w:t>резидента Российской Федерации,</w:t>
            </w:r>
          </w:p>
          <w:p w:rsidR="00BE2105" w:rsidRDefault="00BE2105" w:rsidP="00BE2105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Правительства </w:t>
            </w:r>
            <w:proofErr w:type="gramStart"/>
            <w:r w:rsidRPr="002B0876">
              <w:rPr>
                <w:rFonts w:ascii="Times New Roman" w:hAnsi="Times New Roman"/>
              </w:rPr>
              <w:t>Российской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  <w:p w:rsidR="00BE2105" w:rsidRDefault="00BE2105" w:rsidP="00BE2105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Федерации</w:t>
            </w:r>
            <w:r w:rsidR="004B429A">
              <w:rPr>
                <w:rFonts w:ascii="Times New Roman" w:hAnsi="Times New Roman"/>
              </w:rPr>
              <w:t>,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Губернатора Рязанской области и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Правительства Рязанской области</w:t>
            </w:r>
            <w:r>
              <w:rPr>
                <w:rFonts w:ascii="Times New Roman" w:hAnsi="Times New Roman"/>
              </w:rPr>
              <w:t>,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E2105" w:rsidRPr="002B0876" w:rsidRDefault="00BE2105" w:rsidP="00BE210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BE2105" w:rsidRPr="002B0876" w:rsidRDefault="00BE2105" w:rsidP="008B36B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BE2105" w:rsidRDefault="00BE2105" w:rsidP="008B36B8">
            <w:pPr>
              <w:rPr>
                <w:rFonts w:ascii="Times New Roman" w:hAnsi="Times New Roman"/>
              </w:rPr>
            </w:pPr>
          </w:p>
          <w:p w:rsidR="00BE2105" w:rsidRDefault="00BE2105" w:rsidP="008B36B8">
            <w:pPr>
              <w:rPr>
                <w:rFonts w:ascii="Times New Roman" w:hAnsi="Times New Roman"/>
              </w:rPr>
            </w:pPr>
          </w:p>
          <w:p w:rsidR="00BE2105" w:rsidRDefault="00BE2105" w:rsidP="008B36B8">
            <w:pPr>
              <w:rPr>
                <w:rFonts w:ascii="Times New Roman" w:hAnsi="Times New Roman"/>
              </w:rPr>
            </w:pPr>
          </w:p>
          <w:p w:rsidR="00BE2105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Default="00BE2105" w:rsidP="008B36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DF7234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proofErr w:type="gramStart"/>
            <w:r w:rsidRPr="002B0876">
              <w:rPr>
                <w:rFonts w:ascii="Times New Roman" w:hAnsi="Times New Roman"/>
              </w:rPr>
              <w:t>содержащих</w:t>
            </w:r>
            <w:proofErr w:type="gramEnd"/>
            <w:r w:rsidRPr="002B0876">
              <w:rPr>
                <w:rFonts w:ascii="Times New Roman" w:hAnsi="Times New Roman"/>
              </w:rPr>
              <w:t xml:space="preserve"> указание на их</w:t>
            </w:r>
          </w:p>
          <w:p w:rsidR="00BE2105" w:rsidRPr="002B0876" w:rsidRDefault="00BE2105" w:rsidP="00BE210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реализацию</w:t>
            </w:r>
          </w:p>
          <w:p w:rsidR="00BE2105" w:rsidRPr="002B0876" w:rsidRDefault="00BE2105" w:rsidP="00417D9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Default="00BE2105" w:rsidP="008B36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Default="00BE2105" w:rsidP="008B36B8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Default="00DA77C9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 xml:space="preserve"> капитальному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ремонту, ремонту и</w:t>
            </w:r>
            <w:r>
              <w:rPr>
                <w:rFonts w:ascii="Times New Roman" w:hAnsi="Times New Roman"/>
              </w:rPr>
              <w:t xml:space="preserve"> </w:t>
            </w:r>
            <w:r w:rsidRPr="002B0876">
              <w:rPr>
                <w:rFonts w:ascii="Times New Roman" w:hAnsi="Times New Roman"/>
              </w:rPr>
              <w:t>содержанию автомобильных дорог;</w:t>
            </w:r>
          </w:p>
          <w:p w:rsidR="00BE2105" w:rsidRPr="002B0876" w:rsidRDefault="00BE2105" w:rsidP="00DA77C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внедрение интеллектуальных транспортных систем на территории Рязанской области - 1 шт.;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размещение автоматических пунктов весогабаритного контроля транспортных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средств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автомобильных дорогах </w:t>
            </w:r>
            <w:proofErr w:type="gramStart"/>
            <w:r w:rsidRPr="002B0876">
              <w:rPr>
                <w:rFonts w:ascii="Times New Roman" w:hAnsi="Times New Roman"/>
              </w:rPr>
              <w:t>регионального</w:t>
            </w:r>
            <w:proofErr w:type="gramEnd"/>
            <w:r w:rsidRPr="002B0876">
              <w:rPr>
                <w:rFonts w:ascii="Times New Roman" w:hAnsi="Times New Roman"/>
              </w:rPr>
              <w:t xml:space="preserve"> или </w:t>
            </w:r>
            <w:proofErr w:type="spellStart"/>
            <w:r w:rsidRPr="002B0876">
              <w:rPr>
                <w:rFonts w:ascii="Times New Roman" w:hAnsi="Times New Roman"/>
              </w:rPr>
              <w:t>межмуниципально</w:t>
            </w:r>
            <w:proofErr w:type="spellEnd"/>
            <w:r w:rsidRPr="002B0876">
              <w:rPr>
                <w:rFonts w:ascii="Times New Roman" w:hAnsi="Times New Roman"/>
              </w:rPr>
              <w:t>-</w:t>
            </w:r>
          </w:p>
          <w:p w:rsidR="00BE2105" w:rsidRPr="002B0876" w:rsidRDefault="00BE2105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proofErr w:type="spellStart"/>
            <w:r w:rsidRPr="002B0876">
              <w:rPr>
                <w:rFonts w:ascii="Times New Roman" w:hAnsi="Times New Roman"/>
              </w:rPr>
              <w:t>го</w:t>
            </w:r>
            <w:proofErr w:type="spellEnd"/>
            <w:r w:rsidRPr="002B0876">
              <w:rPr>
                <w:rFonts w:ascii="Times New Roman" w:hAnsi="Times New Roman"/>
              </w:rPr>
              <w:t xml:space="preserve"> значения - 8 шт.</w:t>
            </w: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E2105" w:rsidRPr="002B0876" w:rsidRDefault="00BE2105" w:rsidP="00BE210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ИТОГО,</w:t>
            </w:r>
          </w:p>
          <w:p w:rsidR="00BE2105" w:rsidRPr="002B0876" w:rsidRDefault="00BE2105" w:rsidP="00BE210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 том числе:</w:t>
            </w:r>
          </w:p>
          <w:p w:rsidR="00BE2105" w:rsidRDefault="00BE2105" w:rsidP="00417D9C">
            <w:pPr>
              <w:rPr>
                <w:rFonts w:ascii="Times New Roman" w:hAnsi="Times New Roman"/>
              </w:rPr>
            </w:pPr>
          </w:p>
          <w:p w:rsidR="00BE2105" w:rsidRDefault="00BE2105" w:rsidP="00417D9C">
            <w:pPr>
              <w:rPr>
                <w:rFonts w:ascii="Times New Roman" w:hAnsi="Times New Roman"/>
              </w:rPr>
            </w:pPr>
          </w:p>
          <w:p w:rsidR="00BE2105" w:rsidRDefault="00BE2105" w:rsidP="00417D9C">
            <w:pPr>
              <w:rPr>
                <w:rFonts w:ascii="Times New Roman" w:hAnsi="Times New Roman"/>
              </w:rPr>
            </w:pPr>
          </w:p>
          <w:p w:rsidR="00BE2105" w:rsidRDefault="00BE2105" w:rsidP="00417D9C">
            <w:pPr>
              <w:rPr>
                <w:rFonts w:ascii="Times New Roman" w:hAnsi="Times New Roman"/>
              </w:rPr>
            </w:pPr>
          </w:p>
          <w:p w:rsidR="00BE2105" w:rsidRDefault="00BE2105" w:rsidP="00417D9C">
            <w:pPr>
              <w:rPr>
                <w:rFonts w:ascii="Times New Roman" w:hAnsi="Times New Roman"/>
              </w:rPr>
            </w:pPr>
          </w:p>
          <w:p w:rsidR="00BE2105" w:rsidRPr="002B0876" w:rsidRDefault="00BE2105" w:rsidP="00417D9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58115409,47686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 w:hanging="108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5003886,16219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5575889,0127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5312357,31397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6557351,46016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6610403,65342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8516860,86342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8390498,011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7427031,5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4721131,5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15419643,30817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1066666,5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935107,68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1054935,41717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2262210,7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840164,5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844652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4186006,511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E2105" w:rsidRPr="002B0876" w:rsidRDefault="00BE2105" w:rsidP="00417D9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42695766,16869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3937219,66219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4640781,3327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4257421,8968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4295140,76016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5770239,15342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7672208,86342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4204491,5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3877131,5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4041131,5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991D48" w:rsidRPr="002B0876" w:rsidTr="00991D48">
        <w:trPr>
          <w:cantSplit/>
          <w:trHeight w:val="988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Default="00BE2105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05" w:rsidRPr="002B0876" w:rsidRDefault="00BE2105" w:rsidP="00BE210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  <w:p w:rsidR="00BE2105" w:rsidRPr="002B0876" w:rsidRDefault="00BE2105" w:rsidP="008B36B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41209989,96304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3782646,70277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4478583,1327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4110480,86602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4146888,14471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5609790,95342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7511760,66342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4047186,5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3719826,5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E2105" w:rsidRPr="002B0876" w:rsidRDefault="00BE2105" w:rsidP="008B36B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3883826,5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105" w:rsidRPr="002B0876" w:rsidRDefault="00BE2105" w:rsidP="00417D9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</w:tbl>
    <w:p w:rsidR="000C37E8" w:rsidRDefault="000C37E8" w:rsidP="002856AA">
      <w:pPr>
        <w:ind w:left="-142"/>
        <w:jc w:val="both"/>
        <w:rPr>
          <w:rFonts w:ascii="Times New Roman" w:hAnsi="Times New Roman"/>
          <w:vertAlign w:val="superscript"/>
        </w:rPr>
      </w:pPr>
    </w:p>
    <w:p w:rsidR="002856AA" w:rsidRDefault="009960AC" w:rsidP="00BE2105">
      <w:pPr>
        <w:ind w:left="284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vertAlign w:val="superscript"/>
        </w:rPr>
        <w:t xml:space="preserve">1 </w:t>
      </w:r>
      <w:r w:rsidR="00BC2F0E" w:rsidRPr="00BC044A">
        <w:rPr>
          <w:rFonts w:ascii="Times New Roman" w:hAnsi="Times New Roman"/>
        </w:rPr>
        <w:t>Объемы финансирования подпрограммы по годам и мероприятиям подлежат уточнению при изменении объемов средств, выделяемых из областного</w:t>
      </w:r>
      <w:r w:rsidR="004F36EA">
        <w:rPr>
          <w:rFonts w:ascii="Times New Roman" w:hAnsi="Times New Roman"/>
        </w:rPr>
        <w:t xml:space="preserve"> и федерального</w:t>
      </w:r>
      <w:r w:rsidR="00CC31A1">
        <w:rPr>
          <w:rFonts w:ascii="Times New Roman" w:hAnsi="Times New Roman"/>
        </w:rPr>
        <w:t xml:space="preserve"> бюджетов</w:t>
      </w:r>
      <w:r w:rsidR="00BC2F0E" w:rsidRPr="00BC044A">
        <w:rPr>
          <w:rFonts w:ascii="Times New Roman" w:hAnsi="Times New Roman"/>
        </w:rPr>
        <w:t>.</w:t>
      </w:r>
      <w:proofErr w:type="gramEnd"/>
    </w:p>
    <w:p w:rsidR="00BC2F0E" w:rsidRDefault="009960AC" w:rsidP="00BE2105">
      <w:pPr>
        <w:ind w:left="-142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2</w:t>
      </w:r>
      <w:r w:rsidR="002856AA" w:rsidRPr="002856AA">
        <w:rPr>
          <w:rFonts w:ascii="Times New Roman" w:hAnsi="Times New Roman"/>
        </w:rPr>
        <w:t xml:space="preserve"> </w:t>
      </w:r>
      <w:r w:rsidR="00BC2F0E" w:rsidRPr="00BC044A">
        <w:rPr>
          <w:rFonts w:ascii="Times New Roman" w:hAnsi="Times New Roman"/>
        </w:rPr>
        <w:t>Планируемые объемы фи</w:t>
      </w:r>
      <w:r w:rsidR="00B662EF">
        <w:rPr>
          <w:rFonts w:ascii="Times New Roman" w:hAnsi="Times New Roman"/>
        </w:rPr>
        <w:t>нансирования приведены в таблиц</w:t>
      </w:r>
      <w:r w:rsidR="0071487E">
        <w:rPr>
          <w:rFonts w:ascii="Times New Roman" w:hAnsi="Times New Roman"/>
        </w:rPr>
        <w:t>е</w:t>
      </w:r>
      <w:r w:rsidR="00A131D5">
        <w:rPr>
          <w:rFonts w:ascii="Times New Roman" w:hAnsi="Times New Roman"/>
        </w:rPr>
        <w:t xml:space="preserve"> № </w:t>
      </w:r>
      <w:r w:rsidR="00B662EF">
        <w:rPr>
          <w:rFonts w:ascii="Times New Roman" w:hAnsi="Times New Roman"/>
        </w:rPr>
        <w:t>2</w:t>
      </w:r>
      <w:r w:rsidR="00B662EF" w:rsidRPr="00B662EF">
        <w:rPr>
          <w:rFonts w:ascii="Times New Roman" w:hAnsi="Times New Roman"/>
        </w:rPr>
        <w:t>.</w:t>
      </w:r>
      <w:r w:rsidR="00B662EF">
        <w:rPr>
          <w:rFonts w:ascii="Times New Roman" w:hAnsi="Times New Roman"/>
        </w:rPr>
        <w:t>1</w:t>
      </w:r>
      <w:r w:rsidR="00BC2F0E" w:rsidRPr="00BC044A">
        <w:rPr>
          <w:rFonts w:ascii="Times New Roman" w:hAnsi="Times New Roman"/>
        </w:rPr>
        <w:t>.</w:t>
      </w:r>
    </w:p>
    <w:p w:rsidR="00BC2F0E" w:rsidRPr="00BC044A" w:rsidRDefault="00A97CB9" w:rsidP="00BE2105">
      <w:pPr>
        <w:spacing w:line="226" w:lineRule="auto"/>
        <w:ind w:left="-142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3</w:t>
      </w:r>
      <w:r w:rsidR="00EE0639">
        <w:rPr>
          <w:rFonts w:ascii="Times New Roman" w:hAnsi="Times New Roman"/>
        </w:rPr>
        <w:t xml:space="preserve"> </w:t>
      </w:r>
      <w:r w:rsidR="00BC2F0E" w:rsidRPr="00BC044A">
        <w:rPr>
          <w:rFonts w:ascii="Times New Roman" w:hAnsi="Times New Roman"/>
        </w:rPr>
        <w:t>Планируемые объемы финансирования по объектам приведены в таблицах № 3.1, 3.2.</w:t>
      </w:r>
      <w:r w:rsidR="00BE7C21">
        <w:rPr>
          <w:rFonts w:ascii="Times New Roman" w:hAnsi="Times New Roman"/>
        </w:rPr>
        <w:t xml:space="preserve"> </w:t>
      </w:r>
    </w:p>
    <w:p w:rsidR="00E24EE7" w:rsidRDefault="00A97CB9" w:rsidP="00BE2105">
      <w:pPr>
        <w:ind w:left="-142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4</w:t>
      </w:r>
      <w:r w:rsidR="009960AC">
        <w:rPr>
          <w:rFonts w:ascii="Times New Roman" w:hAnsi="Times New Roman"/>
          <w:vertAlign w:val="superscript"/>
        </w:rPr>
        <w:t xml:space="preserve"> </w:t>
      </w:r>
      <w:r w:rsidR="00BC2F0E" w:rsidRPr="00BC044A">
        <w:rPr>
          <w:rFonts w:ascii="Times New Roman" w:hAnsi="Times New Roman"/>
        </w:rPr>
        <w:t>Планируемые объемы финансирования по объектам приведены в таблице № 4.</w:t>
      </w:r>
    </w:p>
    <w:p w:rsidR="00BC2F0E" w:rsidRDefault="00E24EE7" w:rsidP="00BE2105">
      <w:pPr>
        <w:ind w:left="284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vertAlign w:val="superscript"/>
        </w:rPr>
        <w:t>5</w:t>
      </w:r>
      <w:r>
        <w:rPr>
          <w:rFonts w:ascii="Times New Roman" w:hAnsi="Times New Roman"/>
        </w:rPr>
        <w:t xml:space="preserve"> Средства областного бюджета, источником финансового обеспечения котор</w:t>
      </w:r>
      <w:r w:rsidR="00BE2105">
        <w:rPr>
          <w:rFonts w:ascii="Times New Roman" w:hAnsi="Times New Roman"/>
        </w:rPr>
        <w:t>ых</w:t>
      </w:r>
      <w:r>
        <w:rPr>
          <w:rFonts w:ascii="Times New Roman" w:hAnsi="Times New Roman"/>
        </w:rPr>
        <w:t xml:space="preserve"> являются иные межбюджетные трансферты, предоставляемые на достижение целевых показателей региональных программ в сфере дорожного хозяйства, предусматривающих осуществление крупных особо важных для социально-экономического развития Российской Федерации проектов</w:t>
      </w:r>
      <w:r w:rsidR="00BE210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расходуются на с</w:t>
      </w:r>
      <w:r w:rsidRPr="00E24EE7">
        <w:rPr>
          <w:rFonts w:ascii="Times New Roman" w:hAnsi="Times New Roman"/>
        </w:rPr>
        <w:t xml:space="preserve">троительство автодороги «Шацк - </w:t>
      </w:r>
      <w:proofErr w:type="spellStart"/>
      <w:r w:rsidRPr="00E24EE7">
        <w:rPr>
          <w:rFonts w:ascii="Times New Roman" w:hAnsi="Times New Roman"/>
        </w:rPr>
        <w:t>Касимов</w:t>
      </w:r>
      <w:proofErr w:type="spellEnd"/>
      <w:r w:rsidRPr="00E24EE7">
        <w:rPr>
          <w:rFonts w:ascii="Times New Roman" w:hAnsi="Times New Roman"/>
        </w:rPr>
        <w:t xml:space="preserve">» на участке обхода г. Сасово  с подъездом  к автодороге «Сасово - Восход - </w:t>
      </w:r>
      <w:proofErr w:type="spellStart"/>
      <w:r w:rsidRPr="00E24EE7">
        <w:rPr>
          <w:rFonts w:ascii="Times New Roman" w:hAnsi="Times New Roman"/>
        </w:rPr>
        <w:t>Кадом</w:t>
      </w:r>
      <w:proofErr w:type="spellEnd"/>
      <w:r w:rsidRPr="00E24EE7">
        <w:rPr>
          <w:rFonts w:ascii="Times New Roman" w:hAnsi="Times New Roman"/>
        </w:rPr>
        <w:t>», 1 очередь</w:t>
      </w:r>
      <w:r>
        <w:rPr>
          <w:rFonts w:ascii="Times New Roman" w:hAnsi="Times New Roman"/>
        </w:rPr>
        <w:t xml:space="preserve"> </w:t>
      </w:r>
      <w:r w:rsidRPr="00E24EE7">
        <w:rPr>
          <w:rFonts w:ascii="Times New Roman" w:hAnsi="Times New Roman"/>
        </w:rPr>
        <w:t>(1 пусковой комплекс)</w:t>
      </w:r>
      <w:r w:rsidR="00BE2105">
        <w:rPr>
          <w:rFonts w:ascii="Times New Roman" w:hAnsi="Times New Roman"/>
        </w:rPr>
        <w:t xml:space="preserve"> (подпункт </w:t>
      </w:r>
      <w:r>
        <w:rPr>
          <w:rFonts w:ascii="Times New Roman" w:hAnsi="Times New Roman"/>
        </w:rPr>
        <w:t>15.1 таблицы</w:t>
      </w:r>
      <w:proofErr w:type="gramEnd"/>
      <w:r>
        <w:rPr>
          <w:rFonts w:ascii="Times New Roman" w:hAnsi="Times New Roman"/>
        </w:rPr>
        <w:t xml:space="preserve"> № 4</w:t>
      </w:r>
      <w:r w:rsidR="00BE2105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  <w:r w:rsidR="002B0876">
        <w:rPr>
          <w:rFonts w:ascii="Times New Roman" w:hAnsi="Times New Roman"/>
        </w:rPr>
        <w:t>».</w:t>
      </w:r>
    </w:p>
    <w:p w:rsidR="00AC59FB" w:rsidRDefault="00AC59FB" w:rsidP="004C419C">
      <w:pPr>
        <w:jc w:val="right"/>
        <w:rPr>
          <w:rFonts w:ascii="Times New Roman" w:hAnsi="Times New Roman"/>
          <w:sz w:val="28"/>
          <w:szCs w:val="28"/>
        </w:rPr>
      </w:pPr>
    </w:p>
    <w:p w:rsidR="00AC59FB" w:rsidRDefault="00AC59FB" w:rsidP="004C419C">
      <w:pPr>
        <w:jc w:val="right"/>
        <w:rPr>
          <w:rFonts w:ascii="Times New Roman" w:hAnsi="Times New Roman"/>
          <w:sz w:val="28"/>
          <w:szCs w:val="28"/>
        </w:rPr>
      </w:pPr>
    </w:p>
    <w:p w:rsidR="00AC59FB" w:rsidRDefault="00AC59FB" w:rsidP="004C419C">
      <w:pPr>
        <w:jc w:val="right"/>
        <w:rPr>
          <w:rFonts w:ascii="Times New Roman" w:hAnsi="Times New Roman"/>
          <w:sz w:val="28"/>
          <w:szCs w:val="28"/>
        </w:rPr>
      </w:pPr>
    </w:p>
    <w:p w:rsidR="00AC59FB" w:rsidRDefault="00AC59FB" w:rsidP="004C419C">
      <w:pPr>
        <w:jc w:val="right"/>
        <w:rPr>
          <w:rFonts w:ascii="Times New Roman" w:hAnsi="Times New Roman"/>
          <w:sz w:val="28"/>
          <w:szCs w:val="28"/>
        </w:rPr>
      </w:pPr>
    </w:p>
    <w:p w:rsidR="00AC59FB" w:rsidRDefault="00AC59FB" w:rsidP="004C419C">
      <w:pPr>
        <w:jc w:val="right"/>
        <w:rPr>
          <w:rFonts w:ascii="Times New Roman" w:hAnsi="Times New Roman"/>
          <w:sz w:val="28"/>
          <w:szCs w:val="28"/>
        </w:rPr>
      </w:pPr>
    </w:p>
    <w:p w:rsidR="00AC59FB" w:rsidRDefault="00AC59FB" w:rsidP="004C419C">
      <w:pPr>
        <w:jc w:val="right"/>
        <w:rPr>
          <w:rFonts w:ascii="Times New Roman" w:hAnsi="Times New Roman"/>
          <w:sz w:val="28"/>
          <w:szCs w:val="28"/>
        </w:rPr>
      </w:pPr>
    </w:p>
    <w:p w:rsidR="00AC59FB" w:rsidRDefault="00AC59FB" w:rsidP="004C419C">
      <w:pPr>
        <w:jc w:val="right"/>
        <w:rPr>
          <w:rFonts w:ascii="Times New Roman" w:hAnsi="Times New Roman"/>
          <w:sz w:val="28"/>
          <w:szCs w:val="28"/>
        </w:rPr>
      </w:pPr>
    </w:p>
    <w:p w:rsidR="00AC59FB" w:rsidRDefault="00AC59FB" w:rsidP="004C419C">
      <w:pPr>
        <w:jc w:val="right"/>
        <w:rPr>
          <w:rFonts w:ascii="Times New Roman" w:hAnsi="Times New Roman"/>
          <w:sz w:val="28"/>
          <w:szCs w:val="28"/>
        </w:rPr>
      </w:pPr>
    </w:p>
    <w:p w:rsidR="0044314C" w:rsidRDefault="0044314C" w:rsidP="004C419C">
      <w:pPr>
        <w:jc w:val="right"/>
        <w:rPr>
          <w:rFonts w:ascii="Times New Roman" w:hAnsi="Times New Roman"/>
          <w:sz w:val="28"/>
          <w:szCs w:val="28"/>
        </w:rPr>
      </w:pPr>
    </w:p>
    <w:p w:rsidR="00AC59FB" w:rsidRDefault="00AC59FB" w:rsidP="00AD5A54">
      <w:pPr>
        <w:rPr>
          <w:rFonts w:ascii="Times New Roman" w:hAnsi="Times New Roman"/>
          <w:sz w:val="28"/>
          <w:szCs w:val="28"/>
        </w:rPr>
      </w:pPr>
    </w:p>
    <w:p w:rsidR="004C419C" w:rsidRDefault="00A97CB9" w:rsidP="004C419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E7C21">
        <w:rPr>
          <w:rFonts w:ascii="Times New Roman" w:hAnsi="Times New Roman"/>
          <w:sz w:val="28"/>
          <w:szCs w:val="28"/>
        </w:rPr>
        <w:t>Т</w:t>
      </w:r>
      <w:r w:rsidR="004C419C">
        <w:rPr>
          <w:rFonts w:ascii="Times New Roman" w:hAnsi="Times New Roman"/>
          <w:sz w:val="28"/>
          <w:szCs w:val="28"/>
        </w:rPr>
        <w:t>аблица № 2.1</w:t>
      </w:r>
    </w:p>
    <w:p w:rsidR="00866788" w:rsidRDefault="00866788" w:rsidP="004C419C">
      <w:pPr>
        <w:jc w:val="center"/>
        <w:rPr>
          <w:rFonts w:ascii="Times New Roman" w:hAnsi="Times New Roman"/>
          <w:sz w:val="28"/>
          <w:szCs w:val="28"/>
        </w:rPr>
      </w:pPr>
    </w:p>
    <w:p w:rsidR="004C419C" w:rsidRDefault="004C419C" w:rsidP="004C419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Планируемые  объемы финансирования </w:t>
      </w:r>
    </w:p>
    <w:p w:rsidR="004C419C" w:rsidRDefault="004C419C" w:rsidP="004C419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содержанию  автомобильных дорог общего пользования регионального или  </w:t>
      </w:r>
    </w:p>
    <w:p w:rsidR="004C419C" w:rsidRDefault="004C419C" w:rsidP="004C419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межмуниципального значения и искусственных сооружений на них</w:t>
      </w:r>
      <w:r w:rsidR="006250E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по муниципальным образованиям Рязанской области </w:t>
      </w:r>
      <w:r>
        <w:rPr>
          <w:rFonts w:ascii="Times New Roman" w:hAnsi="Times New Roman"/>
          <w:sz w:val="28"/>
          <w:szCs w:val="28"/>
        </w:rPr>
        <w:t>на 2018-202</w:t>
      </w:r>
      <w:r w:rsidR="00C3471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4C419C" w:rsidRPr="005320E8" w:rsidRDefault="004C419C" w:rsidP="004C419C">
      <w:pPr>
        <w:spacing w:line="192" w:lineRule="auto"/>
        <w:jc w:val="center"/>
        <w:rPr>
          <w:rFonts w:ascii="Times New Roman" w:hAnsi="Times New Roman"/>
          <w:sz w:val="36"/>
          <w:szCs w:val="36"/>
        </w:rPr>
      </w:pPr>
    </w:p>
    <w:p w:rsidR="004C419C" w:rsidRPr="00BC2F0E" w:rsidRDefault="004C419C" w:rsidP="004C419C">
      <w:pPr>
        <w:spacing w:line="192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559"/>
        <w:gridCol w:w="1418"/>
        <w:gridCol w:w="1559"/>
        <w:gridCol w:w="1559"/>
        <w:gridCol w:w="1134"/>
        <w:gridCol w:w="1134"/>
        <w:gridCol w:w="1134"/>
        <w:gridCol w:w="993"/>
      </w:tblGrid>
      <w:tr w:rsidR="00C0292A" w:rsidRPr="001D19CB" w:rsidTr="00D87800">
        <w:trPr>
          <w:trHeight w:val="427"/>
          <w:tblHeader/>
        </w:trPr>
        <w:tc>
          <w:tcPr>
            <w:tcW w:w="568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0292A" w:rsidRPr="00DF7234" w:rsidRDefault="00C0292A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DF7234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DF7234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68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0292A" w:rsidRPr="00DF7234" w:rsidRDefault="00C0292A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Наименование мероприятий и муниципальных образований</w:t>
            </w:r>
          </w:p>
          <w:p w:rsidR="00C0292A" w:rsidRPr="00DF7234" w:rsidRDefault="00C0292A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Рязанской области</w:t>
            </w:r>
          </w:p>
        </w:tc>
        <w:tc>
          <w:tcPr>
            <w:tcW w:w="10490" w:type="dxa"/>
            <w:gridSpan w:val="8"/>
            <w:shd w:val="clear" w:color="auto" w:fill="auto"/>
            <w:vAlign w:val="center"/>
          </w:tcPr>
          <w:p w:rsidR="00C0292A" w:rsidRPr="00DF7234" w:rsidRDefault="00C0292A" w:rsidP="00877A7F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</w:tr>
      <w:tr w:rsidR="00C0292A" w:rsidRPr="001D19CB" w:rsidTr="00D87800">
        <w:trPr>
          <w:trHeight w:val="20"/>
          <w:tblHeader/>
        </w:trPr>
        <w:tc>
          <w:tcPr>
            <w:tcW w:w="56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0292A" w:rsidRPr="00DF7234" w:rsidRDefault="00C0292A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0292A" w:rsidRPr="00DF7234" w:rsidRDefault="00C0292A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0292A" w:rsidRPr="00DF7234" w:rsidRDefault="00C0292A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893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292A" w:rsidRPr="00DF7234" w:rsidRDefault="00C0292A" w:rsidP="00877A7F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CC2AD7" w:rsidRPr="001D19CB" w:rsidTr="00D87800">
        <w:trPr>
          <w:trHeight w:val="421"/>
          <w:tblHeader/>
        </w:trPr>
        <w:tc>
          <w:tcPr>
            <w:tcW w:w="56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46050A" w:rsidRPr="0046050A" w:rsidRDefault="0046050A">
      <w:pPr>
        <w:rPr>
          <w:rFonts w:ascii="Times New Roman" w:hAnsi="Times New Roman"/>
          <w:sz w:val="2"/>
          <w:szCs w:val="2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559"/>
        <w:gridCol w:w="1418"/>
        <w:gridCol w:w="1559"/>
        <w:gridCol w:w="1559"/>
        <w:gridCol w:w="1134"/>
        <w:gridCol w:w="1134"/>
        <w:gridCol w:w="1129"/>
        <w:gridCol w:w="998"/>
      </w:tblGrid>
      <w:tr w:rsidR="009F6ACA" w:rsidRPr="001D19CB" w:rsidTr="00BE2105">
        <w:trPr>
          <w:trHeight w:val="20"/>
          <w:tblHeader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AD7" w:rsidRPr="00DF7234" w:rsidRDefault="00CC2AD7" w:rsidP="00877A7F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CC2AD7" w:rsidRPr="00DF7234" w:rsidRDefault="00CC2AD7" w:rsidP="00877A7F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C2AD7" w:rsidRPr="00DF7234" w:rsidRDefault="00CC2AD7" w:rsidP="00877A7F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9F6ACA" w:rsidRPr="001D19CB" w:rsidTr="00BE2105">
        <w:trPr>
          <w:trHeight w:val="20"/>
        </w:trPr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</w:tcPr>
          <w:p w:rsidR="009F6ACA" w:rsidRPr="00DF7234" w:rsidRDefault="009F6ACA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685" w:type="dxa"/>
            <w:shd w:val="clear" w:color="auto" w:fill="auto"/>
          </w:tcPr>
          <w:p w:rsidR="009F6ACA" w:rsidRPr="00DF7234" w:rsidRDefault="009F6ACA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Нормативное содержание и  приведение в нормативное состояние автомобильных дорог</w:t>
            </w:r>
          </w:p>
        </w:tc>
        <w:tc>
          <w:tcPr>
            <w:tcW w:w="1559" w:type="dxa"/>
            <w:shd w:val="clear" w:color="auto" w:fill="auto"/>
          </w:tcPr>
          <w:p w:rsidR="009F6ACA" w:rsidRPr="00B262FD" w:rsidRDefault="00AF73C3" w:rsidP="00AF73C3">
            <w:pPr>
              <w:ind w:left="-57" w:right="-57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13119400,64987</w:t>
            </w:r>
          </w:p>
        </w:tc>
        <w:tc>
          <w:tcPr>
            <w:tcW w:w="1418" w:type="dxa"/>
            <w:shd w:val="clear" w:color="auto" w:fill="auto"/>
          </w:tcPr>
          <w:p w:rsidR="009F6ACA" w:rsidRPr="009D4B17" w:rsidRDefault="009B109F" w:rsidP="00877A7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2076289,08697</w:t>
            </w:r>
          </w:p>
        </w:tc>
        <w:tc>
          <w:tcPr>
            <w:tcW w:w="1559" w:type="dxa"/>
            <w:shd w:val="clear" w:color="auto" w:fill="auto"/>
          </w:tcPr>
          <w:p w:rsidR="009F6ACA" w:rsidRPr="00B849DE" w:rsidRDefault="005D5FBF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2160509,49948</w:t>
            </w:r>
          </w:p>
        </w:tc>
        <w:tc>
          <w:tcPr>
            <w:tcW w:w="1559" w:type="dxa"/>
            <w:shd w:val="clear" w:color="auto" w:fill="auto"/>
          </w:tcPr>
          <w:p w:rsidR="009F6ACA" w:rsidRPr="00B262FD" w:rsidRDefault="00AF73C3" w:rsidP="00AF73C3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1827793,56342</w:t>
            </w:r>
          </w:p>
        </w:tc>
        <w:tc>
          <w:tcPr>
            <w:tcW w:w="1134" w:type="dxa"/>
            <w:shd w:val="clear" w:color="auto" w:fill="auto"/>
          </w:tcPr>
          <w:p w:rsidR="009F6ACA" w:rsidRPr="00B849DE" w:rsidRDefault="00B849DE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3196757,5</w:t>
            </w:r>
          </w:p>
        </w:tc>
        <w:tc>
          <w:tcPr>
            <w:tcW w:w="1134" w:type="dxa"/>
            <w:shd w:val="clear" w:color="auto" w:fill="auto"/>
          </w:tcPr>
          <w:p w:rsidR="009F6ACA" w:rsidRPr="001D19CB" w:rsidRDefault="009F6ACA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1286017</w:t>
            </w:r>
          </w:p>
        </w:tc>
        <w:tc>
          <w:tcPr>
            <w:tcW w:w="1129" w:type="dxa"/>
            <w:shd w:val="clear" w:color="auto" w:fill="auto"/>
          </w:tcPr>
          <w:p w:rsidR="009F6ACA" w:rsidRPr="001D19CB" w:rsidRDefault="009F6ACA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1286017</w:t>
            </w:r>
          </w:p>
        </w:tc>
        <w:tc>
          <w:tcPr>
            <w:tcW w:w="998" w:type="dxa"/>
            <w:shd w:val="clear" w:color="auto" w:fill="auto"/>
          </w:tcPr>
          <w:p w:rsidR="009F6ACA" w:rsidRPr="001D19CB" w:rsidRDefault="009F6ACA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1286017</w:t>
            </w:r>
          </w:p>
        </w:tc>
      </w:tr>
      <w:tr w:rsidR="00B849DE" w:rsidRPr="001D19CB" w:rsidTr="00BE2105">
        <w:trPr>
          <w:trHeight w:val="20"/>
        </w:trPr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</w:tcPr>
          <w:p w:rsidR="00B849DE" w:rsidRPr="00DF7234" w:rsidRDefault="00B849D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B849DE" w:rsidRPr="00DF7234" w:rsidRDefault="00B849DE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B849DE" w:rsidRPr="00B262FD" w:rsidRDefault="00AF73C3" w:rsidP="00AF73C3">
            <w:pPr>
              <w:ind w:left="-57" w:right="-57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13119400,66987</w:t>
            </w:r>
          </w:p>
        </w:tc>
        <w:tc>
          <w:tcPr>
            <w:tcW w:w="1418" w:type="dxa"/>
            <w:shd w:val="clear" w:color="auto" w:fill="auto"/>
          </w:tcPr>
          <w:p w:rsidR="00B849DE" w:rsidRPr="009D4B17" w:rsidRDefault="00B849DE" w:rsidP="0025654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2076289,08697</w:t>
            </w:r>
          </w:p>
        </w:tc>
        <w:tc>
          <w:tcPr>
            <w:tcW w:w="1559" w:type="dxa"/>
            <w:shd w:val="clear" w:color="auto" w:fill="auto"/>
          </w:tcPr>
          <w:p w:rsidR="00B849DE" w:rsidRPr="00B849DE" w:rsidRDefault="005D5FBF" w:rsidP="000D34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2160509,49948</w:t>
            </w:r>
          </w:p>
        </w:tc>
        <w:tc>
          <w:tcPr>
            <w:tcW w:w="1559" w:type="dxa"/>
            <w:shd w:val="clear" w:color="auto" w:fill="auto"/>
          </w:tcPr>
          <w:p w:rsidR="00B849DE" w:rsidRPr="00B262FD" w:rsidRDefault="00AF73C3" w:rsidP="00AF73C3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1827793,56342</w:t>
            </w:r>
          </w:p>
        </w:tc>
        <w:tc>
          <w:tcPr>
            <w:tcW w:w="1134" w:type="dxa"/>
            <w:shd w:val="clear" w:color="auto" w:fill="auto"/>
          </w:tcPr>
          <w:p w:rsidR="00B849DE" w:rsidRPr="00B849DE" w:rsidRDefault="00B849DE" w:rsidP="000D34F7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3196757,5</w:t>
            </w:r>
          </w:p>
        </w:tc>
        <w:tc>
          <w:tcPr>
            <w:tcW w:w="1134" w:type="dxa"/>
            <w:shd w:val="clear" w:color="auto" w:fill="auto"/>
          </w:tcPr>
          <w:p w:rsidR="00B849DE" w:rsidRPr="001D19CB" w:rsidRDefault="00B849DE" w:rsidP="002565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1286017</w:t>
            </w:r>
          </w:p>
        </w:tc>
        <w:tc>
          <w:tcPr>
            <w:tcW w:w="1129" w:type="dxa"/>
            <w:shd w:val="clear" w:color="auto" w:fill="auto"/>
          </w:tcPr>
          <w:p w:rsidR="00B849DE" w:rsidRPr="001D19CB" w:rsidRDefault="00B849DE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1286017</w:t>
            </w:r>
          </w:p>
        </w:tc>
        <w:tc>
          <w:tcPr>
            <w:tcW w:w="998" w:type="dxa"/>
            <w:shd w:val="clear" w:color="auto" w:fill="auto"/>
          </w:tcPr>
          <w:p w:rsidR="00B849DE" w:rsidRPr="001D19CB" w:rsidRDefault="00B849DE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1286017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 w:val="restart"/>
            <w:tcBorders>
              <w:bottom w:val="nil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1A78C3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Мероприятия по безопасности движения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AF73C3" w:rsidP="00877A7F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>
              <w:rPr>
                <w:rFonts w:ascii="Times New Roman" w:hAnsi="Times New Roman"/>
                <w:bCs/>
              </w:rPr>
              <w:t>164368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3000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05EC8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AF73C3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39342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39342</w:t>
            </w:r>
          </w:p>
        </w:tc>
        <w:tc>
          <w:tcPr>
            <w:tcW w:w="1129" w:type="dxa"/>
            <w:shd w:val="clear" w:color="auto" w:fill="auto"/>
          </w:tcPr>
          <w:p w:rsidR="001A78C3" w:rsidRPr="00B849DE" w:rsidRDefault="001A78C3" w:rsidP="00FF6D50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39342</w:t>
            </w:r>
          </w:p>
        </w:tc>
        <w:tc>
          <w:tcPr>
            <w:tcW w:w="998" w:type="dxa"/>
            <w:shd w:val="clear" w:color="auto" w:fill="auto"/>
          </w:tcPr>
          <w:p w:rsidR="001A78C3" w:rsidRPr="00B849DE" w:rsidRDefault="001A78C3" w:rsidP="00FF6D50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39342</w:t>
            </w:r>
          </w:p>
        </w:tc>
      </w:tr>
      <w:tr w:rsidR="0027369E" w:rsidRPr="001D19CB" w:rsidTr="00BE2105">
        <w:trPr>
          <w:trHeight w:val="552"/>
        </w:trPr>
        <w:tc>
          <w:tcPr>
            <w:tcW w:w="568" w:type="dxa"/>
            <w:vMerge/>
            <w:tcBorders>
              <w:bottom w:val="nil"/>
            </w:tcBorders>
            <w:shd w:val="clear" w:color="auto" w:fill="auto"/>
          </w:tcPr>
          <w:p w:rsidR="0027369E" w:rsidRPr="00DF7234" w:rsidRDefault="0027369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27369E" w:rsidRPr="00DF7234" w:rsidRDefault="0027369E" w:rsidP="001A78C3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</w:t>
            </w:r>
          </w:p>
          <w:p w:rsidR="0027369E" w:rsidRPr="00DF7234" w:rsidRDefault="0027369E" w:rsidP="001A78C3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  <w:r w:rsidR="004D1AB5" w:rsidRPr="00DF7234">
              <w:rPr>
                <w:rFonts w:ascii="Times New Roman" w:hAnsi="Times New Roman"/>
                <w:sz w:val="22"/>
                <w:szCs w:val="22"/>
              </w:rPr>
              <w:t>, из них:</w:t>
            </w:r>
          </w:p>
        </w:tc>
        <w:tc>
          <w:tcPr>
            <w:tcW w:w="1559" w:type="dxa"/>
            <w:shd w:val="clear" w:color="auto" w:fill="auto"/>
          </w:tcPr>
          <w:p w:rsidR="0027369E" w:rsidRPr="00B262FD" w:rsidRDefault="00AF73C3" w:rsidP="000D34F7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>
              <w:rPr>
                <w:rFonts w:ascii="Times New Roman" w:hAnsi="Times New Roman"/>
                <w:bCs/>
              </w:rPr>
              <w:t>164368</w:t>
            </w:r>
          </w:p>
        </w:tc>
        <w:tc>
          <w:tcPr>
            <w:tcW w:w="1418" w:type="dxa"/>
            <w:shd w:val="clear" w:color="auto" w:fill="auto"/>
          </w:tcPr>
          <w:p w:rsidR="0027369E" w:rsidRPr="00B849DE" w:rsidRDefault="0027369E" w:rsidP="000D34F7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3000</w:t>
            </w:r>
          </w:p>
        </w:tc>
        <w:tc>
          <w:tcPr>
            <w:tcW w:w="1559" w:type="dxa"/>
            <w:shd w:val="clear" w:color="auto" w:fill="auto"/>
          </w:tcPr>
          <w:p w:rsidR="0027369E" w:rsidRDefault="0027369E" w:rsidP="000D34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7369E" w:rsidRPr="00B262FD" w:rsidRDefault="00AF73C3" w:rsidP="000D34F7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1134" w:type="dxa"/>
            <w:shd w:val="clear" w:color="auto" w:fill="auto"/>
          </w:tcPr>
          <w:p w:rsidR="0027369E" w:rsidRPr="00B849DE" w:rsidRDefault="0027369E" w:rsidP="000D34F7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39342</w:t>
            </w:r>
          </w:p>
        </w:tc>
        <w:tc>
          <w:tcPr>
            <w:tcW w:w="1134" w:type="dxa"/>
            <w:shd w:val="clear" w:color="auto" w:fill="auto"/>
          </w:tcPr>
          <w:p w:rsidR="0027369E" w:rsidRPr="00B849DE" w:rsidRDefault="0027369E" w:rsidP="000D34F7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39342</w:t>
            </w:r>
          </w:p>
        </w:tc>
        <w:tc>
          <w:tcPr>
            <w:tcW w:w="1129" w:type="dxa"/>
            <w:shd w:val="clear" w:color="auto" w:fill="auto"/>
          </w:tcPr>
          <w:p w:rsidR="0027369E" w:rsidRPr="00B849DE" w:rsidRDefault="0027369E" w:rsidP="000D34F7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39342</w:t>
            </w:r>
          </w:p>
        </w:tc>
        <w:tc>
          <w:tcPr>
            <w:tcW w:w="998" w:type="dxa"/>
            <w:shd w:val="clear" w:color="auto" w:fill="auto"/>
          </w:tcPr>
          <w:p w:rsidR="0027369E" w:rsidRPr="00B849DE" w:rsidRDefault="0027369E" w:rsidP="000D34F7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39342</w:t>
            </w:r>
          </w:p>
        </w:tc>
      </w:tr>
      <w:tr w:rsidR="005320E8" w:rsidRPr="001D19CB" w:rsidTr="00BE2105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320E8" w:rsidRPr="00DF7234" w:rsidRDefault="005320E8" w:rsidP="00BE210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2.1.</w:t>
            </w:r>
          </w:p>
          <w:p w:rsidR="005320E8" w:rsidRPr="00DF7234" w:rsidRDefault="005320E8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320E8" w:rsidRPr="00DF7234" w:rsidRDefault="005320E8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5320E8" w:rsidRPr="00DF7234" w:rsidRDefault="005320E8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Нанесение горизонтальной разметки</w:t>
            </w:r>
          </w:p>
        </w:tc>
        <w:tc>
          <w:tcPr>
            <w:tcW w:w="1559" w:type="dxa"/>
            <w:shd w:val="clear" w:color="auto" w:fill="auto"/>
          </w:tcPr>
          <w:p w:rsidR="005320E8" w:rsidRPr="005F4747" w:rsidRDefault="005F4747" w:rsidP="00877A7F">
            <w:pPr>
              <w:jc w:val="center"/>
              <w:rPr>
                <w:rFonts w:ascii="Times New Roman" w:hAnsi="Times New Roman"/>
                <w:bCs/>
              </w:rPr>
            </w:pPr>
            <w:r w:rsidRPr="005F4747">
              <w:rPr>
                <w:rFonts w:ascii="Times New Roman" w:hAnsi="Times New Roman"/>
                <w:bCs/>
              </w:rPr>
              <w:t>111368</w:t>
            </w:r>
          </w:p>
        </w:tc>
        <w:tc>
          <w:tcPr>
            <w:tcW w:w="1418" w:type="dxa"/>
            <w:shd w:val="clear" w:color="auto" w:fill="auto"/>
          </w:tcPr>
          <w:p w:rsidR="005320E8" w:rsidRPr="005F4747" w:rsidRDefault="005320E8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320E8" w:rsidRPr="005F4747" w:rsidRDefault="00105EC8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320E8" w:rsidRPr="005F4747" w:rsidRDefault="005F4747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320E8" w:rsidRPr="00B849DE" w:rsidRDefault="005320E8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27842</w:t>
            </w:r>
          </w:p>
        </w:tc>
        <w:tc>
          <w:tcPr>
            <w:tcW w:w="1134" w:type="dxa"/>
            <w:shd w:val="clear" w:color="auto" w:fill="auto"/>
          </w:tcPr>
          <w:p w:rsidR="005320E8" w:rsidRPr="00B849DE" w:rsidRDefault="005320E8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27842</w:t>
            </w:r>
          </w:p>
        </w:tc>
        <w:tc>
          <w:tcPr>
            <w:tcW w:w="1129" w:type="dxa"/>
            <w:shd w:val="clear" w:color="auto" w:fill="auto"/>
          </w:tcPr>
          <w:p w:rsidR="005320E8" w:rsidRPr="001D19CB" w:rsidRDefault="005320E8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27842</w:t>
            </w:r>
          </w:p>
        </w:tc>
        <w:tc>
          <w:tcPr>
            <w:tcW w:w="998" w:type="dxa"/>
            <w:shd w:val="clear" w:color="auto" w:fill="auto"/>
          </w:tcPr>
          <w:p w:rsidR="005320E8" w:rsidRPr="001D19CB" w:rsidRDefault="005320E8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27842</w:t>
            </w:r>
          </w:p>
        </w:tc>
      </w:tr>
      <w:tr w:rsidR="0027369E" w:rsidRPr="001D19CB" w:rsidTr="00BE2105">
        <w:trPr>
          <w:trHeight w:val="552"/>
        </w:trPr>
        <w:tc>
          <w:tcPr>
            <w:tcW w:w="568" w:type="dxa"/>
            <w:vMerge/>
            <w:shd w:val="clear" w:color="auto" w:fill="auto"/>
          </w:tcPr>
          <w:p w:rsidR="0027369E" w:rsidRPr="00DF7234" w:rsidRDefault="0027369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27369E" w:rsidRPr="00DF7234" w:rsidRDefault="0027369E" w:rsidP="005320E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</w:t>
            </w:r>
          </w:p>
          <w:p w:rsidR="0027369E" w:rsidRPr="00DF7234" w:rsidRDefault="0027369E" w:rsidP="0027369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27369E" w:rsidRPr="005F4747" w:rsidRDefault="0027369E" w:rsidP="005F4747">
            <w:pPr>
              <w:jc w:val="center"/>
              <w:rPr>
                <w:rFonts w:ascii="Times New Roman" w:hAnsi="Times New Roman"/>
                <w:bCs/>
              </w:rPr>
            </w:pPr>
            <w:r w:rsidRPr="005F4747">
              <w:rPr>
                <w:rFonts w:ascii="Times New Roman" w:hAnsi="Times New Roman"/>
                <w:bCs/>
              </w:rPr>
              <w:t>1</w:t>
            </w:r>
            <w:r w:rsidR="005F4747" w:rsidRPr="005F4747">
              <w:rPr>
                <w:rFonts w:ascii="Times New Roman" w:hAnsi="Times New Roman"/>
                <w:bCs/>
              </w:rPr>
              <w:t>11368</w:t>
            </w:r>
          </w:p>
        </w:tc>
        <w:tc>
          <w:tcPr>
            <w:tcW w:w="1418" w:type="dxa"/>
            <w:shd w:val="clear" w:color="auto" w:fill="auto"/>
          </w:tcPr>
          <w:p w:rsidR="0027369E" w:rsidRPr="005F4747" w:rsidRDefault="0027369E" w:rsidP="00E00764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7369E" w:rsidRPr="005F4747" w:rsidRDefault="0027369E" w:rsidP="00E00764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7369E" w:rsidRPr="005F4747" w:rsidRDefault="005F4747" w:rsidP="00E00764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7369E" w:rsidRPr="00B849DE" w:rsidRDefault="0027369E" w:rsidP="00E00764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27842</w:t>
            </w:r>
          </w:p>
        </w:tc>
        <w:tc>
          <w:tcPr>
            <w:tcW w:w="1134" w:type="dxa"/>
            <w:shd w:val="clear" w:color="auto" w:fill="auto"/>
          </w:tcPr>
          <w:p w:rsidR="0027369E" w:rsidRPr="00B849DE" w:rsidRDefault="0027369E" w:rsidP="00E00764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27842</w:t>
            </w:r>
          </w:p>
        </w:tc>
        <w:tc>
          <w:tcPr>
            <w:tcW w:w="1129" w:type="dxa"/>
            <w:shd w:val="clear" w:color="auto" w:fill="auto"/>
          </w:tcPr>
          <w:p w:rsidR="0027369E" w:rsidRPr="001D19CB" w:rsidRDefault="0027369E" w:rsidP="00E00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27842</w:t>
            </w:r>
          </w:p>
        </w:tc>
        <w:tc>
          <w:tcPr>
            <w:tcW w:w="998" w:type="dxa"/>
            <w:shd w:val="clear" w:color="auto" w:fill="auto"/>
          </w:tcPr>
          <w:p w:rsidR="0027369E" w:rsidRPr="001D19CB" w:rsidRDefault="0027369E" w:rsidP="00E00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27842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78C3" w:rsidRPr="00DF7234" w:rsidRDefault="001A78C3" w:rsidP="00BE210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2.2.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Замена барьерного ограждения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5F4747" w:rsidP="00877A7F">
            <w:pPr>
              <w:jc w:val="center"/>
              <w:rPr>
                <w:rFonts w:ascii="Times New Roman" w:hAnsi="Times New Roman"/>
                <w:bCs/>
              </w:rPr>
            </w:pPr>
            <w:r w:rsidRPr="005F4747">
              <w:rPr>
                <w:rFonts w:ascii="Times New Roman" w:hAnsi="Times New Roman"/>
                <w:bCs/>
              </w:rPr>
              <w:t>16000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9015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5F4747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4000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4000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5F4747" w:rsidP="00877A7F">
            <w:pPr>
              <w:jc w:val="center"/>
              <w:rPr>
                <w:rFonts w:ascii="Times New Roman" w:hAnsi="Times New Roman"/>
                <w:bCs/>
              </w:rPr>
            </w:pPr>
            <w:r w:rsidRPr="005F4747">
              <w:rPr>
                <w:rFonts w:ascii="Times New Roman" w:hAnsi="Times New Roman"/>
                <w:bCs/>
              </w:rPr>
              <w:t>16000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9015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5F4747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4000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4000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</w:tr>
      <w:tr w:rsidR="001A78C3" w:rsidRPr="001D19CB" w:rsidTr="00BE2105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A78C3" w:rsidRPr="00DF7234" w:rsidRDefault="001A78C3" w:rsidP="00BE210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2.3.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602D9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Установка новых  дорожных знаков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AF73C3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18000</w:t>
            </w:r>
          </w:p>
        </w:tc>
        <w:tc>
          <w:tcPr>
            <w:tcW w:w="1418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AF73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4500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602D9E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4500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</w:tr>
      <w:tr w:rsidR="001A78C3" w:rsidRPr="001D19CB" w:rsidTr="00BE2105">
        <w:trPr>
          <w:trHeight w:val="277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AF73C3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AF73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4500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A78C3" w:rsidRPr="00B849DE" w:rsidRDefault="001A78C3" w:rsidP="00602D9E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4500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</w:tr>
      <w:tr w:rsidR="001A78C3" w:rsidRPr="001D19CB" w:rsidTr="00BE2105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78C3" w:rsidRPr="00DF7234" w:rsidRDefault="001A78C3" w:rsidP="00BE210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2.4.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Замена устаревших дорожных знаков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AF73C3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  <w:r w:rsidR="001A78C3" w:rsidRPr="005F4747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AF73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A78C3" w:rsidRPr="00B849DE" w:rsidRDefault="001A78C3" w:rsidP="00602D9E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3000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AF73C3">
            <w:pPr>
              <w:jc w:val="center"/>
              <w:rPr>
                <w:rFonts w:ascii="Times New Roman" w:hAnsi="Times New Roman"/>
                <w:bCs/>
              </w:rPr>
            </w:pPr>
            <w:r w:rsidRPr="005F4747">
              <w:rPr>
                <w:rFonts w:ascii="Times New Roman" w:hAnsi="Times New Roman"/>
                <w:bCs/>
              </w:rPr>
              <w:t>1</w:t>
            </w:r>
            <w:r w:rsidR="00AF73C3">
              <w:rPr>
                <w:rFonts w:ascii="Times New Roman" w:hAnsi="Times New Roman"/>
                <w:bCs/>
              </w:rPr>
              <w:t>2</w:t>
            </w:r>
            <w:r w:rsidRPr="005F4747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5F4747" w:rsidRDefault="00AF73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3000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</w:tr>
      <w:tr w:rsidR="001A78C3" w:rsidRPr="001D19CB" w:rsidTr="00BE2105">
        <w:trPr>
          <w:trHeight w:val="554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A78C3" w:rsidRPr="00DF7234" w:rsidRDefault="001A78C3" w:rsidP="00BE210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2.5.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Мероприятия по установке элементов обустройства автодорог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1A78C3" w:rsidRPr="005F4747" w:rsidRDefault="005F4747" w:rsidP="00877A7F">
            <w:pPr>
              <w:jc w:val="center"/>
              <w:rPr>
                <w:rFonts w:ascii="Times New Roman" w:hAnsi="Times New Roman"/>
                <w:bCs/>
              </w:rPr>
            </w:pPr>
            <w:r w:rsidRPr="005F4747">
              <w:rPr>
                <w:rFonts w:ascii="Times New Roman" w:hAnsi="Times New Roman"/>
                <w:bCs/>
              </w:rPr>
              <w:t>7</w:t>
            </w:r>
            <w:r w:rsidR="001A78C3" w:rsidRPr="005F4747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1A78C3" w:rsidRPr="005F4747" w:rsidRDefault="005F4747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A78C3" w:rsidRPr="001D19CB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5F4747" w:rsidP="00877A7F">
            <w:pPr>
              <w:jc w:val="center"/>
              <w:rPr>
                <w:rFonts w:ascii="Times New Roman" w:hAnsi="Times New Roman"/>
                <w:bCs/>
              </w:rPr>
            </w:pPr>
            <w:r w:rsidRPr="005F4747">
              <w:rPr>
                <w:rFonts w:ascii="Times New Roman" w:hAnsi="Times New Roman"/>
                <w:bCs/>
              </w:rPr>
              <w:t>7</w:t>
            </w:r>
            <w:r w:rsidR="001A78C3" w:rsidRPr="005F4747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3000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5F4747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4000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1D19CB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Паспортизация автомобильных дорог  и  искусственных сооружений, разработка проектов организации  дорожного движения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AF73C3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</w:t>
            </w:r>
            <w:r w:rsidR="005F4747" w:rsidRPr="005F4747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</w:tcPr>
          <w:p w:rsidR="001A78C3" w:rsidRPr="005F4747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AF73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5500</w:t>
            </w:r>
          </w:p>
        </w:tc>
        <w:tc>
          <w:tcPr>
            <w:tcW w:w="1134" w:type="dxa"/>
            <w:shd w:val="clear" w:color="auto" w:fill="auto"/>
          </w:tcPr>
          <w:p w:rsidR="001A78C3" w:rsidRPr="001D19CB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5500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5500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Содержание искусственных и защитных дорожных сооружений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AF73C3" w:rsidP="00877A7F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>
              <w:rPr>
                <w:rFonts w:ascii="Times New Roman" w:hAnsi="Times New Roman"/>
                <w:bCs/>
              </w:rPr>
              <w:t>332</w:t>
            </w:r>
            <w:r w:rsidR="005F4747" w:rsidRPr="005F4747">
              <w:rPr>
                <w:rFonts w:ascii="Times New Roman" w:hAnsi="Times New Roman"/>
                <w:bCs/>
              </w:rPr>
              <w:t>978,40633</w:t>
            </w:r>
          </w:p>
        </w:tc>
        <w:tc>
          <w:tcPr>
            <w:tcW w:w="1418" w:type="dxa"/>
            <w:shd w:val="clear" w:color="auto" w:fill="auto"/>
          </w:tcPr>
          <w:p w:rsidR="001A78C3" w:rsidRPr="001D19CB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8702,40633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AF73C3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10</w:t>
            </w:r>
            <w:r w:rsidR="005F4747" w:rsidRPr="005F4747">
              <w:rPr>
                <w:rFonts w:ascii="Times New Roman" w:hAnsi="Times New Roman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53569</w:t>
            </w:r>
          </w:p>
        </w:tc>
        <w:tc>
          <w:tcPr>
            <w:tcW w:w="1134" w:type="dxa"/>
            <w:shd w:val="clear" w:color="auto" w:fill="auto"/>
          </w:tcPr>
          <w:p w:rsidR="001A78C3" w:rsidRPr="001D19CB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53569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53569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53569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Содержание линий электроосвещения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5F4747" w:rsidP="00602D9E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5F4747">
              <w:rPr>
                <w:rFonts w:ascii="Times New Roman" w:hAnsi="Times New Roman"/>
                <w:bCs/>
              </w:rPr>
              <w:t>2</w:t>
            </w:r>
            <w:r w:rsidR="001A78C3" w:rsidRPr="005F4747">
              <w:rPr>
                <w:rFonts w:ascii="Times New Roman" w:hAnsi="Times New Roman"/>
                <w:bCs/>
              </w:rPr>
              <w:t>40658,29124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877A7F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50644,54367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90013,74757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5F4747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100000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1D19CB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Аварийно-восстановительные работы в зоне чрезвычайной ситуации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5F4747" w:rsidP="00A131D5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5F4747">
              <w:rPr>
                <w:rFonts w:ascii="Times New Roman" w:hAnsi="Times New Roman"/>
                <w:bCs/>
              </w:rPr>
              <w:t>54856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5000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AD5A54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5F4747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11214</w:t>
            </w:r>
          </w:p>
        </w:tc>
        <w:tc>
          <w:tcPr>
            <w:tcW w:w="1134" w:type="dxa"/>
            <w:shd w:val="clear" w:color="auto" w:fill="auto"/>
          </w:tcPr>
          <w:p w:rsidR="001A78C3" w:rsidRPr="001D19CB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11214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11214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11214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105EC8" w:rsidRPr="00DF7234" w:rsidRDefault="001A78C3" w:rsidP="00BE2105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Прочие работы (в том числе установка и обслуживание систем видеонаблюдения, установка недостающего оборудования для функционирования систем освещения и метеорологических систем мониторинга и прогнозирования условий движения, диагностика, обследование и оценка технического состояния автомобильных дорог и искусственных сооружений на них, обследование и испытание искусственных сооружений)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AF73C3" w:rsidP="00B849DE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64</w:t>
            </w:r>
            <w:r w:rsidR="005F4747" w:rsidRPr="005F4747">
              <w:rPr>
                <w:rFonts w:ascii="Times New Roman" w:hAnsi="Times New Roman"/>
              </w:rPr>
              <w:t>457,52987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9355,45633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18102,07354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5F4747" w:rsidP="00AF73C3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2</w:t>
            </w:r>
            <w:r w:rsidR="00AF73C3">
              <w:rPr>
                <w:rFonts w:ascii="Times New Roman" w:hAnsi="Times New Roman"/>
              </w:rPr>
              <w:t>5</w:t>
            </w:r>
            <w:r w:rsidRPr="005F4747">
              <w:rPr>
                <w:rFonts w:ascii="Times New Roman" w:hAnsi="Times New Roman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1A78C3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Приведение в нормативное состояние автомобильных дорог регионального или межмуниципального значения путем проведения работ по их содержанию</w:t>
            </w:r>
          </w:p>
          <w:p w:rsidR="00DF7234" w:rsidRPr="00DF7234" w:rsidRDefault="00DF7234" w:rsidP="00877A7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A78C3" w:rsidRPr="00B262FD" w:rsidRDefault="001A78C3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176267,5811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176267,5811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1A78C3" w:rsidP="00C72943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176267,5811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C7294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176267,5811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Приведение в нормативное состояние автомобильных дорог регионального или межмуниципального значения путем проведения работ по их содержанию в границах агломерации*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1A78C3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542662,98242</w:t>
            </w:r>
          </w:p>
        </w:tc>
        <w:tc>
          <w:tcPr>
            <w:tcW w:w="1418" w:type="dxa"/>
            <w:shd w:val="clear" w:color="auto" w:fill="auto"/>
          </w:tcPr>
          <w:p w:rsidR="001A78C3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542662,98242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1A78C3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1A78C3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областного бюджета, из них: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106027,98242</w:t>
            </w:r>
          </w:p>
        </w:tc>
        <w:tc>
          <w:tcPr>
            <w:tcW w:w="1418" w:type="dxa"/>
            <w:shd w:val="clear" w:color="auto" w:fill="auto"/>
          </w:tcPr>
          <w:p w:rsidR="001A78C3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106027,98242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256541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106027,98242</w:t>
            </w:r>
          </w:p>
        </w:tc>
        <w:tc>
          <w:tcPr>
            <w:tcW w:w="1418" w:type="dxa"/>
            <w:shd w:val="clear" w:color="auto" w:fill="auto"/>
          </w:tcPr>
          <w:p w:rsidR="001A78C3" w:rsidRDefault="001A78C3" w:rsidP="00256541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106027,98242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федерального бюджета, из них: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</w:tcPr>
          <w:p w:rsidR="001A78C3" w:rsidRDefault="001A78C3" w:rsidP="00F637C3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</w:tcPr>
          <w:p w:rsidR="001A78C3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B262FD" w:rsidRDefault="005F4747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  <w:highlight w:val="yellow"/>
              </w:rPr>
            </w:pPr>
            <w:r w:rsidRPr="005F4747">
              <w:rPr>
                <w:rFonts w:ascii="Times New Roman" w:hAnsi="Times New Roman"/>
                <w:bCs/>
                <w:spacing w:val="-4"/>
              </w:rPr>
              <w:t>14717649,44083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2873219,65049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225AD3" w:rsidRDefault="00B262FD" w:rsidP="006A68CE">
            <w:pPr>
              <w:ind w:left="-48" w:right="-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5F4747" w:rsidP="006A68CE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2061793,56342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3309382,5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федеральный бюджет,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706AFE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F4747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7A44E7" w:rsidRDefault="00706AFE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1D19CB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706AFE" w:rsidP="006A68CE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706AFE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F4747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7A44E7" w:rsidRDefault="00706AFE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706AFE" w:rsidP="006A68CE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BE2105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</w:t>
            </w:r>
            <w:r w:rsidR="00BE2105" w:rsidRPr="00DF7234">
              <w:rPr>
                <w:rFonts w:ascii="Times New Roman" w:hAnsi="Times New Roman"/>
                <w:sz w:val="22"/>
                <w:szCs w:val="22"/>
              </w:rPr>
              <w:t>й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бюджет,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5F4747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14281014,44083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225AD3" w:rsidRDefault="00B262FD" w:rsidP="00551C20">
            <w:pPr>
              <w:ind w:left="-48" w:right="-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5F4747" w:rsidP="00551C20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2061793,56342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551C20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3309382,5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551C20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551C20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551C20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551C20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5F4747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14281014,44083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225AD3" w:rsidRDefault="00B262FD" w:rsidP="00551C20">
            <w:pPr>
              <w:ind w:left="-48" w:right="-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5F4747" w:rsidP="00551C20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2061793,56342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551C20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3309382,5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551C20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551C20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551C20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551C20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706AFE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106027,98242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106027,98242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E2105" w:rsidRPr="001D19CB" w:rsidTr="00EB3DF0">
        <w:trPr>
          <w:trHeight w:val="611"/>
        </w:trPr>
        <w:tc>
          <w:tcPr>
            <w:tcW w:w="14743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F7234" w:rsidRDefault="00BE2105" w:rsidP="00DF7234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Мероприятия по реализации регионального проекта «Дорожная сеть (Рязанская область)»,</w:t>
            </w:r>
          </w:p>
          <w:p w:rsidR="00BE2105" w:rsidRPr="00DF7234" w:rsidRDefault="00BE2105" w:rsidP="00DF7234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  <w:r w:rsidR="00DF7234">
              <w:rPr>
                <w:rFonts w:ascii="Times New Roman" w:hAnsi="Times New Roman"/>
                <w:sz w:val="22"/>
                <w:szCs w:val="22"/>
              </w:rPr>
              <w:t>направленные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на достижение результатов реализации федерального проекта «Дорожная сеть»                                                                                                                  в рамках национального проекта «Безопасные и качественные автомобильные дороги»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105EC8" w:rsidRPr="00DF7234" w:rsidRDefault="00167EC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10</w:t>
            </w:r>
            <w:r w:rsidR="00105EC8" w:rsidRPr="00DF723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Мероприятия по безопасности движения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5EC8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105EC8" w:rsidRPr="00DF7234" w:rsidRDefault="00167EC7" w:rsidP="00DF7234">
            <w:pPr>
              <w:ind w:right="-133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10</w:t>
            </w:r>
            <w:r w:rsidR="001C2D5C" w:rsidRPr="00DF7234">
              <w:rPr>
                <w:rFonts w:ascii="Times New Roman" w:hAnsi="Times New Roman"/>
                <w:sz w:val="22"/>
                <w:szCs w:val="22"/>
              </w:rPr>
              <w:t>.1</w:t>
            </w:r>
            <w:r w:rsidR="00BE2105" w:rsidRPr="00DF723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77F67" w:rsidRPr="00DF7234" w:rsidRDefault="00177F67" w:rsidP="00167EC7">
            <w:pPr>
              <w:ind w:right="-1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 xml:space="preserve">Нанесение </w:t>
            </w:r>
            <w:proofErr w:type="gramStart"/>
            <w:r w:rsidRPr="00DF7234">
              <w:rPr>
                <w:rFonts w:ascii="Times New Roman" w:hAnsi="Times New Roman"/>
                <w:sz w:val="22"/>
                <w:szCs w:val="22"/>
              </w:rPr>
              <w:t>горизонтальной</w:t>
            </w:r>
            <w:proofErr w:type="gramEnd"/>
          </w:p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разметки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AD5A54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10778,49234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105EC8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AD5A54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10778,49234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D19CB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05EC8" w:rsidRPr="00DF7234" w:rsidRDefault="00105EC8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5EC8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551C20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AD5A54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4687,83034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AD5A54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4687,83034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1D19CB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551C20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1D19CB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105EC8" w:rsidRPr="00DF7234" w:rsidRDefault="00105EC8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AD5A54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10778,49234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AD5A54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10778,49234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D19CB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BE2105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</w:t>
            </w:r>
            <w:r w:rsidR="00BE2105" w:rsidRPr="00DF7234">
              <w:rPr>
                <w:rFonts w:ascii="Times New Roman" w:hAnsi="Times New Roman"/>
                <w:sz w:val="22"/>
                <w:szCs w:val="22"/>
              </w:rPr>
              <w:t>й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AD5A54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4687,83034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AD5A54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4687,83034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1D19CB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BE2105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</w:t>
            </w:r>
            <w:r w:rsidR="00BE2105" w:rsidRPr="00DF7234">
              <w:rPr>
                <w:rFonts w:ascii="Times New Roman" w:hAnsi="Times New Roman"/>
                <w:sz w:val="22"/>
                <w:szCs w:val="22"/>
              </w:rPr>
              <w:t>ый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1D19CB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105EC8" w:rsidRDefault="00105EC8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20732" w:rsidRDefault="00A20732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20732" w:rsidRPr="00DF7234" w:rsidRDefault="00A20732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A5E05" w:rsidRDefault="005F4747" w:rsidP="006A68CE">
            <w:pPr>
              <w:ind w:left="-56" w:right="-45"/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14728427,93317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4"/>
              </w:rPr>
              <w:t>2873219,65049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A5E05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2288106,21926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A5E05" w:rsidRDefault="005F4747" w:rsidP="006A68CE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2061793,56342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3309382,5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05EC8" w:rsidRDefault="00105EC8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BE2105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</w:t>
            </w:r>
            <w:r w:rsidR="00BE2105" w:rsidRPr="00DF7234">
              <w:rPr>
                <w:rFonts w:ascii="Times New Roman" w:hAnsi="Times New Roman"/>
                <w:sz w:val="22"/>
                <w:szCs w:val="22"/>
              </w:rPr>
              <w:t>ой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бюджет,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A5E05" w:rsidRDefault="005F4747" w:rsidP="006A68CE">
            <w:pPr>
              <w:ind w:left="-56" w:right="-45"/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14285</w:t>
            </w:r>
            <w:r>
              <w:rPr>
                <w:rFonts w:ascii="Times New Roman" w:hAnsi="Times New Roman"/>
              </w:rPr>
              <w:t>7</w:t>
            </w:r>
            <w:r w:rsidRPr="005F4747">
              <w:rPr>
                <w:rFonts w:ascii="Times New Roman" w:hAnsi="Times New Roman"/>
              </w:rPr>
              <w:t>02,27117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A5E05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2282015,55726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A5E05" w:rsidRDefault="005F4747" w:rsidP="006A68CE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2061793,56342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3309382,5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05EC8" w:rsidRDefault="00105EC8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A5E05" w:rsidRDefault="005F4747" w:rsidP="006A68CE">
            <w:pPr>
              <w:ind w:left="-56" w:right="-45"/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14285</w:t>
            </w:r>
            <w:r>
              <w:rPr>
                <w:rFonts w:ascii="Times New Roman" w:hAnsi="Times New Roman"/>
              </w:rPr>
              <w:t>7</w:t>
            </w:r>
            <w:r w:rsidRPr="005F4747">
              <w:rPr>
                <w:rFonts w:ascii="Times New Roman" w:hAnsi="Times New Roman"/>
              </w:rPr>
              <w:t>02,27117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A5E05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2282015,55726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A5E05" w:rsidRDefault="005F4747" w:rsidP="006A68CE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2061793,56342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3309382,5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1398642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05EC8" w:rsidRDefault="00105EC8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A5E05" w:rsidRDefault="00105EC8" w:rsidP="006A68CE">
            <w:pPr>
              <w:ind w:left="-56" w:right="-45"/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106027,98242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106027,98242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D19CB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05EC8" w:rsidRDefault="00105EC8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«Дорожная сеть»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A5E05" w:rsidRDefault="00AD5A54" w:rsidP="006A68CE">
            <w:pPr>
              <w:ind w:left="-56" w:right="-45"/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4687,83034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AD5A54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4687,83034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D19CB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05EC8" w:rsidRDefault="00105EC8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BE2105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</w:t>
            </w:r>
            <w:r w:rsidR="00BE2105" w:rsidRPr="00DF7234">
              <w:rPr>
                <w:rFonts w:ascii="Times New Roman" w:hAnsi="Times New Roman"/>
                <w:sz w:val="22"/>
                <w:szCs w:val="22"/>
              </w:rPr>
              <w:t>ый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бюджет,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5F4747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442725,662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Pr="007A44E7" w:rsidRDefault="00105EC8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D19CB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05EC8" w:rsidRDefault="00105EC8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5F4747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Pr="007A44E7" w:rsidRDefault="00105EC8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D19CB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5EC8" w:rsidRDefault="00105EC8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«Дорожная сеть»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5F4747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6090,662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D19CB" w:rsidRDefault="00105EC8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4C419C" w:rsidRPr="000E48C8" w:rsidRDefault="004C419C" w:rsidP="004C419C">
      <w:pPr>
        <w:rPr>
          <w:rFonts w:ascii="Times New Roman" w:hAnsi="Times New Roman"/>
          <w:sz w:val="10"/>
          <w:szCs w:val="10"/>
        </w:rPr>
      </w:pPr>
    </w:p>
    <w:p w:rsidR="00A131D5" w:rsidRDefault="004C419C" w:rsidP="00E815C9">
      <w:pPr>
        <w:ind w:firstLine="426"/>
        <w:rPr>
          <w:rFonts w:ascii="Times New Roman" w:hAnsi="Times New Roman"/>
          <w:sz w:val="22"/>
          <w:szCs w:val="22"/>
        </w:rPr>
      </w:pPr>
      <w:r w:rsidRPr="000E48C8">
        <w:rPr>
          <w:rFonts w:ascii="Times New Roman" w:hAnsi="Times New Roman"/>
          <w:sz w:val="22"/>
          <w:szCs w:val="22"/>
        </w:rPr>
        <w:t>*</w:t>
      </w:r>
      <w:r w:rsidR="00A131D5" w:rsidRPr="00A131D5">
        <w:rPr>
          <w:rFonts w:ascii="Times New Roman" w:hAnsi="Times New Roman"/>
          <w:sz w:val="22"/>
          <w:szCs w:val="22"/>
        </w:rPr>
        <w:t xml:space="preserve"> </w:t>
      </w:r>
      <w:r w:rsidR="00A131D5">
        <w:rPr>
          <w:rFonts w:ascii="Times New Roman" w:hAnsi="Times New Roman"/>
          <w:sz w:val="22"/>
          <w:szCs w:val="22"/>
        </w:rPr>
        <w:t>Агломерация – Рязанская агломерация.</w:t>
      </w:r>
    </w:p>
    <w:p w:rsidR="002F76B7" w:rsidRDefault="00EE0639" w:rsidP="00E815C9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**</w:t>
      </w:r>
      <w:r w:rsidR="004C419C" w:rsidRPr="000E48C8">
        <w:rPr>
          <w:rFonts w:ascii="Times New Roman" w:hAnsi="Times New Roman"/>
          <w:sz w:val="22"/>
          <w:szCs w:val="22"/>
        </w:rPr>
        <w:t xml:space="preserve"> Средства направляются на финансовое обеспечение дорожной </w:t>
      </w:r>
      <w:r w:rsidR="004C419C" w:rsidRPr="00031322">
        <w:rPr>
          <w:rFonts w:ascii="Times New Roman" w:hAnsi="Times New Roman"/>
          <w:sz w:val="22"/>
          <w:szCs w:val="22"/>
        </w:rPr>
        <w:t xml:space="preserve">деятельности в рамках </w:t>
      </w:r>
      <w:r w:rsidR="00864C6F" w:rsidRPr="00031322">
        <w:rPr>
          <w:rFonts w:ascii="Times New Roman" w:hAnsi="Times New Roman"/>
          <w:sz w:val="22"/>
          <w:szCs w:val="22"/>
        </w:rPr>
        <w:t xml:space="preserve">приоритетного </w:t>
      </w:r>
      <w:r w:rsidR="004C419C" w:rsidRPr="00031322">
        <w:rPr>
          <w:rFonts w:ascii="Times New Roman" w:hAnsi="Times New Roman"/>
          <w:sz w:val="22"/>
          <w:szCs w:val="22"/>
        </w:rPr>
        <w:t>проект</w:t>
      </w:r>
      <w:r w:rsidR="00864C6F" w:rsidRPr="00031322">
        <w:rPr>
          <w:rFonts w:ascii="Times New Roman" w:hAnsi="Times New Roman"/>
          <w:sz w:val="22"/>
          <w:szCs w:val="22"/>
        </w:rPr>
        <w:t>а</w:t>
      </w:r>
      <w:r w:rsidR="004C419C" w:rsidRPr="00031322">
        <w:rPr>
          <w:rFonts w:ascii="Times New Roman" w:hAnsi="Times New Roman"/>
          <w:sz w:val="22"/>
          <w:szCs w:val="22"/>
        </w:rPr>
        <w:t xml:space="preserve"> «Безопасные и качественные дороги» государственной программы Российской Федерации «Развитие транспортной системы»</w:t>
      </w:r>
      <w:proofErr w:type="gramStart"/>
      <w:r w:rsidR="0008619D">
        <w:rPr>
          <w:rFonts w:ascii="Times New Roman" w:hAnsi="Times New Roman"/>
          <w:sz w:val="22"/>
          <w:szCs w:val="22"/>
        </w:rPr>
        <w:t>.</w:t>
      </w:r>
      <w:r w:rsidR="00BE2105">
        <w:rPr>
          <w:rFonts w:ascii="Times New Roman" w:hAnsi="Times New Roman"/>
          <w:sz w:val="22"/>
          <w:szCs w:val="22"/>
        </w:rPr>
        <w:t>»</w:t>
      </w:r>
      <w:proofErr w:type="gramEnd"/>
      <w:r w:rsidR="00BE2105">
        <w:rPr>
          <w:rFonts w:ascii="Times New Roman" w:hAnsi="Times New Roman"/>
          <w:sz w:val="22"/>
          <w:szCs w:val="22"/>
        </w:rPr>
        <w:t>.</w:t>
      </w: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DF7234" w:rsidRDefault="00DF7234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DB6151">
      <w:pPr>
        <w:numPr>
          <w:ilvl w:val="0"/>
          <w:numId w:val="13"/>
        </w:numPr>
        <w:spacing w:line="192" w:lineRule="auto"/>
        <w:ind w:left="851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 № 5, 6 изложить в следующей редакции:</w:t>
      </w:r>
    </w:p>
    <w:p w:rsidR="006A7679" w:rsidRPr="00D31E11" w:rsidRDefault="006A7679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31E11">
        <w:rPr>
          <w:rFonts w:ascii="Times New Roman" w:hAnsi="Times New Roman"/>
          <w:sz w:val="28"/>
          <w:szCs w:val="28"/>
        </w:rPr>
        <w:t>Таблица № 5</w:t>
      </w:r>
    </w:p>
    <w:p w:rsidR="006A7679" w:rsidRPr="00D31E11" w:rsidRDefault="006A7679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6A7679" w:rsidRPr="00D31E11" w:rsidRDefault="006A7679" w:rsidP="006A7679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D31E11">
        <w:rPr>
          <w:rFonts w:ascii="Times New Roman" w:hAnsi="Times New Roman"/>
          <w:sz w:val="28"/>
          <w:szCs w:val="28"/>
        </w:rPr>
        <w:t xml:space="preserve">Распределение объемов субсидий муниципальным образованиям Рязанской области  </w:t>
      </w:r>
    </w:p>
    <w:p w:rsidR="006A7679" w:rsidRPr="00D31E11" w:rsidRDefault="006A7679" w:rsidP="006A7679">
      <w:pPr>
        <w:spacing w:line="216" w:lineRule="auto"/>
        <w:jc w:val="center"/>
        <w:rPr>
          <w:rFonts w:ascii="Times New Roman" w:hAnsi="Times New Roman"/>
          <w:bCs/>
          <w:sz w:val="28"/>
          <w:szCs w:val="28"/>
        </w:rPr>
      </w:pPr>
      <w:r w:rsidRPr="00D31E11">
        <w:rPr>
          <w:rFonts w:ascii="Times New Roman" w:hAnsi="Times New Roman"/>
          <w:sz w:val="28"/>
          <w:szCs w:val="28"/>
        </w:rPr>
        <w:t xml:space="preserve">на </w:t>
      </w:r>
      <w:r w:rsidRPr="00D31E11">
        <w:rPr>
          <w:rFonts w:ascii="Times New Roman" w:hAnsi="Times New Roman"/>
          <w:bCs/>
          <w:sz w:val="28"/>
          <w:szCs w:val="28"/>
        </w:rPr>
        <w:t>строительство, реконструкцию, капитальный ремонт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D31E11">
        <w:rPr>
          <w:rFonts w:ascii="Times New Roman" w:hAnsi="Times New Roman"/>
          <w:bCs/>
          <w:sz w:val="28"/>
          <w:szCs w:val="28"/>
        </w:rPr>
        <w:t>ремонт</w:t>
      </w:r>
      <w:r>
        <w:rPr>
          <w:rFonts w:ascii="Times New Roman" w:hAnsi="Times New Roman"/>
          <w:bCs/>
          <w:sz w:val="28"/>
          <w:szCs w:val="28"/>
        </w:rPr>
        <w:t xml:space="preserve"> и содержание</w:t>
      </w:r>
      <w:r w:rsidRPr="00D31E11">
        <w:rPr>
          <w:rFonts w:ascii="Times New Roman" w:hAnsi="Times New Roman"/>
          <w:bCs/>
          <w:sz w:val="28"/>
          <w:szCs w:val="28"/>
        </w:rPr>
        <w:t xml:space="preserve"> автомобильных дорог</w:t>
      </w:r>
    </w:p>
    <w:p w:rsidR="006A7679" w:rsidRDefault="006A7679" w:rsidP="006A7679">
      <w:pPr>
        <w:spacing w:line="216" w:lineRule="auto"/>
        <w:jc w:val="center"/>
        <w:rPr>
          <w:rFonts w:ascii="Times New Roman" w:hAnsi="Times New Roman"/>
          <w:bCs/>
          <w:sz w:val="28"/>
          <w:szCs w:val="28"/>
        </w:rPr>
      </w:pPr>
      <w:r w:rsidRPr="00D31E11">
        <w:rPr>
          <w:rFonts w:ascii="Times New Roman" w:hAnsi="Times New Roman"/>
          <w:bCs/>
          <w:sz w:val="28"/>
          <w:szCs w:val="28"/>
        </w:rPr>
        <w:t>местного значения, объемов иных межбюджетных трансфертов из федерального бюджета</w:t>
      </w:r>
    </w:p>
    <w:p w:rsidR="006A7679" w:rsidRDefault="006A7679" w:rsidP="006A767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1279"/>
        <w:gridCol w:w="847"/>
        <w:gridCol w:w="992"/>
        <w:gridCol w:w="851"/>
        <w:gridCol w:w="850"/>
        <w:gridCol w:w="851"/>
        <w:gridCol w:w="850"/>
        <w:gridCol w:w="850"/>
        <w:gridCol w:w="993"/>
        <w:gridCol w:w="851"/>
      </w:tblGrid>
      <w:tr w:rsidR="006A7679" w:rsidRPr="00D31E11" w:rsidTr="00575F67">
        <w:trPr>
          <w:trHeight w:val="230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</w:tr>
      <w:tr w:rsidR="006A7679" w:rsidRPr="00D31E11" w:rsidTr="00575F67">
        <w:trPr>
          <w:trHeight w:val="277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9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6A7679" w:rsidRPr="00D31E11" w:rsidTr="00575F67">
        <w:trPr>
          <w:trHeight w:val="349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6A7679" w:rsidRPr="00BC2F0E" w:rsidRDefault="006A7679" w:rsidP="006A7679">
      <w:pPr>
        <w:spacing w:line="192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1276"/>
        <w:gridCol w:w="847"/>
        <w:gridCol w:w="992"/>
        <w:gridCol w:w="851"/>
        <w:gridCol w:w="850"/>
        <w:gridCol w:w="851"/>
        <w:gridCol w:w="850"/>
        <w:gridCol w:w="861"/>
        <w:gridCol w:w="15"/>
        <w:gridCol w:w="29"/>
        <w:gridCol w:w="941"/>
        <w:gridCol w:w="851"/>
      </w:tblGrid>
      <w:tr w:rsidR="006A7679" w:rsidRPr="00D31E11" w:rsidTr="00575F67">
        <w:trPr>
          <w:trHeight w:val="265"/>
          <w:tblHeader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6A7679" w:rsidRPr="00D31E11" w:rsidTr="00575F67">
        <w:trPr>
          <w:cantSplit/>
          <w:trHeight w:val="168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Субсидии на проектирование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209164,549*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1128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15676,549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192360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24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1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209164,549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1128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15676,549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192360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на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строительство (реконструкцию), капитальный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 содержание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социально значимых объектов –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2786371,48222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663933,3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1046737,773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779949,59772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50898,3115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81617,5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81617,5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81617,5</w:t>
            </w:r>
          </w:p>
        </w:tc>
      </w:tr>
      <w:tr w:rsidR="006A7679" w:rsidRPr="00D31E11" w:rsidTr="00575F67">
        <w:trPr>
          <w:cantSplit/>
          <w:trHeight w:val="25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170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2786371,48222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663933,3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1046737,773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779949,59772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50898,3115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81617,5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81617,5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81617,5</w:t>
            </w:r>
          </w:p>
        </w:tc>
      </w:tr>
      <w:tr w:rsidR="006A7679" w:rsidRPr="00D31E11" w:rsidTr="00575F67">
        <w:trPr>
          <w:cantSplit/>
          <w:trHeight w:val="154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Pr="00F05D12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F05D12">
              <w:rPr>
                <w:rFonts w:ascii="Times New Roman" w:hAnsi="Times New Roman"/>
                <w:sz w:val="22"/>
                <w:szCs w:val="22"/>
              </w:rPr>
              <w:t>в рамках ПКРТИ*</w:t>
            </w: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792344,13904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314293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478051,13904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5E15F2" w:rsidRDefault="006A7679" w:rsidP="00575F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Субсидии на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F2378A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E15F2">
              <w:rPr>
                <w:rFonts w:ascii="Times New Roman" w:hAnsi="Times New Roman"/>
                <w:sz w:val="22"/>
                <w:szCs w:val="22"/>
              </w:rPr>
              <w:t>727262,00258***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135628,9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284647,08258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306986,02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41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F2378A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11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F2378A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E15F2">
              <w:rPr>
                <w:rFonts w:ascii="Times New Roman" w:hAnsi="Times New Roman"/>
                <w:sz w:val="22"/>
                <w:szCs w:val="22"/>
              </w:rPr>
              <w:t>448778,79717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F2378A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E15F2">
              <w:rPr>
                <w:rFonts w:ascii="Times New Roman" w:hAnsi="Times New Roman"/>
                <w:sz w:val="22"/>
                <w:szCs w:val="22"/>
              </w:rPr>
              <w:t>278483,20541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48703,32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91313,66541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138466,22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35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Иные межбюджетные трансферты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из федерального бюджета бюджету муниципального образования – городской округ город Рязань на реализацию мероприятий по решению неотложных задач по приведению в нормативное состояние автомобильных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7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90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90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на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строительство (реконструкцию), капитальный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 содержание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автомобильных дорог общего пользования местного значения и искусственных сооружений на них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1751571,01824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154048,56824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269997,39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837925,06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163200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163200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163200</w:t>
            </w:r>
          </w:p>
        </w:tc>
      </w:tr>
      <w:tr w:rsidR="006A7679" w:rsidRPr="00D31E11" w:rsidTr="00575F6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1751571,01824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154048,56824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269997,39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837925,06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163200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163200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163200</w:t>
            </w:r>
          </w:p>
        </w:tc>
      </w:tr>
      <w:tr w:rsidR="006A7679" w:rsidRPr="00D31E11" w:rsidTr="00575F6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F26EA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F26EA1"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на </w:t>
            </w:r>
            <w:r w:rsidRPr="00F26EA1">
              <w:rPr>
                <w:rFonts w:ascii="Times New Roman" w:hAnsi="Times New Roman"/>
                <w:sz w:val="22"/>
                <w:szCs w:val="22"/>
              </w:rPr>
              <w:t>строительство и реконструкци</w:t>
            </w:r>
            <w:r>
              <w:rPr>
                <w:rFonts w:ascii="Times New Roman" w:hAnsi="Times New Roman"/>
                <w:sz w:val="22"/>
                <w:szCs w:val="22"/>
              </w:rPr>
              <w:t>ю</w:t>
            </w:r>
            <w:r w:rsidRPr="00F26EA1">
              <w:rPr>
                <w:rFonts w:ascii="Times New Roman" w:hAnsi="Times New Roman"/>
                <w:sz w:val="22"/>
                <w:szCs w:val="22"/>
              </w:rPr>
              <w:t xml:space="preserve"> автомобильных дорог общего пользования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местного значения</w:t>
            </w:r>
            <w:r w:rsidRPr="00F26EA1">
              <w:rPr>
                <w:rFonts w:ascii="Times New Roman" w:hAnsi="Times New Roman"/>
                <w:sz w:val="22"/>
                <w:szCs w:val="22"/>
              </w:rPr>
              <w:t xml:space="preserve">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409816,5</w:t>
            </w:r>
            <w:r w:rsidRPr="005E15F2">
              <w:rPr>
                <w:rFonts w:ascii="Times New Roman" w:hAnsi="Times New Roman"/>
                <w:sz w:val="22"/>
                <w:szCs w:val="22"/>
              </w:rPr>
              <w:t>***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240164,5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159652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10000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F2378A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E15F2">
              <w:rPr>
                <w:rFonts w:ascii="Times New Roman" w:hAnsi="Times New Roman"/>
                <w:sz w:val="22"/>
                <w:szCs w:val="22"/>
              </w:rPr>
              <w:t>224816,5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F3B2A" w:rsidRDefault="006A7679" w:rsidP="00575F6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F3B2A" w:rsidRDefault="006A7679" w:rsidP="00575F6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437E2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110164,5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114652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F2378A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185000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F3B2A" w:rsidRDefault="006A7679" w:rsidP="00575F6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F3B2A" w:rsidRDefault="006A7679" w:rsidP="00575F6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10000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49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Бюджетные ассигнования на финансирование фактически выполненных и не оплаченных работ в 2015 году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157274,34653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157274,34653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67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437E2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6341459,89857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437E2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37E2">
              <w:rPr>
                <w:rFonts w:ascii="Times New Roman" w:hAnsi="Times New Roman"/>
                <w:sz w:val="22"/>
                <w:szCs w:val="22"/>
              </w:rPr>
              <w:t>1122335,64653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437E2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37E2">
              <w:rPr>
                <w:rFonts w:ascii="Times New Roman" w:hAnsi="Times New Roman"/>
                <w:sz w:val="22"/>
                <w:szCs w:val="22"/>
              </w:rPr>
              <w:t>1198043,222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1064596,6803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511932,89974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510161,89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997577,06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447177,5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6A7679" w:rsidRPr="00D31E11" w:rsidTr="00575F67">
        <w:trPr>
          <w:cantSplit/>
          <w:trHeight w:val="9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124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бюджет, из них: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973595,29717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110164,5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114652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24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673595,29717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3CA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110164,5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114652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54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5367864,6014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343413,09974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399997,39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882925,06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447177,5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6A7679" w:rsidRPr="00D31E11" w:rsidTr="00575F67">
        <w:trPr>
          <w:cantSplit/>
          <w:trHeight w:val="160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  <w:r>
              <w:rPr>
                <w:rFonts w:ascii="Times New Roman" w:hAnsi="Times New Roman"/>
                <w:sz w:val="22"/>
                <w:szCs w:val="22"/>
              </w:rPr>
              <w:t>, из них: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5367864,6014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343413,09974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399997,39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882925,06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447177,5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6A7679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F05D12">
              <w:rPr>
                <w:rFonts w:ascii="Times New Roman" w:hAnsi="Times New Roman"/>
                <w:sz w:val="22"/>
                <w:szCs w:val="22"/>
              </w:rPr>
              <w:t>в рамках ПКРТИ*</w:t>
            </w: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792344,13904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314293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478051,13904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284"/>
        </w:trPr>
        <w:tc>
          <w:tcPr>
            <w:tcW w:w="143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EC8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Pr="00105EC8">
              <w:rPr>
                <w:rFonts w:ascii="Times New Roman" w:hAnsi="Times New Roman"/>
                <w:sz w:val="24"/>
                <w:szCs w:val="24"/>
              </w:rPr>
              <w:t xml:space="preserve"> реализации регионального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5EC8">
              <w:rPr>
                <w:rFonts w:ascii="Times New Roman" w:hAnsi="Times New Roman"/>
                <w:sz w:val="24"/>
                <w:szCs w:val="24"/>
              </w:rPr>
              <w:t>«Дорожная сеть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(Рязанская область)», </w:t>
            </w:r>
          </w:p>
          <w:p w:rsidR="006A7679" w:rsidRDefault="006A7679" w:rsidP="00575F6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направленные на</w:t>
            </w:r>
            <w:r w:rsidRPr="000412A6">
              <w:rPr>
                <w:rFonts w:ascii="Times New Roman" w:hAnsi="Times New Roman"/>
                <w:sz w:val="24"/>
                <w:szCs w:val="24"/>
              </w:rPr>
              <w:t xml:space="preserve"> достижение результатов </w:t>
            </w: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Pr="000412A6">
              <w:rPr>
                <w:rFonts w:ascii="Times New Roman" w:hAnsi="Times New Roman"/>
                <w:sz w:val="24"/>
                <w:szCs w:val="24"/>
              </w:rPr>
              <w:t xml:space="preserve"> федерального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«Дорожная сеть» </w:t>
            </w:r>
          </w:p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национального проекта «Безопасные и качественные автомобильные дороги»</w:t>
            </w:r>
          </w:p>
        </w:tc>
      </w:tr>
      <w:tr w:rsidR="006A7679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Pr="00F05D12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на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реконструкцию, капитальный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 содержание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социально значимых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         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объектов – автомобильных дорог общего пользования местного значения и искусственных сооружений на них во исполнение правовых актов и поручений Президента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1819700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28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111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1819700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246A06" w:rsidTr="00575F67">
        <w:trPr>
          <w:cantSplit/>
          <w:trHeight w:val="265"/>
        </w:trPr>
        <w:tc>
          <w:tcPr>
            <w:tcW w:w="143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Pr="00246A06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A06">
              <w:rPr>
                <w:rFonts w:ascii="Times New Roman" w:hAnsi="Times New Roman"/>
                <w:sz w:val="24"/>
                <w:szCs w:val="24"/>
              </w:rPr>
              <w:t>Мероприятия по реализации регионального проекта «</w:t>
            </w:r>
            <w:r w:rsidRPr="00246A06">
              <w:rPr>
                <w:rFonts w:ascii="Times New Roman" w:hAnsi="Times New Roman"/>
                <w:sz w:val="24"/>
                <w:szCs w:val="26"/>
              </w:rPr>
              <w:t>Общесистемные меры развития дорожного хозяйства</w:t>
            </w:r>
            <w:r w:rsidRPr="00246A06">
              <w:rPr>
                <w:rFonts w:ascii="Times New Roman" w:hAnsi="Times New Roman"/>
                <w:sz w:val="24"/>
                <w:szCs w:val="24"/>
              </w:rPr>
              <w:t xml:space="preserve"> (Рязанская область)», </w:t>
            </w:r>
          </w:p>
          <w:p w:rsidR="006A7679" w:rsidRPr="00246A06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6A06">
              <w:rPr>
                <w:rFonts w:ascii="Times New Roman" w:hAnsi="Times New Roman"/>
                <w:sz w:val="24"/>
                <w:szCs w:val="24"/>
              </w:rPr>
              <w:t>направленные на достижение результатов реализации федерального проекта «</w:t>
            </w:r>
            <w:r w:rsidRPr="00246A06">
              <w:rPr>
                <w:rFonts w:ascii="Times New Roman" w:hAnsi="Times New Roman"/>
                <w:sz w:val="24"/>
                <w:szCs w:val="26"/>
              </w:rPr>
              <w:t>Общесистемные меры развития дорожного хозяйства</w:t>
            </w:r>
            <w:r w:rsidRPr="00246A06">
              <w:rPr>
                <w:rFonts w:ascii="Times New Roman" w:hAnsi="Times New Roman"/>
                <w:sz w:val="24"/>
                <w:szCs w:val="24"/>
              </w:rPr>
              <w:t>» в рамках национального проекта «Безопасные и качественные автомобильные дороги»</w:t>
            </w:r>
          </w:p>
        </w:tc>
      </w:tr>
      <w:tr w:rsidR="006A7679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F4747">
              <w:rPr>
                <w:rFonts w:ascii="Times New Roman" w:hAnsi="Times New Roman"/>
                <w:bCs/>
                <w:sz w:val="22"/>
                <w:szCs w:val="22"/>
              </w:rPr>
              <w:t>Субсидии на капитальный ремонт, ремонт и содержание социально значимых объектов –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27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10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12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1819700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11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1819700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1819700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8161159,89857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437E2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37E2">
              <w:rPr>
                <w:rFonts w:ascii="Times New Roman" w:hAnsi="Times New Roman"/>
                <w:sz w:val="22"/>
                <w:szCs w:val="22"/>
              </w:rPr>
              <w:t>1122335,64653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437E2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37E2">
              <w:rPr>
                <w:rFonts w:ascii="Times New Roman" w:hAnsi="Times New Roman"/>
                <w:sz w:val="22"/>
                <w:szCs w:val="22"/>
              </w:rPr>
              <w:t>1198043,222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1064596,6803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1201632,89974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1060161,89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1577577,06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447177,5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6A7679" w:rsidRPr="00D31E11" w:rsidTr="00575F67">
        <w:trPr>
          <w:cantSplit/>
          <w:trHeight w:val="27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бюджет, из них: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3CA9">
              <w:rPr>
                <w:rFonts w:ascii="Times New Roman" w:hAnsi="Times New Roman"/>
                <w:sz w:val="22"/>
                <w:szCs w:val="22"/>
              </w:rPr>
              <w:t>973595,29717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110164,5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114652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3CA9">
              <w:rPr>
                <w:rFonts w:ascii="Times New Roman" w:hAnsi="Times New Roman"/>
                <w:sz w:val="22"/>
                <w:szCs w:val="22"/>
              </w:rPr>
              <w:t>673595,29717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110164,5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114652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C3CA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3CA9">
              <w:rPr>
                <w:rFonts w:ascii="Times New Roman" w:hAnsi="Times New Roman"/>
                <w:sz w:val="22"/>
                <w:szCs w:val="22"/>
              </w:rPr>
              <w:t>7187564,6014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1033113,09974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949997,39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1462925,06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447177,5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6A7679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C3CA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3CA9">
              <w:rPr>
                <w:rFonts w:ascii="Times New Roman" w:hAnsi="Times New Roman"/>
                <w:sz w:val="22"/>
                <w:szCs w:val="22"/>
              </w:rPr>
              <w:t>7187564,6014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1033113,09974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949997,39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1462925,06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447177,5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6A7679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F05D12">
              <w:rPr>
                <w:rFonts w:ascii="Times New Roman" w:hAnsi="Times New Roman"/>
                <w:sz w:val="22"/>
                <w:szCs w:val="22"/>
              </w:rPr>
              <w:t>в рамках ПКРТИ*</w:t>
            </w: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792344,13904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314293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478051,13904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28334B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05EC8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мероприятий</w:t>
            </w:r>
            <w:r w:rsidRPr="00105EC8">
              <w:rPr>
                <w:rFonts w:ascii="Times New Roman" w:hAnsi="Times New Roman"/>
                <w:sz w:val="24"/>
                <w:szCs w:val="24"/>
              </w:rPr>
              <w:t xml:space="preserve"> региональн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105EC8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/>
                <w:sz w:val="24"/>
                <w:szCs w:val="24"/>
              </w:rPr>
              <w:t>ов в рамках национального проекта «Безопасные и качественные автомобильные дороги»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1819700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6A7679" w:rsidRPr="0046765A" w:rsidRDefault="006A7679" w:rsidP="006A7679">
      <w:pPr>
        <w:tabs>
          <w:tab w:val="left" w:pos="142"/>
        </w:tabs>
        <w:ind w:left="142" w:right="-94"/>
        <w:jc w:val="both"/>
        <w:rPr>
          <w:rFonts w:ascii="Times New Roman" w:hAnsi="Times New Roman"/>
          <w:sz w:val="18"/>
          <w:szCs w:val="18"/>
        </w:rPr>
      </w:pPr>
    </w:p>
    <w:p w:rsidR="006A7679" w:rsidRDefault="006A7679" w:rsidP="006A7679">
      <w:pPr>
        <w:tabs>
          <w:tab w:val="left" w:pos="142"/>
        </w:tabs>
        <w:ind w:left="142" w:right="-96"/>
        <w:jc w:val="both"/>
        <w:rPr>
          <w:rFonts w:ascii="Times New Roman" w:hAnsi="Times New Roman"/>
        </w:rPr>
      </w:pPr>
      <w:r w:rsidRPr="00D31E11">
        <w:rPr>
          <w:rFonts w:ascii="Times New Roman" w:hAnsi="Times New Roman"/>
        </w:rPr>
        <w:t>* Средства будут распределены по муниципальным образованиям Рязанской области  до 1 ию</w:t>
      </w:r>
      <w:r>
        <w:rPr>
          <w:rFonts w:ascii="Times New Roman" w:hAnsi="Times New Roman"/>
        </w:rPr>
        <w:t>ня года предоставления субсидий.</w:t>
      </w:r>
    </w:p>
    <w:p w:rsidR="006A7679" w:rsidRDefault="006A7679" w:rsidP="006A7679">
      <w:pPr>
        <w:tabs>
          <w:tab w:val="left" w:pos="142"/>
        </w:tabs>
        <w:ind w:left="142" w:right="-96"/>
        <w:jc w:val="both"/>
        <w:rPr>
          <w:rFonts w:ascii="Times New Roman" w:hAnsi="Times New Roman"/>
        </w:rPr>
      </w:pPr>
      <w:r w:rsidRPr="00E97724">
        <w:rPr>
          <w:rFonts w:ascii="Times New Roman" w:hAnsi="Times New Roman"/>
        </w:rPr>
        <w:t>**</w:t>
      </w:r>
      <w:r>
        <w:rPr>
          <w:rFonts w:ascii="Times New Roman" w:hAnsi="Times New Roman"/>
        </w:rPr>
        <w:t xml:space="preserve"> </w:t>
      </w:r>
      <w:r w:rsidRPr="00E97724">
        <w:rPr>
          <w:rFonts w:ascii="Times New Roman" w:hAnsi="Times New Roman"/>
        </w:rPr>
        <w:t>Средства направляются на финансовое обеспечение дорожной деятельности в рамках приоритетного проекта «Безопасные и качественные дороги» государственной программы Российской Федерации «Развитие транспортной системы».</w:t>
      </w:r>
    </w:p>
    <w:p w:rsidR="006A7679" w:rsidRPr="009B109F" w:rsidRDefault="006A7679" w:rsidP="006A7679">
      <w:pPr>
        <w:tabs>
          <w:tab w:val="left" w:pos="142"/>
        </w:tabs>
        <w:ind w:left="142" w:right="-9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*** Средства будут распределены по муниципальным образованиям Рязанской области после заключения соглашения с Федеральным дорожным агентством.</w:t>
      </w:r>
    </w:p>
    <w:p w:rsidR="006A7679" w:rsidRDefault="006A7679" w:rsidP="006A7679">
      <w:pPr>
        <w:jc w:val="right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jc w:val="right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6</w:t>
      </w:r>
    </w:p>
    <w:p w:rsidR="006A7679" w:rsidRDefault="006A7679" w:rsidP="006A7679">
      <w:pPr>
        <w:jc w:val="right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объемов финансирования                                                                                                                                                   по обеспечению реализации мероприятий                                                                     </w:t>
      </w:r>
    </w:p>
    <w:p w:rsidR="006A7679" w:rsidRDefault="006A7679" w:rsidP="006A767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области дорожного хозяйства в Рязанской области</w:t>
      </w:r>
    </w:p>
    <w:p w:rsidR="006A7679" w:rsidRDefault="006A7679" w:rsidP="006A767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spacing w:line="192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111"/>
        <w:gridCol w:w="1559"/>
        <w:gridCol w:w="851"/>
        <w:gridCol w:w="992"/>
        <w:gridCol w:w="992"/>
        <w:gridCol w:w="993"/>
        <w:gridCol w:w="992"/>
        <w:gridCol w:w="850"/>
        <w:gridCol w:w="993"/>
        <w:gridCol w:w="850"/>
        <w:gridCol w:w="851"/>
      </w:tblGrid>
      <w:tr w:rsidR="006A7679" w:rsidRPr="00D31E11" w:rsidTr="00575F67">
        <w:trPr>
          <w:trHeight w:val="23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 xml:space="preserve">№ </w:t>
            </w:r>
            <w:proofErr w:type="gramStart"/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proofErr w:type="gramEnd"/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>Мероприятия</w:t>
            </w: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</w:tr>
      <w:tr w:rsidR="006A7679" w:rsidRPr="00D31E11" w:rsidTr="00575F67">
        <w:trPr>
          <w:trHeight w:val="27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83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6A7679" w:rsidRPr="00D31E11" w:rsidTr="00575F67">
        <w:trPr>
          <w:trHeight w:val="34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6A7679" w:rsidRPr="00BC2F0E" w:rsidRDefault="006A7679" w:rsidP="006A7679">
      <w:pPr>
        <w:spacing w:line="192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111"/>
        <w:gridCol w:w="1559"/>
        <w:gridCol w:w="851"/>
        <w:gridCol w:w="992"/>
        <w:gridCol w:w="992"/>
        <w:gridCol w:w="993"/>
        <w:gridCol w:w="992"/>
        <w:gridCol w:w="850"/>
        <w:gridCol w:w="993"/>
        <w:gridCol w:w="850"/>
        <w:gridCol w:w="851"/>
      </w:tblGrid>
      <w:tr w:rsidR="006A7679" w:rsidRPr="00D31E11" w:rsidTr="00575F67">
        <w:trPr>
          <w:trHeight w:val="26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E6CA9">
              <w:rPr>
                <w:rFonts w:ascii="Times New Roman" w:hAnsi="Times New Roman"/>
                <w:bCs/>
                <w:sz w:val="22"/>
                <w:szCs w:val="22"/>
              </w:rPr>
              <w:t>Ремонт и техобслуживание лабораторного оборудования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1756,97701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149,97701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148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E6CA9">
              <w:rPr>
                <w:rFonts w:ascii="Times New Roman" w:hAnsi="Times New Roman"/>
                <w:bCs/>
                <w:sz w:val="22"/>
                <w:szCs w:val="22"/>
              </w:rPr>
              <w:t>Услуги сторонних организаций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3E6CA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20124,14201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3532,26941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2675,2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1142,2726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3834,2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579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E6CA9">
              <w:rPr>
                <w:rFonts w:ascii="Times New Roman" w:hAnsi="Times New Roman"/>
                <w:bCs/>
                <w:sz w:val="22"/>
                <w:szCs w:val="22"/>
              </w:rPr>
              <w:t>Приобретение лабораторного оборудования, геодезических и измерительных приборов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3E6CA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9019,26189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1044,695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6903,56689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6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3E6CA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E6CA9">
              <w:rPr>
                <w:rFonts w:ascii="Times New Roman" w:hAnsi="Times New Roman"/>
                <w:bCs/>
                <w:sz w:val="22"/>
                <w:szCs w:val="22"/>
              </w:rPr>
              <w:t xml:space="preserve">Расходы, связанные с выполнением кадастровых работ, осуществлением государственного кадастрового учета земельных участков и автомобильных дорог общего пользования, оценкой земельных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участков, выполнением </w:t>
            </w: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</w:rPr>
              <w:t>топосъемки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6879,64858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4114,75358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2764,895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6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3E6CA9" w:rsidRDefault="006A7679" w:rsidP="00575F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Расходы, связанные с выполнением кадастровых работ, осуществлением государственного кадастрового учета земельных участков и автомобильных дорог общего пользования и (или) государственной регистрации права на земельные участки и автомобильные дороги общего пользования, оценкой земельных участков, выполнением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топосъемки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55132,16966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1411,48388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4233,68578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>Иные расходы, связанные с управлением дорожным хозяйством и выполнением функций заказчика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3E6CA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1277704,0065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146704,95942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153823,105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130111,8519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124763,09018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135593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146593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146705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E97724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Закупка иных основных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3E6CA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7B11EA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11EA">
              <w:rPr>
                <w:rFonts w:ascii="Times New Roman" w:hAnsi="Times New Roman"/>
                <w:sz w:val="22"/>
                <w:szCs w:val="22"/>
              </w:rPr>
              <w:t>1403026,20565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7B11EA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11EA">
              <w:rPr>
                <w:rFonts w:ascii="Times New Roman" w:hAnsi="Times New Roman"/>
                <w:sz w:val="22"/>
                <w:szCs w:val="22"/>
              </w:rPr>
              <w:t>154572,95942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7B11EA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11EA">
              <w:rPr>
                <w:rFonts w:ascii="Times New Roman" w:hAnsi="Times New Roman"/>
                <w:sz w:val="22"/>
                <w:szCs w:val="22"/>
              </w:rPr>
              <w:t>160448,2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7B11EA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11EA">
              <w:rPr>
                <w:rFonts w:ascii="Times New Roman" w:hAnsi="Times New Roman"/>
                <w:sz w:val="22"/>
                <w:szCs w:val="22"/>
              </w:rPr>
              <w:t>146941,03078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7B11EA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11EA">
              <w:rPr>
                <w:rFonts w:ascii="Times New Roman" w:hAnsi="Times New Roman"/>
                <w:sz w:val="22"/>
                <w:szCs w:val="22"/>
              </w:rPr>
              <w:t>148252,61545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160448,2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160448,2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157305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157305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157305</w:t>
            </w:r>
          </w:p>
        </w:tc>
      </w:tr>
    </w:tbl>
    <w:p w:rsidR="006A7679" w:rsidRDefault="006A7679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:rsidR="006A7679" w:rsidRDefault="006A7679" w:rsidP="006A7679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F76B7" w:rsidRPr="00053E54" w:rsidRDefault="002F76B7" w:rsidP="00464920">
      <w:pPr>
        <w:jc w:val="both"/>
        <w:rPr>
          <w:rFonts w:ascii="Times New Roman" w:hAnsi="Times New Roman"/>
          <w:sz w:val="28"/>
          <w:szCs w:val="28"/>
        </w:rPr>
        <w:sectPr w:rsidR="002F76B7" w:rsidRPr="00053E54" w:rsidSect="00A20732">
          <w:headerReference w:type="default" r:id="rId12"/>
          <w:type w:val="continuous"/>
          <w:pgSz w:w="16834" w:h="11907" w:orient="landscape" w:code="9"/>
          <w:pgMar w:top="1134" w:right="674" w:bottom="1134" w:left="1701" w:header="272" w:footer="397" w:gutter="0"/>
          <w:cols w:space="720"/>
          <w:formProt w:val="0"/>
          <w:titlePg/>
          <w:docGrid w:linePitch="272"/>
        </w:sectPr>
      </w:pPr>
      <w:r>
        <w:rPr>
          <w:rFonts w:ascii="Times New Roman" w:hAnsi="Times New Roman"/>
          <w:sz w:val="22"/>
          <w:szCs w:val="22"/>
        </w:rPr>
        <w:br/>
      </w:r>
    </w:p>
    <w:p w:rsidR="00270905" w:rsidRDefault="00270905" w:rsidP="00821343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270905" w:rsidRDefault="00270905" w:rsidP="00821343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270905" w:rsidRDefault="00270905" w:rsidP="00821343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270905" w:rsidRDefault="00270905" w:rsidP="00821343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sectPr w:rsidR="00270905" w:rsidSect="00A20732">
      <w:pgSz w:w="16834" w:h="11907" w:orient="landscape" w:code="9"/>
      <w:pgMar w:top="1134" w:right="851" w:bottom="1134" w:left="1701" w:header="272" w:footer="397" w:gutter="0"/>
      <w:pgNumType w:start="7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248" w:rsidRDefault="00852248">
      <w:r>
        <w:separator/>
      </w:r>
    </w:p>
  </w:endnote>
  <w:endnote w:type="continuationSeparator" w:id="0">
    <w:p w:rsidR="00852248" w:rsidRDefault="0085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DC3CA9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DC3CA9" w:rsidRDefault="00DA75E6">
          <w:pPr>
            <w:pStyle w:val="a6"/>
          </w:pPr>
          <w:r>
            <w:rPr>
              <w:noProof/>
            </w:rPr>
            <w:drawing>
              <wp:inline distT="0" distB="0" distL="0" distR="0">
                <wp:extent cx="664845" cy="283845"/>
                <wp:effectExtent l="19050" t="0" r="1905" b="0"/>
                <wp:docPr id="1" name="Рисунок 1" descr="защита_6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защита_6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83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DC3CA9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DC3CA9" w:rsidRPr="00963E33" w:rsidRDefault="00DA75E6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3355" cy="14541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" cy="145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DC3CA9" w:rsidRPr="00963E33" w:rsidRDefault="00A20732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36527  14.11.2019 21:07:33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DC3CA9" w:rsidRPr="00F16F07" w:rsidRDefault="00DC3CA9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DC3CA9" w:rsidRPr="00963E33" w:rsidRDefault="00DC3CA9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DC3CA9" w:rsidRPr="009573D3" w:rsidRDefault="00DC3CA9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DC3CA9" w:rsidRPr="00963E33" w:rsidTr="00963E33">
      <w:tc>
        <w:tcPr>
          <w:tcW w:w="2538" w:type="dxa"/>
        </w:tcPr>
        <w:p w:rsidR="00DC3CA9" w:rsidRPr="00963E33" w:rsidRDefault="00DC3CA9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DC3CA9" w:rsidRPr="00963E33" w:rsidRDefault="00DC3CA9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DC3CA9" w:rsidRPr="00963E33" w:rsidRDefault="00DC3CA9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DC3CA9" w:rsidRPr="00963E33" w:rsidRDefault="00DC3CA9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DC3CA9" w:rsidRDefault="00DC3CA9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248" w:rsidRDefault="00852248">
      <w:r>
        <w:separator/>
      </w:r>
    </w:p>
  </w:footnote>
  <w:footnote w:type="continuationSeparator" w:id="0">
    <w:p w:rsidR="00852248" w:rsidRDefault="00852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A9" w:rsidRDefault="00DC3CA9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DC3CA9" w:rsidRDefault="00DC3CA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A9" w:rsidRPr="00481B88" w:rsidRDefault="00DC3CA9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DC3CA9" w:rsidRPr="00FA7B44" w:rsidRDefault="00DC3CA9" w:rsidP="00FA7B44">
    <w:pPr>
      <w:jc w:val="center"/>
      <w:rPr>
        <w:rFonts w:ascii="Times New Roman" w:hAnsi="Times New Roman"/>
        <w:sz w:val="28"/>
        <w:szCs w:val="28"/>
      </w:rPr>
    </w:pPr>
    <w:r w:rsidRPr="00FA7B44">
      <w:rPr>
        <w:rFonts w:ascii="Times New Roman" w:hAnsi="Times New Roman"/>
        <w:sz w:val="28"/>
        <w:szCs w:val="28"/>
      </w:rPr>
      <w:fldChar w:fldCharType="begin"/>
    </w:r>
    <w:r w:rsidRPr="00FA7B44">
      <w:rPr>
        <w:rFonts w:ascii="Times New Roman" w:hAnsi="Times New Roman"/>
        <w:sz w:val="28"/>
        <w:szCs w:val="28"/>
      </w:rPr>
      <w:instrText xml:space="preserve">PAGE  </w:instrText>
    </w:r>
    <w:r w:rsidRPr="00FA7B44">
      <w:rPr>
        <w:rFonts w:ascii="Times New Roman" w:hAnsi="Times New Roman"/>
        <w:sz w:val="28"/>
        <w:szCs w:val="28"/>
      </w:rPr>
      <w:fldChar w:fldCharType="separate"/>
    </w:r>
    <w:r w:rsidR="00D555DC">
      <w:rPr>
        <w:rFonts w:ascii="Times New Roman" w:hAnsi="Times New Roman"/>
        <w:noProof/>
        <w:sz w:val="28"/>
        <w:szCs w:val="28"/>
      </w:rPr>
      <w:t>70</w:t>
    </w:r>
    <w:r w:rsidRPr="00FA7B44">
      <w:rPr>
        <w:rFonts w:ascii="Times New Roman" w:hAnsi="Times New Roman"/>
        <w:sz w:val="28"/>
        <w:szCs w:val="28"/>
      </w:rPr>
      <w:fldChar w:fldCharType="end"/>
    </w:r>
  </w:p>
  <w:p w:rsidR="00DC3CA9" w:rsidRPr="00E37801" w:rsidRDefault="00DC3CA9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4pt;height:11.55pt" o:bullet="t">
        <v:imagedata r:id="rId1" o:title="Номер версии 555" gain="79922f" blacklevel="-1966f"/>
      </v:shape>
    </w:pict>
  </w:numPicBullet>
  <w:abstractNum w:abstractNumId="0">
    <w:nsid w:val="1129049F"/>
    <w:multiLevelType w:val="hybridMultilevel"/>
    <w:tmpl w:val="9F2E1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8C84311"/>
    <w:multiLevelType w:val="hybridMultilevel"/>
    <w:tmpl w:val="D41CC3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C8F6D5C"/>
    <w:multiLevelType w:val="hybridMultilevel"/>
    <w:tmpl w:val="E8DCE480"/>
    <w:lvl w:ilvl="0" w:tplc="72B897B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263677D"/>
    <w:multiLevelType w:val="hybridMultilevel"/>
    <w:tmpl w:val="2566FE9A"/>
    <w:lvl w:ilvl="0" w:tplc="8AEC09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3907EE7"/>
    <w:multiLevelType w:val="hybridMultilevel"/>
    <w:tmpl w:val="06984F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A92E18"/>
    <w:multiLevelType w:val="hybridMultilevel"/>
    <w:tmpl w:val="8C620C9C"/>
    <w:lvl w:ilvl="0" w:tplc="75EA24EC">
      <w:start w:val="10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>
    <w:nsid w:val="642D5F8C"/>
    <w:multiLevelType w:val="hybridMultilevel"/>
    <w:tmpl w:val="3EACC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B14D98"/>
    <w:multiLevelType w:val="hybridMultilevel"/>
    <w:tmpl w:val="6762945C"/>
    <w:lvl w:ilvl="0" w:tplc="2E3AB990">
      <w:start w:val="350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12"/>
  </w:num>
  <w:num w:numId="7">
    <w:abstractNumId w:val="10"/>
  </w:num>
  <w:num w:numId="8">
    <w:abstractNumId w:val="0"/>
  </w:num>
  <w:num w:numId="9">
    <w:abstractNumId w:val="5"/>
  </w:num>
  <w:num w:numId="10">
    <w:abstractNumId w:val="9"/>
  </w:num>
  <w:num w:numId="11">
    <w:abstractNumId w:val="11"/>
  </w:num>
  <w:num w:numId="12">
    <w:abstractNumId w:val="8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r1tCpvH+MMD8yieEUpFGStZQp0Y=" w:salt="58tD2MUpy8QSQNiwrYPFM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5A3"/>
    <w:rsid w:val="00002297"/>
    <w:rsid w:val="0000648B"/>
    <w:rsid w:val="0001360F"/>
    <w:rsid w:val="0001550D"/>
    <w:rsid w:val="00030339"/>
    <w:rsid w:val="00031322"/>
    <w:rsid w:val="0003205B"/>
    <w:rsid w:val="00032AA7"/>
    <w:rsid w:val="000331B3"/>
    <w:rsid w:val="00033403"/>
    <w:rsid w:val="00033413"/>
    <w:rsid w:val="00034C5A"/>
    <w:rsid w:val="00035213"/>
    <w:rsid w:val="00036499"/>
    <w:rsid w:val="00037C0C"/>
    <w:rsid w:val="000412A6"/>
    <w:rsid w:val="00042395"/>
    <w:rsid w:val="00046C4D"/>
    <w:rsid w:val="000502A3"/>
    <w:rsid w:val="00050B0C"/>
    <w:rsid w:val="00051B8C"/>
    <w:rsid w:val="00053E54"/>
    <w:rsid w:val="00055206"/>
    <w:rsid w:val="000565E8"/>
    <w:rsid w:val="00056DEB"/>
    <w:rsid w:val="000574CD"/>
    <w:rsid w:val="00057516"/>
    <w:rsid w:val="000621EF"/>
    <w:rsid w:val="00062A18"/>
    <w:rsid w:val="00066AB8"/>
    <w:rsid w:val="000702F5"/>
    <w:rsid w:val="00073A7A"/>
    <w:rsid w:val="00074523"/>
    <w:rsid w:val="00076D5E"/>
    <w:rsid w:val="00082B60"/>
    <w:rsid w:val="00084C9B"/>
    <w:rsid w:val="00084DD3"/>
    <w:rsid w:val="0008619D"/>
    <w:rsid w:val="00086D66"/>
    <w:rsid w:val="00090FAC"/>
    <w:rsid w:val="000917C0"/>
    <w:rsid w:val="00091C33"/>
    <w:rsid w:val="000A275F"/>
    <w:rsid w:val="000A595F"/>
    <w:rsid w:val="000B0736"/>
    <w:rsid w:val="000B591F"/>
    <w:rsid w:val="000C37E8"/>
    <w:rsid w:val="000D34F7"/>
    <w:rsid w:val="000D5521"/>
    <w:rsid w:val="000D7623"/>
    <w:rsid w:val="000D7C8D"/>
    <w:rsid w:val="000E5D16"/>
    <w:rsid w:val="000E71BB"/>
    <w:rsid w:val="000F1075"/>
    <w:rsid w:val="000F1857"/>
    <w:rsid w:val="00105711"/>
    <w:rsid w:val="001059CB"/>
    <w:rsid w:val="00105EC8"/>
    <w:rsid w:val="00107BC0"/>
    <w:rsid w:val="001145D8"/>
    <w:rsid w:val="00114E32"/>
    <w:rsid w:val="00122CFD"/>
    <w:rsid w:val="00127025"/>
    <w:rsid w:val="0013331E"/>
    <w:rsid w:val="00135556"/>
    <w:rsid w:val="00141C6B"/>
    <w:rsid w:val="001434E3"/>
    <w:rsid w:val="00145E00"/>
    <w:rsid w:val="001473C4"/>
    <w:rsid w:val="00147808"/>
    <w:rsid w:val="00147E70"/>
    <w:rsid w:val="00151370"/>
    <w:rsid w:val="00162E72"/>
    <w:rsid w:val="00163E29"/>
    <w:rsid w:val="00165EF5"/>
    <w:rsid w:val="00167EC7"/>
    <w:rsid w:val="00170451"/>
    <w:rsid w:val="00175ABA"/>
    <w:rsid w:val="00175BE5"/>
    <w:rsid w:val="00177F67"/>
    <w:rsid w:val="00181957"/>
    <w:rsid w:val="00183235"/>
    <w:rsid w:val="0018509D"/>
    <w:rsid w:val="001850F4"/>
    <w:rsid w:val="00190A74"/>
    <w:rsid w:val="00190FF9"/>
    <w:rsid w:val="001935E8"/>
    <w:rsid w:val="00193C0D"/>
    <w:rsid w:val="001942B9"/>
    <w:rsid w:val="001947BE"/>
    <w:rsid w:val="001A5193"/>
    <w:rsid w:val="001A560F"/>
    <w:rsid w:val="001A5E05"/>
    <w:rsid w:val="001A78C3"/>
    <w:rsid w:val="001B0982"/>
    <w:rsid w:val="001B140D"/>
    <w:rsid w:val="001B1E20"/>
    <w:rsid w:val="001B32BA"/>
    <w:rsid w:val="001B6899"/>
    <w:rsid w:val="001C2213"/>
    <w:rsid w:val="001C2D5C"/>
    <w:rsid w:val="001C616D"/>
    <w:rsid w:val="001C6FF2"/>
    <w:rsid w:val="001D05EF"/>
    <w:rsid w:val="001D0AB1"/>
    <w:rsid w:val="001E0317"/>
    <w:rsid w:val="001E1881"/>
    <w:rsid w:val="001E20F1"/>
    <w:rsid w:val="001E6A6E"/>
    <w:rsid w:val="001F0E91"/>
    <w:rsid w:val="001F12E8"/>
    <w:rsid w:val="001F228C"/>
    <w:rsid w:val="001F64B8"/>
    <w:rsid w:val="001F6870"/>
    <w:rsid w:val="001F7C83"/>
    <w:rsid w:val="0020084F"/>
    <w:rsid w:val="00202955"/>
    <w:rsid w:val="00202EA0"/>
    <w:rsid w:val="00203046"/>
    <w:rsid w:val="00205AB5"/>
    <w:rsid w:val="00212AAE"/>
    <w:rsid w:val="0021534D"/>
    <w:rsid w:val="00215EC3"/>
    <w:rsid w:val="00216D23"/>
    <w:rsid w:val="00217E64"/>
    <w:rsid w:val="002239D6"/>
    <w:rsid w:val="00224DBA"/>
    <w:rsid w:val="00225ABA"/>
    <w:rsid w:val="00231F1C"/>
    <w:rsid w:val="002377DA"/>
    <w:rsid w:val="00240DE7"/>
    <w:rsid w:val="00242DDB"/>
    <w:rsid w:val="00244431"/>
    <w:rsid w:val="00246A06"/>
    <w:rsid w:val="002479A2"/>
    <w:rsid w:val="00253945"/>
    <w:rsid w:val="00256541"/>
    <w:rsid w:val="0026078A"/>
    <w:rsid w:val="0026087E"/>
    <w:rsid w:val="002610F6"/>
    <w:rsid w:val="00261DE0"/>
    <w:rsid w:val="00263F90"/>
    <w:rsid w:val="00265420"/>
    <w:rsid w:val="00270905"/>
    <w:rsid w:val="002716B1"/>
    <w:rsid w:val="002732EC"/>
    <w:rsid w:val="0027369E"/>
    <w:rsid w:val="00274E14"/>
    <w:rsid w:val="00275260"/>
    <w:rsid w:val="002804B7"/>
    <w:rsid w:val="00280A6D"/>
    <w:rsid w:val="0028334B"/>
    <w:rsid w:val="00284A49"/>
    <w:rsid w:val="002856AA"/>
    <w:rsid w:val="00286559"/>
    <w:rsid w:val="002869E4"/>
    <w:rsid w:val="00286ECA"/>
    <w:rsid w:val="002953B6"/>
    <w:rsid w:val="002973C6"/>
    <w:rsid w:val="00297DDB"/>
    <w:rsid w:val="002A1E33"/>
    <w:rsid w:val="002A4369"/>
    <w:rsid w:val="002A565F"/>
    <w:rsid w:val="002B06C7"/>
    <w:rsid w:val="002B0876"/>
    <w:rsid w:val="002B0C6F"/>
    <w:rsid w:val="002B2E6A"/>
    <w:rsid w:val="002B42FF"/>
    <w:rsid w:val="002B4FB0"/>
    <w:rsid w:val="002B7A59"/>
    <w:rsid w:val="002C1247"/>
    <w:rsid w:val="002C2C5E"/>
    <w:rsid w:val="002C4E60"/>
    <w:rsid w:val="002C6B4B"/>
    <w:rsid w:val="002D0480"/>
    <w:rsid w:val="002D175C"/>
    <w:rsid w:val="002D2647"/>
    <w:rsid w:val="002D28C6"/>
    <w:rsid w:val="002D2FFE"/>
    <w:rsid w:val="002D7AC0"/>
    <w:rsid w:val="002E1205"/>
    <w:rsid w:val="002E2A85"/>
    <w:rsid w:val="002E3B6A"/>
    <w:rsid w:val="002E51A7"/>
    <w:rsid w:val="002E5A5F"/>
    <w:rsid w:val="002E7C35"/>
    <w:rsid w:val="002F1E81"/>
    <w:rsid w:val="002F35DC"/>
    <w:rsid w:val="002F76B7"/>
    <w:rsid w:val="00310D92"/>
    <w:rsid w:val="00310EC1"/>
    <w:rsid w:val="0031356F"/>
    <w:rsid w:val="003143FD"/>
    <w:rsid w:val="00315A48"/>
    <w:rsid w:val="003160CB"/>
    <w:rsid w:val="00320079"/>
    <w:rsid w:val="00321ACC"/>
    <w:rsid w:val="003222A3"/>
    <w:rsid w:val="00322747"/>
    <w:rsid w:val="0032647C"/>
    <w:rsid w:val="00333A89"/>
    <w:rsid w:val="003374BA"/>
    <w:rsid w:val="00342785"/>
    <w:rsid w:val="003429D3"/>
    <w:rsid w:val="003436B2"/>
    <w:rsid w:val="003546EC"/>
    <w:rsid w:val="00360A40"/>
    <w:rsid w:val="00364C07"/>
    <w:rsid w:val="0036544E"/>
    <w:rsid w:val="003673FB"/>
    <w:rsid w:val="0037361A"/>
    <w:rsid w:val="003739D7"/>
    <w:rsid w:val="00373A5A"/>
    <w:rsid w:val="00377B3C"/>
    <w:rsid w:val="003852D2"/>
    <w:rsid w:val="00386BF6"/>
    <w:rsid w:val="00386EAD"/>
    <w:rsid w:val="003870C2"/>
    <w:rsid w:val="0039067C"/>
    <w:rsid w:val="00395F00"/>
    <w:rsid w:val="003A2B76"/>
    <w:rsid w:val="003A48D6"/>
    <w:rsid w:val="003B188E"/>
    <w:rsid w:val="003B3C1D"/>
    <w:rsid w:val="003B4012"/>
    <w:rsid w:val="003D1992"/>
    <w:rsid w:val="003D1B79"/>
    <w:rsid w:val="003D3B8A"/>
    <w:rsid w:val="003D3BF8"/>
    <w:rsid w:val="003D54F8"/>
    <w:rsid w:val="003E3F82"/>
    <w:rsid w:val="003E663F"/>
    <w:rsid w:val="003E6CA9"/>
    <w:rsid w:val="003F0F2E"/>
    <w:rsid w:val="003F4F5E"/>
    <w:rsid w:val="00400906"/>
    <w:rsid w:val="00402347"/>
    <w:rsid w:val="00414151"/>
    <w:rsid w:val="00417D9C"/>
    <w:rsid w:val="00417DCD"/>
    <w:rsid w:val="004250B3"/>
    <w:rsid w:val="00425300"/>
    <w:rsid w:val="0042590E"/>
    <w:rsid w:val="00437F65"/>
    <w:rsid w:val="0044314C"/>
    <w:rsid w:val="004437E6"/>
    <w:rsid w:val="00444F1D"/>
    <w:rsid w:val="00447296"/>
    <w:rsid w:val="00454F44"/>
    <w:rsid w:val="00457019"/>
    <w:rsid w:val="004600FD"/>
    <w:rsid w:val="0046050A"/>
    <w:rsid w:val="00460FB7"/>
    <w:rsid w:val="00460FEA"/>
    <w:rsid w:val="00464920"/>
    <w:rsid w:val="00466BB7"/>
    <w:rsid w:val="00466BC3"/>
    <w:rsid w:val="0046765A"/>
    <w:rsid w:val="00467792"/>
    <w:rsid w:val="0047203B"/>
    <w:rsid w:val="004734B7"/>
    <w:rsid w:val="00481B88"/>
    <w:rsid w:val="004851CF"/>
    <w:rsid w:val="00485B4F"/>
    <w:rsid w:val="004862D1"/>
    <w:rsid w:val="004A5C16"/>
    <w:rsid w:val="004B2D44"/>
    <w:rsid w:val="004B2D5A"/>
    <w:rsid w:val="004B3196"/>
    <w:rsid w:val="004B36AD"/>
    <w:rsid w:val="004B429A"/>
    <w:rsid w:val="004C419C"/>
    <w:rsid w:val="004C56E3"/>
    <w:rsid w:val="004C7485"/>
    <w:rsid w:val="004D0DB7"/>
    <w:rsid w:val="004D1AB5"/>
    <w:rsid w:val="004D20FA"/>
    <w:rsid w:val="004D293D"/>
    <w:rsid w:val="004D4D20"/>
    <w:rsid w:val="004E2B3A"/>
    <w:rsid w:val="004F06DE"/>
    <w:rsid w:val="004F36EA"/>
    <w:rsid w:val="004F44FE"/>
    <w:rsid w:val="00501816"/>
    <w:rsid w:val="00505F6F"/>
    <w:rsid w:val="00512A47"/>
    <w:rsid w:val="005144F4"/>
    <w:rsid w:val="00515969"/>
    <w:rsid w:val="00521175"/>
    <w:rsid w:val="005225E0"/>
    <w:rsid w:val="0052351B"/>
    <w:rsid w:val="005244E9"/>
    <w:rsid w:val="00531C68"/>
    <w:rsid w:val="005320E8"/>
    <w:rsid w:val="00532119"/>
    <w:rsid w:val="005335F3"/>
    <w:rsid w:val="00536357"/>
    <w:rsid w:val="005401FE"/>
    <w:rsid w:val="005410D9"/>
    <w:rsid w:val="00543241"/>
    <w:rsid w:val="00543C38"/>
    <w:rsid w:val="00543C6E"/>
    <w:rsid w:val="00543D2D"/>
    <w:rsid w:val="005450D1"/>
    <w:rsid w:val="00545A3D"/>
    <w:rsid w:val="00546DBB"/>
    <w:rsid w:val="00551C20"/>
    <w:rsid w:val="005601C4"/>
    <w:rsid w:val="0056187B"/>
    <w:rsid w:val="005618E0"/>
    <w:rsid w:val="00561A5B"/>
    <w:rsid w:val="0057074C"/>
    <w:rsid w:val="00570BF5"/>
    <w:rsid w:val="00573FBF"/>
    <w:rsid w:val="00574FF3"/>
    <w:rsid w:val="00575F67"/>
    <w:rsid w:val="00581FC2"/>
    <w:rsid w:val="00582538"/>
    <w:rsid w:val="005838DE"/>
    <w:rsid w:val="005838EA"/>
    <w:rsid w:val="00585EE1"/>
    <w:rsid w:val="00590C0E"/>
    <w:rsid w:val="0059158B"/>
    <w:rsid w:val="005939E6"/>
    <w:rsid w:val="00593E29"/>
    <w:rsid w:val="005958E0"/>
    <w:rsid w:val="005A110F"/>
    <w:rsid w:val="005A25BF"/>
    <w:rsid w:val="005A4227"/>
    <w:rsid w:val="005A53D1"/>
    <w:rsid w:val="005A63CB"/>
    <w:rsid w:val="005B229B"/>
    <w:rsid w:val="005B3518"/>
    <w:rsid w:val="005B48DE"/>
    <w:rsid w:val="005C3228"/>
    <w:rsid w:val="005C39D3"/>
    <w:rsid w:val="005C49D9"/>
    <w:rsid w:val="005C56AE"/>
    <w:rsid w:val="005C590A"/>
    <w:rsid w:val="005C5D0E"/>
    <w:rsid w:val="005C6184"/>
    <w:rsid w:val="005C7449"/>
    <w:rsid w:val="005D00C6"/>
    <w:rsid w:val="005D3823"/>
    <w:rsid w:val="005D5FBF"/>
    <w:rsid w:val="005E15F2"/>
    <w:rsid w:val="005E54BD"/>
    <w:rsid w:val="005E5942"/>
    <w:rsid w:val="005E6D99"/>
    <w:rsid w:val="005F2396"/>
    <w:rsid w:val="005F2A21"/>
    <w:rsid w:val="005F2ADD"/>
    <w:rsid w:val="005F2C49"/>
    <w:rsid w:val="005F4260"/>
    <w:rsid w:val="005F4747"/>
    <w:rsid w:val="005F5E89"/>
    <w:rsid w:val="006013EB"/>
    <w:rsid w:val="00602AC7"/>
    <w:rsid w:val="00602D9E"/>
    <w:rsid w:val="0060479E"/>
    <w:rsid w:val="00604BE7"/>
    <w:rsid w:val="00616270"/>
    <w:rsid w:val="00616AED"/>
    <w:rsid w:val="00617F87"/>
    <w:rsid w:val="006250E8"/>
    <w:rsid w:val="00626BC2"/>
    <w:rsid w:val="00632A4F"/>
    <w:rsid w:val="00632B56"/>
    <w:rsid w:val="0063437C"/>
    <w:rsid w:val="006351E3"/>
    <w:rsid w:val="00635639"/>
    <w:rsid w:val="00635A10"/>
    <w:rsid w:val="00644236"/>
    <w:rsid w:val="006471E5"/>
    <w:rsid w:val="006555A6"/>
    <w:rsid w:val="00655D90"/>
    <w:rsid w:val="0065606D"/>
    <w:rsid w:val="00656E52"/>
    <w:rsid w:val="00663D7E"/>
    <w:rsid w:val="00665D0F"/>
    <w:rsid w:val="006713DB"/>
    <w:rsid w:val="00671D3B"/>
    <w:rsid w:val="00672657"/>
    <w:rsid w:val="00674D38"/>
    <w:rsid w:val="00674DAC"/>
    <w:rsid w:val="00684A5B"/>
    <w:rsid w:val="00685EB1"/>
    <w:rsid w:val="006863F6"/>
    <w:rsid w:val="006923BC"/>
    <w:rsid w:val="0069413E"/>
    <w:rsid w:val="00696388"/>
    <w:rsid w:val="006A1F71"/>
    <w:rsid w:val="006A28D1"/>
    <w:rsid w:val="006A68CE"/>
    <w:rsid w:val="006A7679"/>
    <w:rsid w:val="006B725F"/>
    <w:rsid w:val="006C33D0"/>
    <w:rsid w:val="006C6B02"/>
    <w:rsid w:val="006D103D"/>
    <w:rsid w:val="006D16F2"/>
    <w:rsid w:val="006E134A"/>
    <w:rsid w:val="006F2435"/>
    <w:rsid w:val="006F26C5"/>
    <w:rsid w:val="006F328B"/>
    <w:rsid w:val="006F3444"/>
    <w:rsid w:val="006F5886"/>
    <w:rsid w:val="0070027C"/>
    <w:rsid w:val="007045A3"/>
    <w:rsid w:val="00706AFE"/>
    <w:rsid w:val="00707734"/>
    <w:rsid w:val="00707E19"/>
    <w:rsid w:val="00712191"/>
    <w:rsid w:val="00712F7C"/>
    <w:rsid w:val="0071487E"/>
    <w:rsid w:val="00715A5E"/>
    <w:rsid w:val="00715A8C"/>
    <w:rsid w:val="00716972"/>
    <w:rsid w:val="00716F3E"/>
    <w:rsid w:val="007207F3"/>
    <w:rsid w:val="0072328A"/>
    <w:rsid w:val="00735794"/>
    <w:rsid w:val="00736785"/>
    <w:rsid w:val="007377B5"/>
    <w:rsid w:val="00743039"/>
    <w:rsid w:val="00746CC2"/>
    <w:rsid w:val="0075011F"/>
    <w:rsid w:val="007550CA"/>
    <w:rsid w:val="007551C5"/>
    <w:rsid w:val="00760323"/>
    <w:rsid w:val="007613E6"/>
    <w:rsid w:val="00762931"/>
    <w:rsid w:val="0076311C"/>
    <w:rsid w:val="007646F0"/>
    <w:rsid w:val="00765600"/>
    <w:rsid w:val="007676F2"/>
    <w:rsid w:val="0077009C"/>
    <w:rsid w:val="007731C2"/>
    <w:rsid w:val="00773D4D"/>
    <w:rsid w:val="007917C2"/>
    <w:rsid w:val="00791C9F"/>
    <w:rsid w:val="00792AAB"/>
    <w:rsid w:val="00793B47"/>
    <w:rsid w:val="00793E37"/>
    <w:rsid w:val="007A1D0C"/>
    <w:rsid w:val="007A2A7B"/>
    <w:rsid w:val="007B11EA"/>
    <w:rsid w:val="007B65B0"/>
    <w:rsid w:val="007B6C41"/>
    <w:rsid w:val="007B6DA1"/>
    <w:rsid w:val="007D0396"/>
    <w:rsid w:val="007D4132"/>
    <w:rsid w:val="007D4925"/>
    <w:rsid w:val="007D6774"/>
    <w:rsid w:val="007D7398"/>
    <w:rsid w:val="007E1DFE"/>
    <w:rsid w:val="007E3AEC"/>
    <w:rsid w:val="007F0C8A"/>
    <w:rsid w:val="007F11AB"/>
    <w:rsid w:val="007F18CB"/>
    <w:rsid w:val="008034D1"/>
    <w:rsid w:val="008143CB"/>
    <w:rsid w:val="0081451C"/>
    <w:rsid w:val="00820BBE"/>
    <w:rsid w:val="00821343"/>
    <w:rsid w:val="00823CA1"/>
    <w:rsid w:val="00826AAD"/>
    <w:rsid w:val="00827AD1"/>
    <w:rsid w:val="00840FFE"/>
    <w:rsid w:val="00841E7A"/>
    <w:rsid w:val="008513B9"/>
    <w:rsid w:val="00851DD0"/>
    <w:rsid w:val="00852248"/>
    <w:rsid w:val="00852B71"/>
    <w:rsid w:val="00853831"/>
    <w:rsid w:val="00864C6F"/>
    <w:rsid w:val="00866788"/>
    <w:rsid w:val="008702D3"/>
    <w:rsid w:val="00870F29"/>
    <w:rsid w:val="00876034"/>
    <w:rsid w:val="00877A7F"/>
    <w:rsid w:val="008827E7"/>
    <w:rsid w:val="00884152"/>
    <w:rsid w:val="0088759E"/>
    <w:rsid w:val="00887F1B"/>
    <w:rsid w:val="00891305"/>
    <w:rsid w:val="00893778"/>
    <w:rsid w:val="008945F7"/>
    <w:rsid w:val="008968EA"/>
    <w:rsid w:val="008A1696"/>
    <w:rsid w:val="008A45B8"/>
    <w:rsid w:val="008A45E7"/>
    <w:rsid w:val="008B28D9"/>
    <w:rsid w:val="008B429E"/>
    <w:rsid w:val="008B4345"/>
    <w:rsid w:val="008B4F03"/>
    <w:rsid w:val="008C55BD"/>
    <w:rsid w:val="008C58FE"/>
    <w:rsid w:val="008D3F7B"/>
    <w:rsid w:val="008E6C41"/>
    <w:rsid w:val="008F0816"/>
    <w:rsid w:val="008F6BB7"/>
    <w:rsid w:val="00900BD5"/>
    <w:rsid w:val="00900F42"/>
    <w:rsid w:val="0090151E"/>
    <w:rsid w:val="00901D73"/>
    <w:rsid w:val="00902776"/>
    <w:rsid w:val="00903A42"/>
    <w:rsid w:val="0091024B"/>
    <w:rsid w:val="00912A16"/>
    <w:rsid w:val="00920670"/>
    <w:rsid w:val="00932E3C"/>
    <w:rsid w:val="00933A97"/>
    <w:rsid w:val="00933CCE"/>
    <w:rsid w:val="009530C1"/>
    <w:rsid w:val="00955560"/>
    <w:rsid w:val="009573D3"/>
    <w:rsid w:val="009577D5"/>
    <w:rsid w:val="009609F4"/>
    <w:rsid w:val="00962461"/>
    <w:rsid w:val="00963E33"/>
    <w:rsid w:val="00965319"/>
    <w:rsid w:val="00967212"/>
    <w:rsid w:val="00971AF1"/>
    <w:rsid w:val="00972D16"/>
    <w:rsid w:val="0097362A"/>
    <w:rsid w:val="009751F7"/>
    <w:rsid w:val="0098684F"/>
    <w:rsid w:val="00991D48"/>
    <w:rsid w:val="009952BC"/>
    <w:rsid w:val="009960AC"/>
    <w:rsid w:val="00996A85"/>
    <w:rsid w:val="009977FF"/>
    <w:rsid w:val="009A0155"/>
    <w:rsid w:val="009A085B"/>
    <w:rsid w:val="009A241C"/>
    <w:rsid w:val="009B109F"/>
    <w:rsid w:val="009B6127"/>
    <w:rsid w:val="009C0027"/>
    <w:rsid w:val="009C0783"/>
    <w:rsid w:val="009C1DE6"/>
    <w:rsid w:val="009C1F0E"/>
    <w:rsid w:val="009C283B"/>
    <w:rsid w:val="009C5423"/>
    <w:rsid w:val="009C55EB"/>
    <w:rsid w:val="009C6F99"/>
    <w:rsid w:val="009C7858"/>
    <w:rsid w:val="009D3A9C"/>
    <w:rsid w:val="009D3E8C"/>
    <w:rsid w:val="009E200C"/>
    <w:rsid w:val="009E2067"/>
    <w:rsid w:val="009E2653"/>
    <w:rsid w:val="009E3A0E"/>
    <w:rsid w:val="009E6B97"/>
    <w:rsid w:val="009F3939"/>
    <w:rsid w:val="009F6ACA"/>
    <w:rsid w:val="009F74AB"/>
    <w:rsid w:val="00A06428"/>
    <w:rsid w:val="00A1314B"/>
    <w:rsid w:val="00A13160"/>
    <w:rsid w:val="00A131D5"/>
    <w:rsid w:val="00A137D3"/>
    <w:rsid w:val="00A17B1F"/>
    <w:rsid w:val="00A20732"/>
    <w:rsid w:val="00A2401D"/>
    <w:rsid w:val="00A25DD8"/>
    <w:rsid w:val="00A31915"/>
    <w:rsid w:val="00A331F5"/>
    <w:rsid w:val="00A35B16"/>
    <w:rsid w:val="00A42FCD"/>
    <w:rsid w:val="00A44A8F"/>
    <w:rsid w:val="00A47E67"/>
    <w:rsid w:val="00A51D96"/>
    <w:rsid w:val="00A531AD"/>
    <w:rsid w:val="00A5390B"/>
    <w:rsid w:val="00A54157"/>
    <w:rsid w:val="00A55074"/>
    <w:rsid w:val="00A558B2"/>
    <w:rsid w:val="00A61CB8"/>
    <w:rsid w:val="00A73998"/>
    <w:rsid w:val="00A74FAF"/>
    <w:rsid w:val="00A76FFD"/>
    <w:rsid w:val="00A83732"/>
    <w:rsid w:val="00A8593C"/>
    <w:rsid w:val="00A90707"/>
    <w:rsid w:val="00A96F84"/>
    <w:rsid w:val="00A97CB9"/>
    <w:rsid w:val="00AA1295"/>
    <w:rsid w:val="00AB0CDD"/>
    <w:rsid w:val="00AB3938"/>
    <w:rsid w:val="00AB4004"/>
    <w:rsid w:val="00AB79C2"/>
    <w:rsid w:val="00AC3953"/>
    <w:rsid w:val="00AC59FB"/>
    <w:rsid w:val="00AC6D23"/>
    <w:rsid w:val="00AC7150"/>
    <w:rsid w:val="00AD1E00"/>
    <w:rsid w:val="00AD5A54"/>
    <w:rsid w:val="00AD6E3A"/>
    <w:rsid w:val="00AE14BB"/>
    <w:rsid w:val="00AE1DCA"/>
    <w:rsid w:val="00AE272E"/>
    <w:rsid w:val="00AE5545"/>
    <w:rsid w:val="00AE55C9"/>
    <w:rsid w:val="00AE7DFF"/>
    <w:rsid w:val="00AF244E"/>
    <w:rsid w:val="00AF498D"/>
    <w:rsid w:val="00AF5F7C"/>
    <w:rsid w:val="00AF73C3"/>
    <w:rsid w:val="00AF7CA3"/>
    <w:rsid w:val="00B02207"/>
    <w:rsid w:val="00B03403"/>
    <w:rsid w:val="00B04AE5"/>
    <w:rsid w:val="00B04BE5"/>
    <w:rsid w:val="00B063FA"/>
    <w:rsid w:val="00B10324"/>
    <w:rsid w:val="00B20AB2"/>
    <w:rsid w:val="00B22BE5"/>
    <w:rsid w:val="00B262FD"/>
    <w:rsid w:val="00B30154"/>
    <w:rsid w:val="00B30382"/>
    <w:rsid w:val="00B376B1"/>
    <w:rsid w:val="00B4114E"/>
    <w:rsid w:val="00B4433D"/>
    <w:rsid w:val="00B52684"/>
    <w:rsid w:val="00B56260"/>
    <w:rsid w:val="00B620D9"/>
    <w:rsid w:val="00B633DB"/>
    <w:rsid w:val="00B639ED"/>
    <w:rsid w:val="00B662EF"/>
    <w:rsid w:val="00B66A8C"/>
    <w:rsid w:val="00B67FA6"/>
    <w:rsid w:val="00B71C1A"/>
    <w:rsid w:val="00B75E26"/>
    <w:rsid w:val="00B7607F"/>
    <w:rsid w:val="00B771C3"/>
    <w:rsid w:val="00B8061C"/>
    <w:rsid w:val="00B815A0"/>
    <w:rsid w:val="00B83BA2"/>
    <w:rsid w:val="00B849DE"/>
    <w:rsid w:val="00B853AA"/>
    <w:rsid w:val="00B875BF"/>
    <w:rsid w:val="00B91F62"/>
    <w:rsid w:val="00B9256A"/>
    <w:rsid w:val="00B93974"/>
    <w:rsid w:val="00B9718D"/>
    <w:rsid w:val="00BB139F"/>
    <w:rsid w:val="00BB29F5"/>
    <w:rsid w:val="00BB2C98"/>
    <w:rsid w:val="00BB2F1C"/>
    <w:rsid w:val="00BC0196"/>
    <w:rsid w:val="00BC1ADF"/>
    <w:rsid w:val="00BC27A1"/>
    <w:rsid w:val="00BC2F0E"/>
    <w:rsid w:val="00BC5BD3"/>
    <w:rsid w:val="00BD0B82"/>
    <w:rsid w:val="00BE15EC"/>
    <w:rsid w:val="00BE2105"/>
    <w:rsid w:val="00BE3198"/>
    <w:rsid w:val="00BE6997"/>
    <w:rsid w:val="00BE7C21"/>
    <w:rsid w:val="00BF4F5F"/>
    <w:rsid w:val="00BF5D68"/>
    <w:rsid w:val="00C003B5"/>
    <w:rsid w:val="00C0292A"/>
    <w:rsid w:val="00C03452"/>
    <w:rsid w:val="00C04EEB"/>
    <w:rsid w:val="00C06542"/>
    <w:rsid w:val="00C075A4"/>
    <w:rsid w:val="00C07F79"/>
    <w:rsid w:val="00C10F12"/>
    <w:rsid w:val="00C11826"/>
    <w:rsid w:val="00C12916"/>
    <w:rsid w:val="00C12BB6"/>
    <w:rsid w:val="00C17A23"/>
    <w:rsid w:val="00C21B6A"/>
    <w:rsid w:val="00C266E0"/>
    <w:rsid w:val="00C32295"/>
    <w:rsid w:val="00C34718"/>
    <w:rsid w:val="00C35E95"/>
    <w:rsid w:val="00C375F2"/>
    <w:rsid w:val="00C42A0C"/>
    <w:rsid w:val="00C46D42"/>
    <w:rsid w:val="00C50C32"/>
    <w:rsid w:val="00C5173C"/>
    <w:rsid w:val="00C53546"/>
    <w:rsid w:val="00C57CB7"/>
    <w:rsid w:val="00C60178"/>
    <w:rsid w:val="00C613AC"/>
    <w:rsid w:val="00C61760"/>
    <w:rsid w:val="00C62B07"/>
    <w:rsid w:val="00C63CD6"/>
    <w:rsid w:val="00C65C64"/>
    <w:rsid w:val="00C72943"/>
    <w:rsid w:val="00C72E9B"/>
    <w:rsid w:val="00C76FFB"/>
    <w:rsid w:val="00C80829"/>
    <w:rsid w:val="00C842AE"/>
    <w:rsid w:val="00C87D95"/>
    <w:rsid w:val="00C9077A"/>
    <w:rsid w:val="00C95CD2"/>
    <w:rsid w:val="00C963DA"/>
    <w:rsid w:val="00C973E2"/>
    <w:rsid w:val="00CA051B"/>
    <w:rsid w:val="00CA42B5"/>
    <w:rsid w:val="00CA42BE"/>
    <w:rsid w:val="00CA4D55"/>
    <w:rsid w:val="00CB2386"/>
    <w:rsid w:val="00CB3CBE"/>
    <w:rsid w:val="00CC153F"/>
    <w:rsid w:val="00CC2AD7"/>
    <w:rsid w:val="00CC31A1"/>
    <w:rsid w:val="00CD14F9"/>
    <w:rsid w:val="00CD1E77"/>
    <w:rsid w:val="00CE2D8B"/>
    <w:rsid w:val="00CE4F98"/>
    <w:rsid w:val="00CE7CE7"/>
    <w:rsid w:val="00CF03D8"/>
    <w:rsid w:val="00CF6AA8"/>
    <w:rsid w:val="00D015D5"/>
    <w:rsid w:val="00D03D68"/>
    <w:rsid w:val="00D11B91"/>
    <w:rsid w:val="00D12AC1"/>
    <w:rsid w:val="00D22263"/>
    <w:rsid w:val="00D2603A"/>
    <w:rsid w:val="00D266DD"/>
    <w:rsid w:val="00D32B04"/>
    <w:rsid w:val="00D374E7"/>
    <w:rsid w:val="00D41037"/>
    <w:rsid w:val="00D42752"/>
    <w:rsid w:val="00D42A57"/>
    <w:rsid w:val="00D437E2"/>
    <w:rsid w:val="00D461AF"/>
    <w:rsid w:val="00D474CF"/>
    <w:rsid w:val="00D52D3C"/>
    <w:rsid w:val="00D555DC"/>
    <w:rsid w:val="00D55842"/>
    <w:rsid w:val="00D57EAE"/>
    <w:rsid w:val="00D63949"/>
    <w:rsid w:val="00D63AC3"/>
    <w:rsid w:val="00D652E7"/>
    <w:rsid w:val="00D6680B"/>
    <w:rsid w:val="00D72D42"/>
    <w:rsid w:val="00D75BAF"/>
    <w:rsid w:val="00D77BCF"/>
    <w:rsid w:val="00D80C9B"/>
    <w:rsid w:val="00D822D3"/>
    <w:rsid w:val="00D84394"/>
    <w:rsid w:val="00D87800"/>
    <w:rsid w:val="00D929C4"/>
    <w:rsid w:val="00D942C0"/>
    <w:rsid w:val="00D94745"/>
    <w:rsid w:val="00D95E55"/>
    <w:rsid w:val="00DA0BDC"/>
    <w:rsid w:val="00DA37F9"/>
    <w:rsid w:val="00DA55B3"/>
    <w:rsid w:val="00DA75E6"/>
    <w:rsid w:val="00DA77C9"/>
    <w:rsid w:val="00DB139D"/>
    <w:rsid w:val="00DB1B0D"/>
    <w:rsid w:val="00DB1C00"/>
    <w:rsid w:val="00DB3664"/>
    <w:rsid w:val="00DB6151"/>
    <w:rsid w:val="00DC16FB"/>
    <w:rsid w:val="00DC326A"/>
    <w:rsid w:val="00DC368B"/>
    <w:rsid w:val="00DC3CA9"/>
    <w:rsid w:val="00DC4A65"/>
    <w:rsid w:val="00DC4F66"/>
    <w:rsid w:val="00DC6E36"/>
    <w:rsid w:val="00DD69DD"/>
    <w:rsid w:val="00DE4863"/>
    <w:rsid w:val="00DE61A7"/>
    <w:rsid w:val="00DE6B8D"/>
    <w:rsid w:val="00DE7ECB"/>
    <w:rsid w:val="00DF0747"/>
    <w:rsid w:val="00DF7234"/>
    <w:rsid w:val="00E00764"/>
    <w:rsid w:val="00E01102"/>
    <w:rsid w:val="00E01B65"/>
    <w:rsid w:val="00E04D0E"/>
    <w:rsid w:val="00E060C2"/>
    <w:rsid w:val="00E10B44"/>
    <w:rsid w:val="00E11F02"/>
    <w:rsid w:val="00E134D2"/>
    <w:rsid w:val="00E20D1D"/>
    <w:rsid w:val="00E218B1"/>
    <w:rsid w:val="00E24EE7"/>
    <w:rsid w:val="00E25754"/>
    <w:rsid w:val="00E2726B"/>
    <w:rsid w:val="00E353A0"/>
    <w:rsid w:val="00E37801"/>
    <w:rsid w:val="00E41693"/>
    <w:rsid w:val="00E46EAA"/>
    <w:rsid w:val="00E5038C"/>
    <w:rsid w:val="00E50A62"/>
    <w:rsid w:val="00E50B69"/>
    <w:rsid w:val="00E51076"/>
    <w:rsid w:val="00E5298B"/>
    <w:rsid w:val="00E56EFB"/>
    <w:rsid w:val="00E64542"/>
    <w:rsid w:val="00E6458F"/>
    <w:rsid w:val="00E67384"/>
    <w:rsid w:val="00E7242D"/>
    <w:rsid w:val="00E77421"/>
    <w:rsid w:val="00E81414"/>
    <w:rsid w:val="00E815C9"/>
    <w:rsid w:val="00E87E25"/>
    <w:rsid w:val="00E94294"/>
    <w:rsid w:val="00E97724"/>
    <w:rsid w:val="00EA04F1"/>
    <w:rsid w:val="00EA1796"/>
    <w:rsid w:val="00EA2FD3"/>
    <w:rsid w:val="00EA3134"/>
    <w:rsid w:val="00EB7CE9"/>
    <w:rsid w:val="00EC09DA"/>
    <w:rsid w:val="00EC433F"/>
    <w:rsid w:val="00ED1FDE"/>
    <w:rsid w:val="00ED2C91"/>
    <w:rsid w:val="00ED4993"/>
    <w:rsid w:val="00ED67EF"/>
    <w:rsid w:val="00EE0639"/>
    <w:rsid w:val="00EE6234"/>
    <w:rsid w:val="00EF0AF1"/>
    <w:rsid w:val="00EF1661"/>
    <w:rsid w:val="00F0071A"/>
    <w:rsid w:val="00F008CC"/>
    <w:rsid w:val="00F06EFB"/>
    <w:rsid w:val="00F07A1E"/>
    <w:rsid w:val="00F13631"/>
    <w:rsid w:val="00F1529E"/>
    <w:rsid w:val="00F16F07"/>
    <w:rsid w:val="00F2378A"/>
    <w:rsid w:val="00F2417F"/>
    <w:rsid w:val="00F26EA1"/>
    <w:rsid w:val="00F26FF3"/>
    <w:rsid w:val="00F32B74"/>
    <w:rsid w:val="00F34AF4"/>
    <w:rsid w:val="00F36012"/>
    <w:rsid w:val="00F40BFC"/>
    <w:rsid w:val="00F4106A"/>
    <w:rsid w:val="00F45975"/>
    <w:rsid w:val="00F45B7C"/>
    <w:rsid w:val="00F45FCE"/>
    <w:rsid w:val="00F50364"/>
    <w:rsid w:val="00F5240F"/>
    <w:rsid w:val="00F579F0"/>
    <w:rsid w:val="00F637C3"/>
    <w:rsid w:val="00F73A08"/>
    <w:rsid w:val="00F75D42"/>
    <w:rsid w:val="00F818E1"/>
    <w:rsid w:val="00F82DC1"/>
    <w:rsid w:val="00F852D6"/>
    <w:rsid w:val="00F92F3A"/>
    <w:rsid w:val="00F9334F"/>
    <w:rsid w:val="00F9696A"/>
    <w:rsid w:val="00F97D7F"/>
    <w:rsid w:val="00FA122C"/>
    <w:rsid w:val="00FA31C7"/>
    <w:rsid w:val="00FA3B95"/>
    <w:rsid w:val="00FA7B44"/>
    <w:rsid w:val="00FB36B3"/>
    <w:rsid w:val="00FC1278"/>
    <w:rsid w:val="00FC438C"/>
    <w:rsid w:val="00FC705D"/>
    <w:rsid w:val="00FC7222"/>
    <w:rsid w:val="00FD3E8F"/>
    <w:rsid w:val="00FD576C"/>
    <w:rsid w:val="00FE6ADF"/>
    <w:rsid w:val="00FE7735"/>
    <w:rsid w:val="00FF09C4"/>
    <w:rsid w:val="00FF1E3F"/>
    <w:rsid w:val="00FF2B66"/>
    <w:rsid w:val="00FF320D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2F0E"/>
    <w:rPr>
      <w:rFonts w:ascii="TimesET" w:hAnsi="TimesET"/>
    </w:rPr>
  </w:style>
  <w:style w:type="paragraph" w:styleId="1">
    <w:name w:val="heading 1"/>
    <w:basedOn w:val="a"/>
    <w:next w:val="a"/>
    <w:qFormat/>
    <w:rsid w:val="00F73A08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F73A08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73A08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F73A08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F73A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F73A08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73A08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F73A08"/>
  </w:style>
  <w:style w:type="table" w:styleId="a9">
    <w:name w:val="Table Grid"/>
    <w:basedOn w:val="a1"/>
    <w:uiPriority w:val="59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BC2F0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c">
    <w:name w:val="List Paragraph"/>
    <w:basedOn w:val="a"/>
    <w:uiPriority w:val="34"/>
    <w:qFormat/>
    <w:rsid w:val="00BC2F0E"/>
    <w:pPr>
      <w:ind w:left="720"/>
      <w:contextualSpacing/>
    </w:pPr>
  </w:style>
  <w:style w:type="paragraph" w:customStyle="1" w:styleId="ConsPlusTitle">
    <w:name w:val="ConsPlusTitle"/>
    <w:rsid w:val="00D942C0"/>
    <w:pPr>
      <w:widowControl w:val="0"/>
      <w:autoSpaceDE w:val="0"/>
      <w:autoSpaceDN w:val="0"/>
    </w:pPr>
    <w:rPr>
      <w:b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D942C0"/>
    <w:rPr>
      <w:rFonts w:ascii="Arial" w:eastAsia="Calibri" w:hAnsi="Arial" w:cs="Arial"/>
      <w:lang w:eastAsia="en-US" w:bidi="ar-SA"/>
    </w:rPr>
  </w:style>
  <w:style w:type="character" w:customStyle="1" w:styleId="ad">
    <w:name w:val="Основной текст_"/>
    <w:link w:val="20"/>
    <w:locked/>
    <w:rsid w:val="005601C4"/>
    <w:rPr>
      <w:sz w:val="27"/>
      <w:shd w:val="clear" w:color="auto" w:fill="FFFFFF"/>
    </w:rPr>
  </w:style>
  <w:style w:type="paragraph" w:customStyle="1" w:styleId="20">
    <w:name w:val="Основной текст2"/>
    <w:basedOn w:val="a"/>
    <w:link w:val="ad"/>
    <w:rsid w:val="005601C4"/>
    <w:pPr>
      <w:widowControl w:val="0"/>
      <w:shd w:val="clear" w:color="auto" w:fill="FFFFFF"/>
      <w:spacing w:before="360" w:after="360" w:line="240" w:lineRule="atLeast"/>
      <w:ind w:hanging="1620"/>
      <w:jc w:val="center"/>
    </w:pPr>
    <w:rPr>
      <w:rFonts w:ascii="Times New Roman" w:hAnsi="Times New Roman"/>
      <w:sz w:val="27"/>
    </w:rPr>
  </w:style>
  <w:style w:type="paragraph" w:styleId="ae">
    <w:name w:val="No Spacing"/>
    <w:uiPriority w:val="1"/>
    <w:qFormat/>
    <w:rsid w:val="00202955"/>
    <w:rPr>
      <w:rFonts w:ascii="TimesET" w:hAnsi="TimesE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40;&#1041;&#1051;&#1054;&#1053;&#1067;\&#1041;&#1051;&#1040;&#1053;&#1050;&#1048;%20&#1055;&#1088;&#1072;&#1074;-&#1074;&#1072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FA6A5-E63C-454A-927F-2F27ABD13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157</TotalTime>
  <Pages>58</Pages>
  <Words>6186</Words>
  <Characters>35262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41366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Дегтева</dc:creator>
  <cp:lastModifiedBy>Дягилева М.А.</cp:lastModifiedBy>
  <cp:revision>13</cp:revision>
  <cp:lastPrinted>2019-11-14T17:49:00Z</cp:lastPrinted>
  <dcterms:created xsi:type="dcterms:W3CDTF">2019-11-14T15:34:00Z</dcterms:created>
  <dcterms:modified xsi:type="dcterms:W3CDTF">2019-11-19T06:13:00Z</dcterms:modified>
</cp:coreProperties>
</file>